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FF869" w14:textId="179747E1" w:rsidR="00C36202" w:rsidRPr="00E460A6" w:rsidRDefault="002A5332" w:rsidP="00C36202">
      <w:pPr>
        <w:pStyle w:val="Normal-SpaceAbove"/>
        <w:spacing w:before="0" w:after="0" w:line="240" w:lineRule="auto"/>
        <w:jc w:val="right"/>
        <w:rPr>
          <w:b/>
          <w:bCs/>
          <w:color w:val="000000" w:themeColor="text1"/>
        </w:rPr>
      </w:pPr>
      <w:r w:rsidRPr="00E460A6">
        <w:rPr>
          <w:noProof/>
          <w:color w:val="000000" w:themeColor="text1"/>
        </w:rPr>
        <w:drawing>
          <wp:anchor distT="0" distB="0" distL="0" distR="0" simplePos="0" relativeHeight="251688960" behindDoc="0" locked="0" layoutInCell="1" allowOverlap="1" wp14:anchorId="21AD4FB1" wp14:editId="21C8F120">
            <wp:simplePos x="0" y="0"/>
            <wp:positionH relativeFrom="margin">
              <wp:align>left</wp:align>
            </wp:positionH>
            <wp:positionV relativeFrom="paragraph">
              <wp:posOffset>-190500</wp:posOffset>
            </wp:positionV>
            <wp:extent cx="1235577" cy="377150"/>
            <wp:effectExtent l="0" t="0" r="3175" b="4445"/>
            <wp:wrapNone/>
            <wp:docPr id="2" name="image4.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a:extLst>
                        <a:ext uri="{C183D7F6-B498-43B3-948B-1728B52AA6E4}">
                          <adec:decorative xmlns:adec="http://schemas.microsoft.com/office/drawing/2017/decorative" val="1"/>
                        </a:ext>
                      </a:extLst>
                    </pic:cNvPr>
                    <pic:cNvPicPr/>
                  </pic:nvPicPr>
                  <pic:blipFill>
                    <a:blip r:embed="rId11" cstate="print"/>
                    <a:stretch>
                      <a:fillRect/>
                    </a:stretch>
                  </pic:blipFill>
                  <pic:spPr>
                    <a:xfrm>
                      <a:off x="0" y="0"/>
                      <a:ext cx="1235577" cy="377150"/>
                    </a:xfrm>
                    <a:prstGeom prst="rect">
                      <a:avLst/>
                    </a:prstGeom>
                  </pic:spPr>
                </pic:pic>
              </a:graphicData>
            </a:graphic>
          </wp:anchor>
        </w:drawing>
      </w:r>
      <w:r w:rsidR="00C36202" w:rsidRPr="00E460A6">
        <w:rPr>
          <w:b/>
          <w:bCs/>
          <w:color w:val="000000" w:themeColor="text1"/>
        </w:rPr>
        <w:t>Name: _______________________________________</w:t>
      </w:r>
    </w:p>
    <w:p w14:paraId="743AF987" w14:textId="3ABDB10A" w:rsidR="00C36202" w:rsidRPr="00E460A6" w:rsidRDefault="00C36202" w:rsidP="00C36202">
      <w:pPr>
        <w:pStyle w:val="Normal-SpaceAbove"/>
        <w:spacing w:before="0" w:after="0" w:line="240" w:lineRule="auto"/>
        <w:jc w:val="right"/>
        <w:rPr>
          <w:b/>
          <w:bCs/>
          <w:color w:val="000000" w:themeColor="text1"/>
        </w:rPr>
      </w:pPr>
    </w:p>
    <w:p w14:paraId="4DE689E7" w14:textId="0AEE4FCA" w:rsidR="006B5A34" w:rsidRPr="00E460A6" w:rsidRDefault="00771B65" w:rsidP="00C37704">
      <w:pPr>
        <w:rPr>
          <w:color w:val="000000" w:themeColor="text1"/>
        </w:rPr>
      </w:pPr>
      <w:r>
        <w:rPr>
          <w:noProof/>
          <w:color w:val="000000" w:themeColor="text1"/>
        </w:rPr>
        <w:drawing>
          <wp:anchor distT="0" distB="0" distL="114300" distR="114300" simplePos="0" relativeHeight="251697152" behindDoc="0" locked="0" layoutInCell="1" allowOverlap="1" wp14:anchorId="7377A4E3" wp14:editId="6E83BE47">
            <wp:simplePos x="0" y="0"/>
            <wp:positionH relativeFrom="margin">
              <wp:posOffset>108597</wp:posOffset>
            </wp:positionH>
            <wp:positionV relativeFrom="paragraph">
              <wp:posOffset>24130</wp:posOffset>
            </wp:positionV>
            <wp:extent cx="914400" cy="914400"/>
            <wp:effectExtent l="0" t="0" r="0" b="0"/>
            <wp:wrapNone/>
            <wp:docPr id="14" name="Graphic 14" descr="Leaky Tap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Leaky Tap with solid fill"/>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914400" cy="914400"/>
                    </a:xfrm>
                    <a:prstGeom prst="rect">
                      <a:avLst/>
                    </a:prstGeom>
                  </pic:spPr>
                </pic:pic>
              </a:graphicData>
            </a:graphic>
          </wp:anchor>
        </w:drawing>
      </w:r>
      <w:r w:rsidR="00CD7B6C" w:rsidRPr="00E460A6">
        <w:rPr>
          <w:noProof/>
          <w:color w:val="000000" w:themeColor="text1"/>
        </w:rPr>
        <mc:AlternateContent>
          <mc:Choice Requires="wpg">
            <w:drawing>
              <wp:inline distT="0" distB="0" distL="0" distR="0" wp14:anchorId="2EEF105F" wp14:editId="10CF8EFE">
                <wp:extent cx="6858000" cy="965613"/>
                <wp:effectExtent l="0" t="0" r="19050" b="25400"/>
                <wp:docPr id="4" name="Group 4" descr="decorative element"/>
                <wp:cNvGraphicFramePr/>
                <a:graphic xmlns:a="http://schemas.openxmlformats.org/drawingml/2006/main">
                  <a:graphicData uri="http://schemas.microsoft.com/office/word/2010/wordprocessingGroup">
                    <wpg:wgp>
                      <wpg:cNvGrpSpPr/>
                      <wpg:grpSpPr>
                        <a:xfrm>
                          <a:off x="0" y="0"/>
                          <a:ext cx="6858000" cy="965613"/>
                          <a:chOff x="0" y="0"/>
                          <a:chExt cx="7086600" cy="1082040"/>
                        </a:xfrm>
                      </wpg:grpSpPr>
                      <wps:wsp>
                        <wps:cNvPr id="5" name="Rectangle 5"/>
                        <wps:cNvSpPr/>
                        <wps:spPr>
                          <a:xfrm>
                            <a:off x="0" y="0"/>
                            <a:ext cx="7086600" cy="108204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 Box 6"/>
                        <wps:cNvSpPr txBox="1">
                          <a:spLocks noChangeArrowheads="1"/>
                        </wps:cNvSpPr>
                        <wps:spPr bwMode="auto">
                          <a:xfrm>
                            <a:off x="0" y="40854"/>
                            <a:ext cx="7070851" cy="1041186"/>
                          </a:xfrm>
                          <a:prstGeom prst="rect">
                            <a:avLst/>
                          </a:prstGeom>
                          <a:noFill/>
                          <a:ln w="9525">
                            <a:noFill/>
                            <a:miter lim="800000"/>
                            <a:headEnd/>
                            <a:tailEnd/>
                          </a:ln>
                        </wps:spPr>
                        <wps:txbx>
                          <w:txbxContent>
                            <w:p w14:paraId="33A0C989" w14:textId="650F1A7B" w:rsidR="00CD7B6C" w:rsidRDefault="00CD7B6C" w:rsidP="00CD7B6C">
                              <w:pPr>
                                <w:pStyle w:val="Title"/>
                                <w:rPr>
                                  <w:color w:val="000000" w:themeColor="text1"/>
                                </w:rPr>
                              </w:pPr>
                              <w:r>
                                <w:rPr>
                                  <w:color w:val="000000" w:themeColor="text1"/>
                                </w:rPr>
                                <w:t>Making Water Safe</w:t>
                              </w:r>
                            </w:p>
                            <w:p w14:paraId="3A605DB1" w14:textId="7068508F" w:rsidR="00CD7B6C" w:rsidRPr="00356583" w:rsidRDefault="00555476" w:rsidP="00555476">
                              <w:pPr>
                                <w:pStyle w:val="Title"/>
                                <w:rPr>
                                  <w:color w:val="000000" w:themeColor="text1"/>
                                  <w:sz w:val="22"/>
                                  <w:szCs w:val="22"/>
                                </w:rPr>
                              </w:pPr>
                              <w:r>
                                <w:rPr>
                                  <w:color w:val="000000" w:themeColor="text1"/>
                                  <w:sz w:val="22"/>
                                  <w:szCs w:val="22"/>
                                </w:rPr>
                                <w:t>Student Data Collection Sheet</w:t>
                              </w:r>
                            </w:p>
                          </w:txbxContent>
                        </wps:txbx>
                        <wps:bodyPr rot="0" vert="horz" wrap="square" lIns="91440" tIns="45720" rIns="91440" bIns="45720" anchor="ctr" anchorCtr="0">
                          <a:noAutofit/>
                        </wps:bodyPr>
                      </wps:wsp>
                    </wpg:wgp>
                  </a:graphicData>
                </a:graphic>
              </wp:inline>
            </w:drawing>
          </mc:Choice>
          <mc:Fallback>
            <w:pict>
              <v:group w14:anchorId="2EEF105F" id="Group 4" o:spid="_x0000_s1026" alt="decorative element" style="width:540pt;height:76.05pt;mso-position-horizontal-relative:char;mso-position-vertical-relative:line" coordsize="70866,1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">
                <v:rect id="Rectangle 5" o:spid="_x0000_s1027" style="position:absolute;width:70866;height:10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" filled="f" strokecolor="black [3213]" strokeweight="1pt"/>
                <v:shapetype id="_x0000_t202" coordsize="21600,21600" o:spt="202" path="m,l,21600r21600,l21600,xe">
                  <v:stroke joinstyle="miter"/>
                  <v:path gradientshapeok="t" o:connecttype="rect"/>
                </v:shapetype>
                <v:shape id="Text Box 6" o:spid="_x0000_s1028" type="#_x0000_t202" style="position:absolute;top:408;width:70708;height:10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" filled="f" stroked="f">
                  <v:textbox>
                    <w:txbxContent>
                      <w:p w14:paraId="33A0C989" w14:textId="650F1A7B" w:rsidR="00CD7B6C" w:rsidRDefault="00CD7B6C" w:rsidP="00CD7B6C">
                        <w:pPr>
                          <w:pStyle w:val="Title"/>
                          <w:rPr>
                            <w:color w:val="000000" w:themeColor="text1"/>
                          </w:rPr>
                        </w:pPr>
                        <w:r>
                          <w:rPr>
                            <w:color w:val="000000" w:themeColor="text1"/>
                          </w:rPr>
                          <w:t>Making Water Safe</w:t>
                        </w:r>
                      </w:p>
                      <w:p w14:paraId="3A605DB1" w14:textId="7068508F" w:rsidR="00CD7B6C" w:rsidRPr="00356583" w:rsidRDefault="00555476" w:rsidP="00555476">
                        <w:pPr>
                          <w:pStyle w:val="Title"/>
                          <w:rPr>
                            <w:color w:val="000000" w:themeColor="text1"/>
                            <w:sz w:val="22"/>
                            <w:szCs w:val="22"/>
                          </w:rPr>
                        </w:pPr>
                        <w:r>
                          <w:rPr>
                            <w:color w:val="000000" w:themeColor="text1"/>
                            <w:sz w:val="22"/>
                            <w:szCs w:val="22"/>
                          </w:rPr>
                          <w:t>Student Data Collection Sheet</w:t>
                        </w:r>
                      </w:p>
                    </w:txbxContent>
                  </v:textbox>
                </v:shape>
                <w10:anchorlock/>
              </v:group>
            </w:pict>
          </mc:Fallback>
        </mc:AlternateContent>
      </w:r>
    </w:p>
    <w:p w14:paraId="274E7E4F" w14:textId="5BDB60FD" w:rsidR="000358C8" w:rsidRPr="005D138A" w:rsidRDefault="00173B4F" w:rsidP="005D138A">
      <w:pPr>
        <w:jc w:val="center"/>
        <w:rPr>
          <w:b/>
          <w:bCs/>
          <w:color w:val="000000" w:themeColor="text1"/>
        </w:rPr>
      </w:pPr>
      <w:r w:rsidRPr="00E460A6">
        <w:rPr>
          <w:b/>
          <w:bCs/>
          <w:color w:val="000000" w:themeColor="text1"/>
        </w:rPr>
        <w:t>Think About It!</w:t>
      </w:r>
      <w:r w:rsidR="005D138A">
        <w:rPr>
          <w:b/>
          <w:bCs/>
          <w:color w:val="000000" w:themeColor="text1"/>
        </w:rPr>
        <w:t xml:space="preserve"> </w:t>
      </w:r>
      <w:r w:rsidR="00FF7944" w:rsidRPr="00E460A6">
        <w:rPr>
          <w:color w:val="000000" w:themeColor="text1"/>
        </w:rPr>
        <w:t>Write your answers below:</w:t>
      </w:r>
      <w:r w:rsidR="00D87430" w:rsidRPr="00E460A6">
        <w:rPr>
          <w:noProof/>
          <w:color w:val="000000" w:themeColor="text1"/>
        </w:rPr>
        <w:t xml:space="preserve"> </w:t>
      </w:r>
    </w:p>
    <w:tbl>
      <w:tblPr>
        <w:tblStyle w:val="TableGrid"/>
        <w:tblW w:w="1079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95"/>
        <w:gridCol w:w="9000"/>
      </w:tblGrid>
      <w:tr w:rsidR="00E460A6" w:rsidRPr="00E460A6" w14:paraId="1A6C7D67" w14:textId="77777777" w:rsidTr="000C6066">
        <w:trPr>
          <w:trHeight w:val="1152"/>
        </w:trPr>
        <w:tc>
          <w:tcPr>
            <w:tcW w:w="1795" w:type="dxa"/>
            <w:vMerge w:val="restart"/>
          </w:tcPr>
          <w:p w14:paraId="408BBB22" w14:textId="77777777" w:rsidR="00173B4F" w:rsidRDefault="00173B4F" w:rsidP="005A6D71">
            <w:pPr>
              <w:pStyle w:val="Normal-SpaceAbove"/>
              <w:jc w:val="center"/>
              <w:rPr>
                <w:b/>
                <w:bCs/>
                <w:color w:val="000000" w:themeColor="text1"/>
              </w:rPr>
            </w:pPr>
            <w:r w:rsidRPr="00E460A6">
              <w:rPr>
                <w:b/>
                <w:bCs/>
                <w:color w:val="000000" w:themeColor="text1"/>
              </w:rPr>
              <w:t xml:space="preserve">Understanding </w:t>
            </w:r>
            <w:r w:rsidR="00AA2E3D" w:rsidRPr="00E460A6">
              <w:rPr>
                <w:b/>
                <w:bCs/>
                <w:color w:val="000000" w:themeColor="text1"/>
              </w:rPr>
              <w:t>Drinking Water</w:t>
            </w:r>
          </w:p>
          <w:p w14:paraId="24C36166" w14:textId="5D1998F7" w:rsidR="00214F31" w:rsidRPr="00E460A6" w:rsidRDefault="00214F31" w:rsidP="005A6D71">
            <w:pPr>
              <w:pStyle w:val="Normal-SpaceAbove"/>
              <w:jc w:val="center"/>
              <w:rPr>
                <w:b/>
                <w:bCs/>
                <w:color w:val="000000" w:themeColor="text1"/>
              </w:rPr>
            </w:pPr>
            <w:r>
              <w:rPr>
                <w:noProof/>
              </w:rPr>
              <w:drawing>
                <wp:inline distT="0" distB="0" distL="0" distR="0" wp14:anchorId="3A0E2C0C" wp14:editId="4CBCACEA">
                  <wp:extent cx="630555" cy="59436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4"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630555" cy="594360"/>
                          </a:xfrm>
                          <a:prstGeom prst="rect">
                            <a:avLst/>
                          </a:prstGeom>
                        </pic:spPr>
                      </pic:pic>
                    </a:graphicData>
                  </a:graphic>
                </wp:inline>
              </w:drawing>
            </w:r>
          </w:p>
        </w:tc>
        <w:tc>
          <w:tcPr>
            <w:tcW w:w="9000" w:type="dxa"/>
          </w:tcPr>
          <w:p w14:paraId="1DF3A9C6" w14:textId="265CA892" w:rsidR="00173B4F" w:rsidRPr="00E460A6" w:rsidRDefault="00173B4F" w:rsidP="00173B4F">
            <w:pPr>
              <w:pStyle w:val="Normal-SpaceAbove"/>
              <w:spacing w:before="0"/>
              <w:rPr>
                <w:color w:val="000000" w:themeColor="text1"/>
                <w:sz w:val="18"/>
                <w:szCs w:val="18"/>
              </w:rPr>
            </w:pPr>
            <w:r w:rsidRPr="00E460A6">
              <w:rPr>
                <w:b/>
                <w:bCs/>
                <w:color w:val="000000" w:themeColor="text1"/>
                <w:sz w:val="18"/>
                <w:szCs w:val="18"/>
              </w:rPr>
              <w:t>1</w:t>
            </w:r>
            <w:r w:rsidRPr="00E460A6">
              <w:rPr>
                <w:color w:val="000000" w:themeColor="text1"/>
                <w:sz w:val="18"/>
                <w:szCs w:val="18"/>
              </w:rPr>
              <w:t xml:space="preserve">. What </w:t>
            </w:r>
            <w:r w:rsidR="00345BD5" w:rsidRPr="00E460A6">
              <w:rPr>
                <w:color w:val="000000" w:themeColor="text1"/>
                <w:sz w:val="18"/>
                <w:szCs w:val="18"/>
              </w:rPr>
              <w:t xml:space="preserve">are some sources of </w:t>
            </w:r>
            <w:r w:rsidR="00345BD5" w:rsidRPr="00E460A6">
              <w:rPr>
                <w:b/>
                <w:bCs/>
                <w:color w:val="000000" w:themeColor="text1"/>
                <w:sz w:val="18"/>
                <w:szCs w:val="18"/>
              </w:rPr>
              <w:t>drinking water</w:t>
            </w:r>
            <w:r w:rsidR="00345BD5" w:rsidRPr="00E460A6">
              <w:rPr>
                <w:color w:val="000000" w:themeColor="text1"/>
                <w:sz w:val="18"/>
                <w:szCs w:val="18"/>
              </w:rPr>
              <w:t>?</w:t>
            </w:r>
          </w:p>
          <w:p w14:paraId="16999875" w14:textId="77777777" w:rsidR="00173B4F" w:rsidRPr="00E460A6" w:rsidRDefault="00173B4F" w:rsidP="00173B4F">
            <w:pPr>
              <w:pStyle w:val="Normal-SpaceAbove"/>
              <w:spacing w:before="0"/>
              <w:rPr>
                <w:b/>
                <w:bCs/>
                <w:color w:val="000000" w:themeColor="text1"/>
                <w:sz w:val="18"/>
                <w:szCs w:val="18"/>
              </w:rPr>
            </w:pPr>
          </w:p>
          <w:p w14:paraId="767C5241" w14:textId="5FC4A923" w:rsidR="003A1056" w:rsidRPr="00E460A6" w:rsidRDefault="003A1056" w:rsidP="00173B4F">
            <w:pPr>
              <w:pStyle w:val="Normal-SpaceAbove"/>
              <w:spacing w:before="0"/>
              <w:rPr>
                <w:b/>
                <w:bCs/>
                <w:color w:val="000000" w:themeColor="text1"/>
                <w:sz w:val="18"/>
                <w:szCs w:val="18"/>
              </w:rPr>
            </w:pPr>
          </w:p>
        </w:tc>
      </w:tr>
      <w:tr w:rsidR="00E460A6" w:rsidRPr="00E460A6" w14:paraId="173A9E80" w14:textId="77777777" w:rsidTr="000C6066">
        <w:trPr>
          <w:trHeight w:val="1152"/>
        </w:trPr>
        <w:tc>
          <w:tcPr>
            <w:tcW w:w="1795" w:type="dxa"/>
            <w:vMerge/>
          </w:tcPr>
          <w:p w14:paraId="4F13A093" w14:textId="77777777" w:rsidR="00173B4F" w:rsidRPr="00E460A6" w:rsidRDefault="00173B4F" w:rsidP="00811EA9">
            <w:pPr>
              <w:pStyle w:val="Normal-SpaceAbove"/>
              <w:rPr>
                <w:b/>
                <w:bCs/>
                <w:color w:val="000000" w:themeColor="text1"/>
              </w:rPr>
            </w:pPr>
          </w:p>
        </w:tc>
        <w:tc>
          <w:tcPr>
            <w:tcW w:w="9000" w:type="dxa"/>
          </w:tcPr>
          <w:p w14:paraId="6D07604B" w14:textId="5695D71B" w:rsidR="00173B4F" w:rsidRPr="00E460A6" w:rsidRDefault="00173B4F" w:rsidP="00173B4F">
            <w:pPr>
              <w:pStyle w:val="Normal-SpaceAbove"/>
              <w:spacing w:before="0"/>
              <w:rPr>
                <w:color w:val="000000" w:themeColor="text1"/>
                <w:sz w:val="18"/>
                <w:szCs w:val="18"/>
              </w:rPr>
            </w:pPr>
            <w:r w:rsidRPr="00E460A6">
              <w:rPr>
                <w:b/>
                <w:bCs/>
                <w:color w:val="000000" w:themeColor="text1"/>
                <w:sz w:val="18"/>
                <w:szCs w:val="18"/>
              </w:rPr>
              <w:t xml:space="preserve">2. </w:t>
            </w:r>
            <w:r w:rsidR="00345BD5" w:rsidRPr="00E460A6">
              <w:rPr>
                <w:color w:val="000000" w:themeColor="text1"/>
                <w:sz w:val="18"/>
                <w:szCs w:val="18"/>
              </w:rPr>
              <w:t xml:space="preserve">Why is clean </w:t>
            </w:r>
            <w:r w:rsidR="00345BD5" w:rsidRPr="00E460A6">
              <w:rPr>
                <w:b/>
                <w:bCs/>
                <w:color w:val="000000" w:themeColor="text1"/>
                <w:sz w:val="18"/>
                <w:szCs w:val="18"/>
              </w:rPr>
              <w:t>drinking water</w:t>
            </w:r>
            <w:r w:rsidR="00345BD5" w:rsidRPr="00E460A6">
              <w:rPr>
                <w:color w:val="000000" w:themeColor="text1"/>
                <w:sz w:val="18"/>
                <w:szCs w:val="18"/>
              </w:rPr>
              <w:t xml:space="preserve"> important?</w:t>
            </w:r>
          </w:p>
          <w:p w14:paraId="7DBA761C" w14:textId="77777777" w:rsidR="00173B4F" w:rsidRPr="00E460A6" w:rsidRDefault="00173B4F" w:rsidP="00173B4F">
            <w:pPr>
              <w:pStyle w:val="Normal-SpaceAbove"/>
              <w:spacing w:before="0"/>
              <w:rPr>
                <w:b/>
                <w:bCs/>
                <w:color w:val="000000" w:themeColor="text1"/>
                <w:sz w:val="18"/>
                <w:szCs w:val="18"/>
              </w:rPr>
            </w:pPr>
          </w:p>
          <w:p w14:paraId="3F03FE2B" w14:textId="1D7A73D5" w:rsidR="003A1056" w:rsidRPr="00E460A6" w:rsidRDefault="003A1056" w:rsidP="00173B4F">
            <w:pPr>
              <w:pStyle w:val="Normal-SpaceAbove"/>
              <w:spacing w:before="0"/>
              <w:rPr>
                <w:b/>
                <w:bCs/>
                <w:color w:val="000000" w:themeColor="text1"/>
                <w:sz w:val="18"/>
                <w:szCs w:val="18"/>
              </w:rPr>
            </w:pPr>
          </w:p>
        </w:tc>
      </w:tr>
      <w:tr w:rsidR="00E460A6" w:rsidRPr="00E460A6" w14:paraId="3616C630" w14:textId="77777777" w:rsidTr="000C6066">
        <w:trPr>
          <w:trHeight w:val="1152"/>
        </w:trPr>
        <w:tc>
          <w:tcPr>
            <w:tcW w:w="1795" w:type="dxa"/>
            <w:vMerge/>
          </w:tcPr>
          <w:p w14:paraId="3EDF5709" w14:textId="77777777" w:rsidR="00173B4F" w:rsidRPr="00E460A6" w:rsidRDefault="00173B4F" w:rsidP="00811EA9">
            <w:pPr>
              <w:pStyle w:val="Normal-SpaceAbove"/>
              <w:rPr>
                <w:b/>
                <w:bCs/>
                <w:color w:val="000000" w:themeColor="text1"/>
              </w:rPr>
            </w:pPr>
          </w:p>
        </w:tc>
        <w:tc>
          <w:tcPr>
            <w:tcW w:w="9000" w:type="dxa"/>
          </w:tcPr>
          <w:p w14:paraId="6975F72B" w14:textId="7C85F235" w:rsidR="003A1056" w:rsidRPr="00E460A6" w:rsidRDefault="00173B4F" w:rsidP="00173B4F">
            <w:pPr>
              <w:pStyle w:val="Normal-SpaceAbove"/>
              <w:spacing w:before="0"/>
              <w:rPr>
                <w:color w:val="000000" w:themeColor="text1"/>
                <w:sz w:val="18"/>
                <w:szCs w:val="18"/>
              </w:rPr>
            </w:pPr>
            <w:r w:rsidRPr="00E460A6">
              <w:rPr>
                <w:b/>
                <w:bCs/>
                <w:color w:val="000000" w:themeColor="text1"/>
                <w:sz w:val="18"/>
                <w:szCs w:val="18"/>
              </w:rPr>
              <w:t xml:space="preserve">3. </w:t>
            </w:r>
            <w:r w:rsidR="00345BD5" w:rsidRPr="00E460A6">
              <w:rPr>
                <w:color w:val="000000" w:themeColor="text1"/>
                <w:sz w:val="18"/>
                <w:szCs w:val="18"/>
              </w:rPr>
              <w:t xml:space="preserve">Why do some communities not have access to clean </w:t>
            </w:r>
            <w:r w:rsidR="00345BD5" w:rsidRPr="00E460A6">
              <w:rPr>
                <w:b/>
                <w:bCs/>
                <w:color w:val="000000" w:themeColor="text1"/>
                <w:sz w:val="18"/>
                <w:szCs w:val="18"/>
              </w:rPr>
              <w:t>drinking water</w:t>
            </w:r>
            <w:r w:rsidR="00345BD5" w:rsidRPr="00E460A6">
              <w:rPr>
                <w:color w:val="000000" w:themeColor="text1"/>
                <w:sz w:val="18"/>
                <w:szCs w:val="18"/>
              </w:rPr>
              <w:t>?</w:t>
            </w:r>
          </w:p>
          <w:p w14:paraId="4EF86CB9" w14:textId="77777777" w:rsidR="00C37704" w:rsidRPr="00E460A6" w:rsidRDefault="00C37704" w:rsidP="00173B4F">
            <w:pPr>
              <w:pStyle w:val="Normal-SpaceAbove"/>
              <w:spacing w:before="0"/>
              <w:rPr>
                <w:color w:val="000000" w:themeColor="text1"/>
                <w:sz w:val="18"/>
                <w:szCs w:val="18"/>
              </w:rPr>
            </w:pPr>
          </w:p>
          <w:p w14:paraId="191AD980" w14:textId="6F9AF0FE" w:rsidR="00B676F3" w:rsidRPr="00E460A6" w:rsidRDefault="00B676F3" w:rsidP="00173B4F">
            <w:pPr>
              <w:pStyle w:val="Normal-SpaceAbove"/>
              <w:spacing w:before="0"/>
              <w:rPr>
                <w:color w:val="000000" w:themeColor="text1"/>
                <w:sz w:val="18"/>
                <w:szCs w:val="18"/>
              </w:rPr>
            </w:pPr>
          </w:p>
        </w:tc>
      </w:tr>
    </w:tbl>
    <w:p w14:paraId="71ACCB9E" w14:textId="09CDE2DE" w:rsidR="00B676F3" w:rsidRPr="00E460A6" w:rsidRDefault="00B676F3" w:rsidP="00BD7C79">
      <w:pPr>
        <w:tabs>
          <w:tab w:val="left" w:pos="360"/>
          <w:tab w:val="left" w:pos="450"/>
        </w:tabs>
        <w:spacing w:after="0"/>
        <w:rPr>
          <w:color w:val="000000" w:themeColor="text1"/>
          <w:sz w:val="12"/>
          <w:szCs w:val="12"/>
        </w:rPr>
      </w:pPr>
    </w:p>
    <w:tbl>
      <w:tblPr>
        <w:tblStyle w:val="TableGrid"/>
        <w:tblW w:w="1079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95"/>
        <w:gridCol w:w="9000"/>
      </w:tblGrid>
      <w:tr w:rsidR="00E460A6" w:rsidRPr="00E460A6" w14:paraId="1280EBED" w14:textId="77777777" w:rsidTr="000C6066">
        <w:trPr>
          <w:trHeight w:val="1224"/>
        </w:trPr>
        <w:tc>
          <w:tcPr>
            <w:tcW w:w="1795" w:type="dxa"/>
            <w:vMerge w:val="restart"/>
          </w:tcPr>
          <w:p w14:paraId="11E7D1B7" w14:textId="77777777" w:rsidR="00EA019B" w:rsidRDefault="00AA2E3D" w:rsidP="005A6D71">
            <w:pPr>
              <w:pStyle w:val="Normal-SpaceAbove"/>
              <w:jc w:val="center"/>
              <w:rPr>
                <w:b/>
                <w:bCs/>
                <w:color w:val="000000" w:themeColor="text1"/>
              </w:rPr>
            </w:pPr>
            <w:r w:rsidRPr="00E460A6">
              <w:rPr>
                <w:b/>
                <w:bCs/>
                <w:color w:val="000000" w:themeColor="text1"/>
              </w:rPr>
              <w:t>Safe Water</w:t>
            </w:r>
            <w:r w:rsidR="00EA019B" w:rsidRPr="00E460A6">
              <w:rPr>
                <w:b/>
                <w:bCs/>
                <w:color w:val="000000" w:themeColor="text1"/>
              </w:rPr>
              <w:t xml:space="preserve"> and CDC</w:t>
            </w:r>
          </w:p>
          <w:p w14:paraId="043DFDF4" w14:textId="6BD68616" w:rsidR="00214F31" w:rsidRPr="00E460A6" w:rsidRDefault="00214F31" w:rsidP="005A6D71">
            <w:pPr>
              <w:pStyle w:val="Normal-SpaceAbove"/>
              <w:jc w:val="center"/>
              <w:rPr>
                <w:b/>
                <w:bCs/>
                <w:color w:val="000000" w:themeColor="text1"/>
              </w:rPr>
            </w:pPr>
            <w:r>
              <w:rPr>
                <w:noProof/>
              </w:rPr>
              <w:drawing>
                <wp:inline distT="0" distB="0" distL="0" distR="0" wp14:anchorId="1FE2E0A5" wp14:editId="5DD0EE16">
                  <wp:extent cx="630555" cy="594360"/>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4"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630555" cy="594360"/>
                          </a:xfrm>
                          <a:prstGeom prst="rect">
                            <a:avLst/>
                          </a:prstGeom>
                        </pic:spPr>
                      </pic:pic>
                    </a:graphicData>
                  </a:graphic>
                </wp:inline>
              </w:drawing>
            </w:r>
          </w:p>
        </w:tc>
        <w:tc>
          <w:tcPr>
            <w:tcW w:w="9000" w:type="dxa"/>
          </w:tcPr>
          <w:p w14:paraId="594421BA" w14:textId="6C4F98D4" w:rsidR="00EA019B" w:rsidRPr="00E460A6" w:rsidRDefault="00EA019B" w:rsidP="0088120A">
            <w:pPr>
              <w:pStyle w:val="Normal-SpaceAbove"/>
              <w:spacing w:before="0"/>
              <w:rPr>
                <w:color w:val="000000" w:themeColor="text1"/>
                <w:sz w:val="18"/>
                <w:szCs w:val="18"/>
              </w:rPr>
            </w:pPr>
            <w:r w:rsidRPr="00E460A6">
              <w:rPr>
                <w:b/>
                <w:bCs/>
                <w:color w:val="000000" w:themeColor="text1"/>
                <w:sz w:val="18"/>
                <w:szCs w:val="18"/>
              </w:rPr>
              <w:t>1</w:t>
            </w:r>
            <w:r w:rsidRPr="00E460A6">
              <w:rPr>
                <w:color w:val="000000" w:themeColor="text1"/>
                <w:sz w:val="18"/>
                <w:szCs w:val="18"/>
              </w:rPr>
              <w:t xml:space="preserve">. </w:t>
            </w:r>
            <w:r w:rsidR="00EA580F" w:rsidRPr="00E460A6">
              <w:rPr>
                <w:color w:val="000000" w:themeColor="text1"/>
                <w:sz w:val="18"/>
                <w:szCs w:val="18"/>
              </w:rPr>
              <w:t>Why was it important for cities to sanitize their public water sources?</w:t>
            </w:r>
          </w:p>
          <w:p w14:paraId="25CEC8BA" w14:textId="6F7B14AF" w:rsidR="00EA019B" w:rsidRPr="00E460A6" w:rsidRDefault="00EA019B" w:rsidP="0088120A">
            <w:pPr>
              <w:pStyle w:val="Normal-SpaceAbove"/>
              <w:spacing w:before="0"/>
              <w:rPr>
                <w:b/>
                <w:bCs/>
                <w:color w:val="000000" w:themeColor="text1"/>
                <w:sz w:val="18"/>
                <w:szCs w:val="18"/>
              </w:rPr>
            </w:pPr>
          </w:p>
          <w:p w14:paraId="5FD57BAD" w14:textId="77777777" w:rsidR="00EA019B" w:rsidRPr="00E460A6" w:rsidRDefault="00EA019B" w:rsidP="0088120A">
            <w:pPr>
              <w:pStyle w:val="Normal-SpaceAbove"/>
              <w:spacing w:before="0"/>
              <w:rPr>
                <w:b/>
                <w:bCs/>
                <w:color w:val="000000" w:themeColor="text1"/>
                <w:sz w:val="18"/>
                <w:szCs w:val="18"/>
              </w:rPr>
            </w:pPr>
          </w:p>
          <w:p w14:paraId="08F74E3B" w14:textId="77777777" w:rsidR="00EA019B" w:rsidRPr="00E460A6" w:rsidRDefault="00EA019B" w:rsidP="0088120A">
            <w:pPr>
              <w:pStyle w:val="Normal-SpaceAbove"/>
              <w:spacing w:before="0"/>
              <w:rPr>
                <w:b/>
                <w:bCs/>
                <w:color w:val="000000" w:themeColor="text1"/>
                <w:sz w:val="18"/>
                <w:szCs w:val="18"/>
              </w:rPr>
            </w:pPr>
          </w:p>
        </w:tc>
      </w:tr>
      <w:tr w:rsidR="00E460A6" w:rsidRPr="00E460A6" w14:paraId="3DEDB3F5" w14:textId="77777777" w:rsidTr="000C6066">
        <w:trPr>
          <w:trHeight w:val="1224"/>
        </w:trPr>
        <w:tc>
          <w:tcPr>
            <w:tcW w:w="1795" w:type="dxa"/>
            <w:vMerge/>
          </w:tcPr>
          <w:p w14:paraId="76E7A94D" w14:textId="77777777" w:rsidR="00EA019B" w:rsidRPr="00E460A6" w:rsidRDefault="00EA019B" w:rsidP="0088120A">
            <w:pPr>
              <w:pStyle w:val="Normal-SpaceAbove"/>
              <w:rPr>
                <w:b/>
                <w:bCs/>
                <w:color w:val="000000" w:themeColor="text1"/>
              </w:rPr>
            </w:pPr>
          </w:p>
        </w:tc>
        <w:tc>
          <w:tcPr>
            <w:tcW w:w="9000" w:type="dxa"/>
          </w:tcPr>
          <w:p w14:paraId="3056F6BE" w14:textId="406F00AE" w:rsidR="00EA019B" w:rsidRPr="00E460A6" w:rsidRDefault="00EA019B" w:rsidP="0088120A">
            <w:pPr>
              <w:pStyle w:val="Normal-SpaceAbove"/>
              <w:spacing w:before="0"/>
              <w:rPr>
                <w:color w:val="000000" w:themeColor="text1"/>
                <w:sz w:val="18"/>
                <w:szCs w:val="18"/>
              </w:rPr>
            </w:pPr>
            <w:r w:rsidRPr="00E460A6">
              <w:rPr>
                <w:b/>
                <w:bCs/>
                <w:color w:val="000000" w:themeColor="text1"/>
                <w:sz w:val="18"/>
                <w:szCs w:val="18"/>
              </w:rPr>
              <w:t xml:space="preserve">2. </w:t>
            </w:r>
            <w:r w:rsidR="00EA580F" w:rsidRPr="00E460A6">
              <w:rPr>
                <w:color w:val="000000" w:themeColor="text1"/>
                <w:sz w:val="18"/>
                <w:szCs w:val="18"/>
              </w:rPr>
              <w:t>How many people around the world struggle with access to clean water?</w:t>
            </w:r>
          </w:p>
          <w:p w14:paraId="1344B5F6" w14:textId="77777777" w:rsidR="00EA019B" w:rsidRPr="00E460A6" w:rsidRDefault="00EA019B" w:rsidP="0088120A">
            <w:pPr>
              <w:pStyle w:val="Normal-SpaceAbove"/>
              <w:spacing w:before="0"/>
              <w:rPr>
                <w:b/>
                <w:bCs/>
                <w:color w:val="000000" w:themeColor="text1"/>
                <w:sz w:val="18"/>
                <w:szCs w:val="18"/>
              </w:rPr>
            </w:pPr>
          </w:p>
          <w:p w14:paraId="5D18840D" w14:textId="77777777" w:rsidR="00EA019B" w:rsidRPr="00E460A6" w:rsidRDefault="00EA019B" w:rsidP="0088120A">
            <w:pPr>
              <w:pStyle w:val="Normal-SpaceAbove"/>
              <w:spacing w:before="0"/>
              <w:rPr>
                <w:b/>
                <w:bCs/>
                <w:color w:val="000000" w:themeColor="text1"/>
                <w:sz w:val="18"/>
                <w:szCs w:val="18"/>
              </w:rPr>
            </w:pPr>
          </w:p>
          <w:p w14:paraId="4E05572A" w14:textId="1BF690AA" w:rsidR="00EA019B" w:rsidRPr="00E460A6" w:rsidRDefault="00EA019B" w:rsidP="0088120A">
            <w:pPr>
              <w:pStyle w:val="Normal-SpaceAbove"/>
              <w:spacing w:before="0"/>
              <w:rPr>
                <w:b/>
                <w:bCs/>
                <w:color w:val="000000" w:themeColor="text1"/>
                <w:sz w:val="18"/>
                <w:szCs w:val="18"/>
              </w:rPr>
            </w:pPr>
          </w:p>
        </w:tc>
      </w:tr>
      <w:tr w:rsidR="00E460A6" w:rsidRPr="00E460A6" w14:paraId="64D0D14E" w14:textId="77777777" w:rsidTr="000C6066">
        <w:trPr>
          <w:trHeight w:val="1224"/>
        </w:trPr>
        <w:tc>
          <w:tcPr>
            <w:tcW w:w="1795" w:type="dxa"/>
            <w:vMerge/>
          </w:tcPr>
          <w:p w14:paraId="631DA5B4" w14:textId="77777777" w:rsidR="00EA019B" w:rsidRPr="00E460A6" w:rsidRDefault="00EA019B" w:rsidP="0088120A">
            <w:pPr>
              <w:pStyle w:val="Normal-SpaceAbove"/>
              <w:rPr>
                <w:b/>
                <w:bCs/>
                <w:color w:val="000000" w:themeColor="text1"/>
              </w:rPr>
            </w:pPr>
          </w:p>
        </w:tc>
        <w:tc>
          <w:tcPr>
            <w:tcW w:w="9000" w:type="dxa"/>
          </w:tcPr>
          <w:p w14:paraId="036AD338" w14:textId="20FDF47A" w:rsidR="00EA019B" w:rsidRPr="00E460A6" w:rsidRDefault="00EA019B" w:rsidP="0088120A">
            <w:pPr>
              <w:pStyle w:val="Normal-SpaceAbove"/>
              <w:spacing w:before="0"/>
              <w:rPr>
                <w:color w:val="000000" w:themeColor="text1"/>
                <w:sz w:val="18"/>
                <w:szCs w:val="18"/>
              </w:rPr>
            </w:pPr>
            <w:r w:rsidRPr="00E460A6">
              <w:rPr>
                <w:b/>
                <w:bCs/>
                <w:color w:val="000000" w:themeColor="text1"/>
                <w:sz w:val="18"/>
                <w:szCs w:val="18"/>
              </w:rPr>
              <w:t xml:space="preserve">3. </w:t>
            </w:r>
            <w:r w:rsidR="00EA580F" w:rsidRPr="00E460A6">
              <w:rPr>
                <w:color w:val="000000" w:themeColor="text1"/>
                <w:sz w:val="18"/>
                <w:szCs w:val="18"/>
              </w:rPr>
              <w:t xml:space="preserve">How does the </w:t>
            </w:r>
            <w:r w:rsidR="00FF7F80">
              <w:rPr>
                <w:b/>
                <w:bCs/>
                <w:color w:val="000000" w:themeColor="text1"/>
                <w:sz w:val="18"/>
                <w:szCs w:val="18"/>
              </w:rPr>
              <w:t>Global Water, Sanitation, and hygiene (WASH)</w:t>
            </w:r>
            <w:r w:rsidR="00EA580F" w:rsidRPr="00E460A6">
              <w:rPr>
                <w:color w:val="000000" w:themeColor="text1"/>
                <w:sz w:val="18"/>
                <w:szCs w:val="18"/>
              </w:rPr>
              <w:t xml:space="preserve"> address global water </w:t>
            </w:r>
            <w:r w:rsidR="00EA580F" w:rsidRPr="00E460A6">
              <w:rPr>
                <w:b/>
                <w:bCs/>
                <w:color w:val="000000" w:themeColor="text1"/>
                <w:sz w:val="18"/>
                <w:szCs w:val="18"/>
              </w:rPr>
              <w:t xml:space="preserve">sanitation </w:t>
            </w:r>
            <w:r w:rsidR="00EA580F" w:rsidRPr="00E460A6">
              <w:rPr>
                <w:color w:val="000000" w:themeColor="text1"/>
                <w:sz w:val="18"/>
                <w:szCs w:val="18"/>
              </w:rPr>
              <w:t>issues?</w:t>
            </w:r>
          </w:p>
          <w:p w14:paraId="3435C33E" w14:textId="108ECCB4" w:rsidR="00EA019B" w:rsidRPr="00E460A6" w:rsidRDefault="00EA019B" w:rsidP="0088120A">
            <w:pPr>
              <w:pStyle w:val="Normal-SpaceAbove"/>
              <w:spacing w:before="0"/>
              <w:rPr>
                <w:color w:val="000000" w:themeColor="text1"/>
                <w:sz w:val="18"/>
                <w:szCs w:val="18"/>
              </w:rPr>
            </w:pPr>
          </w:p>
          <w:p w14:paraId="514FD108" w14:textId="77777777" w:rsidR="00EA019B" w:rsidRPr="00E460A6" w:rsidRDefault="00EA019B" w:rsidP="0088120A">
            <w:pPr>
              <w:pStyle w:val="Normal-SpaceAbove"/>
              <w:spacing w:before="0"/>
              <w:rPr>
                <w:color w:val="000000" w:themeColor="text1"/>
                <w:sz w:val="18"/>
                <w:szCs w:val="18"/>
              </w:rPr>
            </w:pPr>
          </w:p>
          <w:p w14:paraId="0D8FE856" w14:textId="77777777" w:rsidR="00EA019B" w:rsidRPr="00E460A6" w:rsidRDefault="00EA019B" w:rsidP="0088120A">
            <w:pPr>
              <w:pStyle w:val="Normal-SpaceAbove"/>
              <w:spacing w:before="0"/>
              <w:rPr>
                <w:color w:val="000000" w:themeColor="text1"/>
                <w:sz w:val="18"/>
                <w:szCs w:val="18"/>
              </w:rPr>
            </w:pPr>
          </w:p>
        </w:tc>
      </w:tr>
    </w:tbl>
    <w:p w14:paraId="3064C446" w14:textId="5848EE76" w:rsidR="004733AF" w:rsidRPr="00E460A6" w:rsidRDefault="009B4F2E" w:rsidP="00BD7C79">
      <w:pPr>
        <w:spacing w:after="0"/>
        <w:rPr>
          <w:b/>
          <w:bCs/>
          <w:color w:val="000000" w:themeColor="text1"/>
          <w:sz w:val="12"/>
          <w:szCs w:val="12"/>
        </w:rPr>
      </w:pPr>
      <w:r w:rsidRPr="00E460A6">
        <w:rPr>
          <w:noProof/>
          <w:color w:val="000000" w:themeColor="text1"/>
        </w:rPr>
        <mc:AlternateContent>
          <mc:Choice Requires="wps">
            <w:drawing>
              <wp:anchor distT="45720" distB="45720" distL="114300" distR="114300" simplePos="0" relativeHeight="251663360" behindDoc="0" locked="0" layoutInCell="1" allowOverlap="1" wp14:anchorId="53A56ED6" wp14:editId="3B9E5270">
                <wp:simplePos x="0" y="0"/>
                <wp:positionH relativeFrom="column">
                  <wp:posOffset>2727960</wp:posOffset>
                </wp:positionH>
                <wp:positionV relativeFrom="paragraph">
                  <wp:posOffset>6635115</wp:posOffset>
                </wp:positionV>
                <wp:extent cx="3506470" cy="967740"/>
                <wp:effectExtent l="0" t="0" r="0" b="3810"/>
                <wp:wrapNone/>
                <wp:docPr id="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967740"/>
                        </a:xfrm>
                        <a:prstGeom prst="rect">
                          <a:avLst/>
                        </a:prstGeom>
                        <a:noFill/>
                        <a:ln w="9525">
                          <a:noFill/>
                          <a:miter lim="800000"/>
                          <a:headEnd/>
                          <a:tailEnd/>
                        </a:ln>
                      </wps:spPr>
                      <wps:txbx>
                        <w:txbxContent>
                          <w:p w14:paraId="42812928" w14:textId="77777777" w:rsidR="00811872" w:rsidRPr="009B4F2E" w:rsidRDefault="00811872" w:rsidP="009B4F2E">
                            <w:pPr>
                              <w:pStyle w:val="ListParagraph"/>
                              <w:numPr>
                                <w:ilvl w:val="0"/>
                                <w:numId w:val="24"/>
                              </w:numPr>
                              <w:spacing w:before="0" w:after="0" w:line="240" w:lineRule="auto"/>
                              <w:ind w:left="-90" w:hanging="4"/>
                              <w:rPr>
                                <w:rFonts w:asciiTheme="minorHAnsi" w:hAnsiTheme="minorHAnsi"/>
                                <w:sz w:val="17"/>
                                <w:szCs w:val="17"/>
                              </w:rPr>
                            </w:pPr>
                            <w:r w:rsidRPr="009B4F2E">
                              <w:rPr>
                                <w:rFonts w:asciiTheme="minorHAnsi" w:hAnsiTheme="minorHAnsi"/>
                                <w:sz w:val="17"/>
                                <w:szCs w:val="17"/>
                              </w:rPr>
                              <w:t xml:space="preserve">In this step, you share your information. Sharing the </w:t>
                            </w:r>
                            <w:proofErr w:type="gramStart"/>
                            <w:r w:rsidRPr="009B4F2E">
                              <w:rPr>
                                <w:rFonts w:asciiTheme="minorHAnsi" w:hAnsiTheme="minorHAnsi"/>
                                <w:sz w:val="17"/>
                                <w:szCs w:val="17"/>
                              </w:rPr>
                              <w:t>information</w:t>
                            </w:r>
                            <w:proofErr w:type="gramEnd"/>
                            <w:r w:rsidRPr="009B4F2E">
                              <w:rPr>
                                <w:rFonts w:asciiTheme="minorHAnsi" w:hAnsiTheme="minorHAnsi"/>
                                <w:sz w:val="17"/>
                                <w:szCs w:val="17"/>
                              </w:rPr>
                              <w:t xml:space="preserve"> you collect is key.</w:t>
                            </w:r>
                            <w:r>
                              <w:rPr>
                                <w:rFonts w:asciiTheme="minorHAnsi" w:hAnsiTheme="minorHAnsi"/>
                                <w:sz w:val="17"/>
                                <w:szCs w:val="17"/>
                              </w:rPr>
                              <w:t xml:space="preserve"> Click the links below to share:</w:t>
                            </w:r>
                          </w:p>
                          <w:p w14:paraId="7014C1DD" w14:textId="77777777" w:rsidR="00811872" w:rsidRPr="009B4F2E" w:rsidRDefault="00F36F02" w:rsidP="001C02A0">
                            <w:pPr>
                              <w:pStyle w:val="ListParagraph"/>
                              <w:numPr>
                                <w:ilvl w:val="0"/>
                                <w:numId w:val="24"/>
                              </w:numPr>
                              <w:spacing w:before="0" w:after="0" w:line="240" w:lineRule="auto"/>
                              <w:ind w:left="-90" w:hanging="4"/>
                              <w:rPr>
                                <w:rFonts w:asciiTheme="minorHAnsi" w:hAnsiTheme="minorHAnsi"/>
                                <w:sz w:val="17"/>
                                <w:szCs w:val="17"/>
                              </w:rPr>
                            </w:pPr>
                            <w:hyperlink r:id="rId15" w:history="1">
                              <w:r w:rsidR="00811872" w:rsidRPr="009B4F2E">
                                <w:rPr>
                                  <w:rStyle w:val="Hyperlink"/>
                                  <w:rFonts w:asciiTheme="minorHAnsi" w:hAnsiTheme="minorHAnsi"/>
                                  <w:sz w:val="17"/>
                                  <w:szCs w:val="17"/>
                                </w:rPr>
                                <w:t>https://observer.globe.gov/do-globe-observer/mosquito-habitats</w:t>
                              </w:r>
                            </w:hyperlink>
                          </w:p>
                          <w:p w14:paraId="675E2F6C" w14:textId="77777777" w:rsidR="00811872" w:rsidRPr="009B4F2E" w:rsidRDefault="00F36F02" w:rsidP="001C02A0">
                            <w:pPr>
                              <w:pStyle w:val="ListParagraph"/>
                              <w:numPr>
                                <w:ilvl w:val="0"/>
                                <w:numId w:val="24"/>
                              </w:numPr>
                              <w:spacing w:before="0" w:after="0" w:line="240" w:lineRule="auto"/>
                              <w:ind w:left="-90" w:hanging="4"/>
                              <w:rPr>
                                <w:rFonts w:asciiTheme="minorHAnsi" w:hAnsiTheme="minorHAnsi"/>
                                <w:sz w:val="17"/>
                                <w:szCs w:val="17"/>
                              </w:rPr>
                            </w:pPr>
                            <w:hyperlink r:id="rId16" w:history="1">
                              <w:r w:rsidR="00811872" w:rsidRPr="009B4F2E">
                                <w:rPr>
                                  <w:rStyle w:val="Hyperlink"/>
                                  <w:rFonts w:asciiTheme="minorHAnsi" w:hAnsiTheme="minorHAnsi"/>
                                  <w:sz w:val="17"/>
                                  <w:szCs w:val="17"/>
                                </w:rPr>
                                <w:t>http://www.citizenscience.us/imp/collectionform.php</w:t>
                              </w:r>
                            </w:hyperlink>
                          </w:p>
                          <w:p w14:paraId="234E310E" w14:textId="77777777" w:rsidR="00811872" w:rsidRPr="00455B4A" w:rsidRDefault="00811872" w:rsidP="00455B4A">
                            <w:pPr>
                              <w:spacing w:after="0" w:line="240" w:lineRule="auto"/>
                              <w:ind w:left="720" w:hanging="360"/>
                              <w:rPr>
                                <w:sz w:val="17"/>
                                <w:szCs w:val="17"/>
                              </w:rPr>
                            </w:pPr>
                          </w:p>
                          <w:p w14:paraId="09BCB25E" w14:textId="77777777" w:rsidR="00811872" w:rsidRPr="002207D5" w:rsidRDefault="00811872" w:rsidP="002207D5">
                            <w:pPr>
                              <w:spacing w:after="0" w:line="240" w:lineRule="auto"/>
                              <w:ind w:left="-90"/>
                              <w:rPr>
                                <w:sz w:val="17"/>
                                <w:szCs w:val="1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A56ED6" id="Text Box 2" o:spid="_x0000_s1029" type="#_x0000_t202" style="position:absolute;margin-left:214.8pt;margin-top:522.45pt;width:276.1pt;height:76.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" filled="f" stroked="f">
                <v:textbox>
                  <w:txbxContent>
                    <w:p w14:paraId="42812928" w14:textId="77777777" w:rsidR="00811872" w:rsidRPr="009B4F2E" w:rsidRDefault="00811872" w:rsidP="009B4F2E">
                      <w:pPr>
                        <w:pStyle w:val="ListParagraph"/>
                        <w:numPr>
                          <w:ilvl w:val="0"/>
                          <w:numId w:val="24"/>
                        </w:numPr>
                        <w:spacing w:before="0" w:after="0" w:line="240" w:lineRule="auto"/>
                        <w:ind w:left="-90" w:hanging="4"/>
                        <w:rPr>
                          <w:rFonts w:asciiTheme="minorHAnsi" w:hAnsiTheme="minorHAnsi"/>
                          <w:sz w:val="17"/>
                          <w:szCs w:val="17"/>
                        </w:rPr>
                      </w:pPr>
                      <w:r w:rsidRPr="009B4F2E">
                        <w:rPr>
                          <w:rFonts w:asciiTheme="minorHAnsi" w:hAnsiTheme="minorHAnsi"/>
                          <w:sz w:val="17"/>
                          <w:szCs w:val="17"/>
                        </w:rPr>
                        <w:t xml:space="preserve">In this step, you share your information. Sharing the </w:t>
                      </w:r>
                      <w:proofErr w:type="gramStart"/>
                      <w:r w:rsidRPr="009B4F2E">
                        <w:rPr>
                          <w:rFonts w:asciiTheme="minorHAnsi" w:hAnsiTheme="minorHAnsi"/>
                          <w:sz w:val="17"/>
                          <w:szCs w:val="17"/>
                        </w:rPr>
                        <w:t>information</w:t>
                      </w:r>
                      <w:proofErr w:type="gramEnd"/>
                      <w:r w:rsidRPr="009B4F2E">
                        <w:rPr>
                          <w:rFonts w:asciiTheme="minorHAnsi" w:hAnsiTheme="minorHAnsi"/>
                          <w:sz w:val="17"/>
                          <w:szCs w:val="17"/>
                        </w:rPr>
                        <w:t xml:space="preserve"> you collect is key.</w:t>
                      </w:r>
                      <w:r>
                        <w:rPr>
                          <w:rFonts w:asciiTheme="minorHAnsi" w:hAnsiTheme="minorHAnsi"/>
                          <w:sz w:val="17"/>
                          <w:szCs w:val="17"/>
                        </w:rPr>
                        <w:t xml:space="preserve"> Click the links below to share:</w:t>
                      </w:r>
                    </w:p>
                    <w:p w14:paraId="7014C1DD" w14:textId="77777777" w:rsidR="00811872" w:rsidRPr="009B4F2E" w:rsidRDefault="00F36F02" w:rsidP="001C02A0">
                      <w:pPr>
                        <w:pStyle w:val="ListParagraph"/>
                        <w:numPr>
                          <w:ilvl w:val="0"/>
                          <w:numId w:val="24"/>
                        </w:numPr>
                        <w:spacing w:before="0" w:after="0" w:line="240" w:lineRule="auto"/>
                        <w:ind w:left="-90" w:hanging="4"/>
                        <w:rPr>
                          <w:rFonts w:asciiTheme="minorHAnsi" w:hAnsiTheme="minorHAnsi"/>
                          <w:sz w:val="17"/>
                          <w:szCs w:val="17"/>
                        </w:rPr>
                      </w:pPr>
                      <w:hyperlink r:id="rId17" w:history="1">
                        <w:r w:rsidR="00811872" w:rsidRPr="009B4F2E">
                          <w:rPr>
                            <w:rStyle w:val="Hyperlink"/>
                            <w:rFonts w:asciiTheme="minorHAnsi" w:hAnsiTheme="minorHAnsi"/>
                            <w:sz w:val="17"/>
                            <w:szCs w:val="17"/>
                          </w:rPr>
                          <w:t>https://observer.globe.gov/do-globe-observer/mosquito-habitats</w:t>
                        </w:r>
                      </w:hyperlink>
                    </w:p>
                    <w:p w14:paraId="675E2F6C" w14:textId="77777777" w:rsidR="00811872" w:rsidRPr="009B4F2E" w:rsidRDefault="00F36F02" w:rsidP="001C02A0">
                      <w:pPr>
                        <w:pStyle w:val="ListParagraph"/>
                        <w:numPr>
                          <w:ilvl w:val="0"/>
                          <w:numId w:val="24"/>
                        </w:numPr>
                        <w:spacing w:before="0" w:after="0" w:line="240" w:lineRule="auto"/>
                        <w:ind w:left="-90" w:hanging="4"/>
                        <w:rPr>
                          <w:rFonts w:asciiTheme="minorHAnsi" w:hAnsiTheme="minorHAnsi"/>
                          <w:sz w:val="17"/>
                          <w:szCs w:val="17"/>
                        </w:rPr>
                      </w:pPr>
                      <w:hyperlink r:id="rId18" w:history="1">
                        <w:r w:rsidR="00811872" w:rsidRPr="009B4F2E">
                          <w:rPr>
                            <w:rStyle w:val="Hyperlink"/>
                            <w:rFonts w:asciiTheme="minorHAnsi" w:hAnsiTheme="minorHAnsi"/>
                            <w:sz w:val="17"/>
                            <w:szCs w:val="17"/>
                          </w:rPr>
                          <w:t>http://www.citizenscience.us/imp/collectionform.php</w:t>
                        </w:r>
                      </w:hyperlink>
                    </w:p>
                    <w:p w14:paraId="234E310E" w14:textId="77777777" w:rsidR="00811872" w:rsidRPr="00455B4A" w:rsidRDefault="00811872" w:rsidP="00455B4A">
                      <w:pPr>
                        <w:spacing w:after="0" w:line="240" w:lineRule="auto"/>
                        <w:ind w:left="720" w:hanging="360"/>
                        <w:rPr>
                          <w:sz w:val="17"/>
                          <w:szCs w:val="17"/>
                        </w:rPr>
                      </w:pPr>
                    </w:p>
                    <w:p w14:paraId="09BCB25E" w14:textId="77777777" w:rsidR="00811872" w:rsidRPr="002207D5" w:rsidRDefault="00811872" w:rsidP="002207D5">
                      <w:pPr>
                        <w:spacing w:after="0" w:line="240" w:lineRule="auto"/>
                        <w:ind w:left="-90"/>
                        <w:rPr>
                          <w:sz w:val="17"/>
                          <w:szCs w:val="17"/>
                        </w:rPr>
                      </w:pPr>
                    </w:p>
                  </w:txbxContent>
                </v:textbox>
              </v:shape>
            </w:pict>
          </mc:Fallback>
        </mc:AlternateConten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94"/>
        <w:gridCol w:w="8986"/>
      </w:tblGrid>
      <w:tr w:rsidR="00E460A6" w:rsidRPr="00E460A6" w14:paraId="287D6759" w14:textId="77777777" w:rsidTr="000C6066">
        <w:trPr>
          <w:trHeight w:val="1224"/>
        </w:trPr>
        <w:tc>
          <w:tcPr>
            <w:tcW w:w="1795" w:type="dxa"/>
            <w:vMerge w:val="restart"/>
          </w:tcPr>
          <w:p w14:paraId="4F816223" w14:textId="77777777" w:rsidR="00214F31" w:rsidRDefault="00BD7C79" w:rsidP="00214F31">
            <w:pPr>
              <w:pStyle w:val="Normal-SpaceAbove"/>
              <w:jc w:val="center"/>
              <w:rPr>
                <w:b/>
                <w:bCs/>
                <w:color w:val="000000" w:themeColor="text1"/>
              </w:rPr>
            </w:pPr>
            <w:r w:rsidRPr="00E460A6">
              <w:rPr>
                <w:b/>
                <w:bCs/>
                <w:color w:val="000000" w:themeColor="text1"/>
              </w:rPr>
              <w:t>Citizen Scien</w:t>
            </w:r>
            <w:r w:rsidR="00AA2E3D" w:rsidRPr="00E460A6">
              <w:rPr>
                <w:b/>
                <w:bCs/>
                <w:color w:val="000000" w:themeColor="text1"/>
              </w:rPr>
              <w:t>ce</w:t>
            </w:r>
          </w:p>
          <w:p w14:paraId="5AE4E8E0" w14:textId="525BAFA4" w:rsidR="00214F31" w:rsidRPr="00E460A6" w:rsidRDefault="00214F31" w:rsidP="00214F31">
            <w:pPr>
              <w:pStyle w:val="Normal-SpaceAbove"/>
              <w:jc w:val="center"/>
              <w:rPr>
                <w:b/>
                <w:bCs/>
                <w:color w:val="000000" w:themeColor="text1"/>
              </w:rPr>
            </w:pPr>
            <w:r>
              <w:rPr>
                <w:noProof/>
              </w:rPr>
              <w:drawing>
                <wp:inline distT="0" distB="0" distL="0" distR="0" wp14:anchorId="226E060A" wp14:editId="71EA70D7">
                  <wp:extent cx="630555" cy="594360"/>
                  <wp:effectExtent l="0" t="0" r="0" b="0"/>
                  <wp:docPr id="9" name="Pictur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4"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630555" cy="594360"/>
                          </a:xfrm>
                          <a:prstGeom prst="rect">
                            <a:avLst/>
                          </a:prstGeom>
                        </pic:spPr>
                      </pic:pic>
                    </a:graphicData>
                  </a:graphic>
                </wp:inline>
              </w:drawing>
            </w:r>
          </w:p>
        </w:tc>
        <w:tc>
          <w:tcPr>
            <w:tcW w:w="8995" w:type="dxa"/>
          </w:tcPr>
          <w:p w14:paraId="1AC6C918" w14:textId="52515C43" w:rsidR="00BD7C79" w:rsidRPr="00E460A6" w:rsidRDefault="00BD7C79" w:rsidP="0088120A">
            <w:pPr>
              <w:pStyle w:val="Normal-SpaceAbove"/>
              <w:spacing w:before="0"/>
              <w:rPr>
                <w:color w:val="000000" w:themeColor="text1"/>
                <w:sz w:val="18"/>
                <w:szCs w:val="18"/>
              </w:rPr>
            </w:pPr>
            <w:r w:rsidRPr="00E460A6">
              <w:rPr>
                <w:b/>
                <w:bCs/>
                <w:color w:val="000000" w:themeColor="text1"/>
                <w:sz w:val="18"/>
                <w:szCs w:val="18"/>
              </w:rPr>
              <w:t>1</w:t>
            </w:r>
            <w:r w:rsidRPr="00E460A6">
              <w:rPr>
                <w:color w:val="000000" w:themeColor="text1"/>
                <w:sz w:val="18"/>
                <w:szCs w:val="18"/>
              </w:rPr>
              <w:t xml:space="preserve">. What </w:t>
            </w:r>
            <w:r w:rsidR="00EA580F" w:rsidRPr="00E460A6">
              <w:rPr>
                <w:color w:val="000000" w:themeColor="text1"/>
                <w:sz w:val="18"/>
                <w:szCs w:val="18"/>
              </w:rPr>
              <w:t>are the dangers associated with diarrheal diseases?</w:t>
            </w:r>
          </w:p>
          <w:p w14:paraId="1F80A622" w14:textId="77777777" w:rsidR="00BD7C79" w:rsidRPr="00E460A6" w:rsidRDefault="00BD7C79" w:rsidP="0088120A">
            <w:pPr>
              <w:pStyle w:val="Normal-SpaceAbove"/>
              <w:spacing w:before="0"/>
              <w:rPr>
                <w:b/>
                <w:bCs/>
                <w:color w:val="000000" w:themeColor="text1"/>
                <w:sz w:val="18"/>
                <w:szCs w:val="18"/>
              </w:rPr>
            </w:pPr>
          </w:p>
          <w:p w14:paraId="49D5DAF4" w14:textId="77777777" w:rsidR="00BD7C79" w:rsidRPr="00E460A6" w:rsidRDefault="00BD7C79" w:rsidP="0088120A">
            <w:pPr>
              <w:pStyle w:val="Normal-SpaceAbove"/>
              <w:spacing w:before="0"/>
              <w:rPr>
                <w:b/>
                <w:bCs/>
                <w:color w:val="000000" w:themeColor="text1"/>
                <w:sz w:val="18"/>
                <w:szCs w:val="18"/>
              </w:rPr>
            </w:pPr>
          </w:p>
          <w:p w14:paraId="25722EE2" w14:textId="26955475" w:rsidR="00B676F3" w:rsidRPr="00E460A6" w:rsidRDefault="00B676F3" w:rsidP="0088120A">
            <w:pPr>
              <w:pStyle w:val="Normal-SpaceAbove"/>
              <w:spacing w:before="0"/>
              <w:rPr>
                <w:b/>
                <w:bCs/>
                <w:color w:val="000000" w:themeColor="text1"/>
                <w:sz w:val="18"/>
                <w:szCs w:val="18"/>
              </w:rPr>
            </w:pPr>
          </w:p>
        </w:tc>
      </w:tr>
      <w:tr w:rsidR="00E460A6" w:rsidRPr="00E460A6" w14:paraId="67C5D764" w14:textId="77777777" w:rsidTr="000C6066">
        <w:trPr>
          <w:trHeight w:val="1224"/>
        </w:trPr>
        <w:tc>
          <w:tcPr>
            <w:tcW w:w="1795" w:type="dxa"/>
            <w:vMerge/>
          </w:tcPr>
          <w:p w14:paraId="6DF2939A" w14:textId="77777777" w:rsidR="00BD7C79" w:rsidRPr="00E460A6" w:rsidRDefault="00BD7C79" w:rsidP="0088120A">
            <w:pPr>
              <w:pStyle w:val="Normal-SpaceAbove"/>
              <w:rPr>
                <w:b/>
                <w:bCs/>
                <w:color w:val="000000" w:themeColor="text1"/>
              </w:rPr>
            </w:pPr>
          </w:p>
        </w:tc>
        <w:tc>
          <w:tcPr>
            <w:tcW w:w="8995" w:type="dxa"/>
          </w:tcPr>
          <w:p w14:paraId="0E1565B9" w14:textId="4310AA61" w:rsidR="00BD7C79" w:rsidRPr="00E460A6" w:rsidRDefault="00BD7C79" w:rsidP="0088120A">
            <w:pPr>
              <w:pStyle w:val="Normal-SpaceAbove"/>
              <w:spacing w:before="0"/>
              <w:rPr>
                <w:color w:val="000000" w:themeColor="text1"/>
                <w:sz w:val="18"/>
                <w:szCs w:val="18"/>
              </w:rPr>
            </w:pPr>
            <w:r w:rsidRPr="00E460A6">
              <w:rPr>
                <w:b/>
                <w:bCs/>
                <w:color w:val="000000" w:themeColor="text1"/>
                <w:sz w:val="18"/>
                <w:szCs w:val="18"/>
              </w:rPr>
              <w:t xml:space="preserve">2. </w:t>
            </w:r>
            <w:r w:rsidR="00EA580F" w:rsidRPr="00E460A6">
              <w:rPr>
                <w:color w:val="000000" w:themeColor="text1"/>
                <w:sz w:val="18"/>
                <w:szCs w:val="18"/>
              </w:rPr>
              <w:t>Explain the role communication plays in water safety.</w:t>
            </w:r>
          </w:p>
          <w:p w14:paraId="65EC1789" w14:textId="77777777" w:rsidR="00BD7C79" w:rsidRPr="00E460A6" w:rsidRDefault="00BD7C79" w:rsidP="0088120A">
            <w:pPr>
              <w:pStyle w:val="Normal-SpaceAbove"/>
              <w:spacing w:before="0"/>
              <w:rPr>
                <w:b/>
                <w:bCs/>
                <w:color w:val="000000" w:themeColor="text1"/>
                <w:sz w:val="18"/>
                <w:szCs w:val="18"/>
              </w:rPr>
            </w:pPr>
          </w:p>
          <w:p w14:paraId="53AE8096" w14:textId="77777777" w:rsidR="00BD7C79" w:rsidRPr="00E460A6" w:rsidRDefault="00BD7C79" w:rsidP="0088120A">
            <w:pPr>
              <w:pStyle w:val="Normal-SpaceAbove"/>
              <w:spacing w:before="0"/>
              <w:rPr>
                <w:b/>
                <w:bCs/>
                <w:color w:val="000000" w:themeColor="text1"/>
                <w:sz w:val="18"/>
                <w:szCs w:val="18"/>
              </w:rPr>
            </w:pPr>
          </w:p>
          <w:p w14:paraId="6C25233D" w14:textId="2C3DA34D" w:rsidR="00B676F3" w:rsidRPr="00E460A6" w:rsidRDefault="00B676F3" w:rsidP="0088120A">
            <w:pPr>
              <w:pStyle w:val="Normal-SpaceAbove"/>
              <w:spacing w:before="0"/>
              <w:rPr>
                <w:b/>
                <w:bCs/>
                <w:color w:val="000000" w:themeColor="text1"/>
                <w:sz w:val="18"/>
                <w:szCs w:val="18"/>
              </w:rPr>
            </w:pPr>
          </w:p>
        </w:tc>
      </w:tr>
      <w:tr w:rsidR="00E460A6" w:rsidRPr="00E460A6" w14:paraId="3932C208" w14:textId="77777777" w:rsidTr="000C6066">
        <w:trPr>
          <w:trHeight w:val="1224"/>
        </w:trPr>
        <w:tc>
          <w:tcPr>
            <w:tcW w:w="1795" w:type="dxa"/>
            <w:vMerge/>
          </w:tcPr>
          <w:p w14:paraId="2BE4F776" w14:textId="77777777" w:rsidR="00BD7C79" w:rsidRPr="00E460A6" w:rsidRDefault="00BD7C79" w:rsidP="0088120A">
            <w:pPr>
              <w:pStyle w:val="Normal-SpaceAbove"/>
              <w:rPr>
                <w:b/>
                <w:bCs/>
                <w:color w:val="000000" w:themeColor="text1"/>
              </w:rPr>
            </w:pPr>
          </w:p>
        </w:tc>
        <w:tc>
          <w:tcPr>
            <w:tcW w:w="8995" w:type="dxa"/>
          </w:tcPr>
          <w:p w14:paraId="09F6456F" w14:textId="06CA23E5" w:rsidR="00BD7C79" w:rsidRPr="00E460A6" w:rsidRDefault="00BD7C79" w:rsidP="0088120A">
            <w:pPr>
              <w:pStyle w:val="Normal-SpaceAbove"/>
              <w:spacing w:before="0"/>
              <w:rPr>
                <w:color w:val="000000" w:themeColor="text1"/>
                <w:sz w:val="18"/>
                <w:szCs w:val="18"/>
              </w:rPr>
            </w:pPr>
            <w:r w:rsidRPr="00E460A6">
              <w:rPr>
                <w:b/>
                <w:bCs/>
                <w:color w:val="000000" w:themeColor="text1"/>
                <w:sz w:val="18"/>
                <w:szCs w:val="18"/>
              </w:rPr>
              <w:t xml:space="preserve">3. </w:t>
            </w:r>
            <w:r w:rsidRPr="00E460A6">
              <w:rPr>
                <w:color w:val="000000" w:themeColor="text1"/>
                <w:sz w:val="18"/>
                <w:szCs w:val="18"/>
              </w:rPr>
              <w:t xml:space="preserve">How </w:t>
            </w:r>
            <w:r w:rsidR="00EA580F" w:rsidRPr="00E460A6">
              <w:rPr>
                <w:color w:val="000000" w:themeColor="text1"/>
                <w:sz w:val="18"/>
                <w:szCs w:val="18"/>
              </w:rPr>
              <w:t>can your efforts support the efforts of CDC?</w:t>
            </w:r>
          </w:p>
          <w:p w14:paraId="6D8ADA78" w14:textId="6887DC7F" w:rsidR="00BD7C79" w:rsidRPr="00E460A6" w:rsidRDefault="00BD7C79" w:rsidP="0088120A">
            <w:pPr>
              <w:pStyle w:val="Normal-SpaceAbove"/>
              <w:spacing w:before="0"/>
              <w:rPr>
                <w:color w:val="000000" w:themeColor="text1"/>
                <w:sz w:val="18"/>
                <w:szCs w:val="18"/>
              </w:rPr>
            </w:pPr>
          </w:p>
          <w:p w14:paraId="3F22E474" w14:textId="77777777" w:rsidR="00B676F3" w:rsidRPr="00E460A6" w:rsidRDefault="00B676F3" w:rsidP="0088120A">
            <w:pPr>
              <w:pStyle w:val="Normal-SpaceAbove"/>
              <w:spacing w:before="0"/>
              <w:rPr>
                <w:color w:val="000000" w:themeColor="text1"/>
                <w:sz w:val="18"/>
                <w:szCs w:val="18"/>
              </w:rPr>
            </w:pPr>
          </w:p>
          <w:p w14:paraId="02EC2ACE" w14:textId="77777777" w:rsidR="00BD7C79" w:rsidRPr="00E460A6" w:rsidRDefault="00BD7C79" w:rsidP="0088120A">
            <w:pPr>
              <w:pStyle w:val="Normal-SpaceAbove"/>
              <w:spacing w:before="0"/>
              <w:rPr>
                <w:color w:val="000000" w:themeColor="text1"/>
                <w:sz w:val="18"/>
                <w:szCs w:val="18"/>
              </w:rPr>
            </w:pPr>
          </w:p>
        </w:tc>
      </w:tr>
    </w:tbl>
    <w:p w14:paraId="16A42508" w14:textId="466B14D4" w:rsidR="009A34BC" w:rsidRPr="00E460A6" w:rsidRDefault="006A00DB" w:rsidP="009A34BC">
      <w:pPr>
        <w:spacing w:line="0" w:lineRule="atLeast"/>
        <w:rPr>
          <w:rFonts w:ascii="Century Gothic" w:eastAsia="Century Gothic" w:hAnsi="Century Gothic"/>
          <w:b/>
          <w:color w:val="000000" w:themeColor="text1"/>
          <w:sz w:val="26"/>
        </w:rPr>
      </w:pPr>
      <w:r>
        <w:rPr>
          <w:noProof/>
        </w:rPr>
        <w:lastRenderedPageBreak/>
        <w:drawing>
          <wp:anchor distT="0" distB="0" distL="0" distR="182880" simplePos="0" relativeHeight="251699200" behindDoc="1" locked="0" layoutInCell="1" allowOverlap="1" wp14:anchorId="150AE27C" wp14:editId="1A1291A4">
            <wp:simplePos x="0" y="0"/>
            <wp:positionH relativeFrom="margin">
              <wp:align>left</wp:align>
            </wp:positionH>
            <wp:positionV relativeFrom="paragraph">
              <wp:posOffset>7089</wp:posOffset>
            </wp:positionV>
            <wp:extent cx="497840" cy="485140"/>
            <wp:effectExtent l="0" t="0" r="0" b="0"/>
            <wp:wrapSquare wrapText="bothSides"/>
            <wp:docPr id="34" name="image12.png" descr="A picture containing clock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png"/>
                    <pic:cNvPicPr/>
                  </pic:nvPicPr>
                  <pic:blipFill>
                    <a:blip r:embed="rId19" cstate="print">
                      <a:biLevel thresh="75000"/>
                    </a:blip>
                    <a:stretch>
                      <a:fillRect/>
                    </a:stretch>
                  </pic:blipFill>
                  <pic:spPr>
                    <a:xfrm>
                      <a:off x="0" y="0"/>
                      <a:ext cx="501208" cy="488762"/>
                    </a:xfrm>
                    <a:prstGeom prst="rect">
                      <a:avLst/>
                    </a:prstGeom>
                  </pic:spPr>
                </pic:pic>
              </a:graphicData>
            </a:graphic>
            <wp14:sizeRelH relativeFrom="margin">
              <wp14:pctWidth>0</wp14:pctWidth>
            </wp14:sizeRelH>
            <wp14:sizeRelV relativeFrom="margin">
              <wp14:pctHeight>0</wp14:pctHeight>
            </wp14:sizeRelV>
          </wp:anchor>
        </w:drawing>
      </w:r>
      <w:r w:rsidR="009A34BC" w:rsidRPr="00E460A6">
        <w:rPr>
          <w:rFonts w:ascii="Century Gothic" w:eastAsia="Century Gothic" w:hAnsi="Century Gothic"/>
          <w:b/>
          <w:color w:val="000000" w:themeColor="text1"/>
          <w:sz w:val="26"/>
        </w:rPr>
        <w:t>Engineer a Water Filter</w:t>
      </w:r>
    </w:p>
    <w:p w14:paraId="19C7BD66" w14:textId="7A3AA7F1" w:rsidR="000D322D" w:rsidRPr="00E460A6" w:rsidRDefault="004C692F" w:rsidP="002A5332">
      <w:pPr>
        <w:spacing w:after="0" w:line="0" w:lineRule="atLeast"/>
        <w:ind w:left="360"/>
        <w:rPr>
          <w:rFonts w:ascii="Century Gothic" w:eastAsia="Century Gothic" w:hAnsi="Century Gothic"/>
          <w:b/>
          <w:color w:val="000000" w:themeColor="text1"/>
        </w:rPr>
      </w:pPr>
      <w:r w:rsidRPr="00E460A6">
        <w:rPr>
          <w:rFonts w:ascii="Century Gothic" w:eastAsia="Century Gothic" w:hAnsi="Century Gothic"/>
          <w:bCs/>
          <w:color w:val="000000" w:themeColor="text1"/>
        </w:rPr>
        <w:t>Below, write the steps you took for your water filter procedure</w:t>
      </w:r>
      <w:r w:rsidR="009B5956" w:rsidRPr="00E460A6">
        <w:rPr>
          <w:rFonts w:ascii="Century Gothic" w:eastAsia="Century Gothic" w:hAnsi="Century Gothic"/>
          <w:bCs/>
          <w:color w:val="000000" w:themeColor="text1"/>
        </w:rPr>
        <w:t xml:space="preserve">. In the blank space provided, </w:t>
      </w:r>
      <w:r w:rsidR="009B5956" w:rsidRPr="00E460A6">
        <w:rPr>
          <w:rFonts w:ascii="Century Gothic" w:eastAsia="Century Gothic" w:hAnsi="Century Gothic"/>
          <w:b/>
          <w:color w:val="000000" w:themeColor="text1"/>
        </w:rPr>
        <w:t>include drawings of your containers for each step.</w:t>
      </w:r>
    </w:p>
    <w:p w14:paraId="0EFC7035" w14:textId="21294032" w:rsidR="009A34BC" w:rsidRPr="00E460A6" w:rsidRDefault="002A5332" w:rsidP="002A5332">
      <w:pPr>
        <w:spacing w:after="120" w:line="0" w:lineRule="atLeast"/>
        <w:ind w:left="720"/>
        <w:rPr>
          <w:rFonts w:ascii="Century Gothic" w:eastAsia="Century Gothic" w:hAnsi="Century Gothic"/>
          <w:bCs/>
          <w:color w:val="000000" w:themeColor="text1"/>
        </w:rPr>
      </w:pPr>
      <w:r w:rsidRPr="00E460A6">
        <w:rPr>
          <w:rFonts w:ascii="Century Gothic" w:eastAsia="Century Gothic" w:hAnsi="Century Gothic"/>
          <w:bCs/>
          <w:color w:val="000000" w:themeColor="text1"/>
        </w:rPr>
        <w:br/>
      </w:r>
      <w:r w:rsidR="009A34BC" w:rsidRPr="00E460A6">
        <w:rPr>
          <w:rFonts w:ascii="Century Gothic" w:eastAsia="Century Gothic" w:hAnsi="Century Gothic"/>
          <w:bCs/>
          <w:color w:val="000000" w:themeColor="text1"/>
        </w:rPr>
        <w:t>_____________________________________________________________________________________</w:t>
      </w:r>
    </w:p>
    <w:p w14:paraId="05696B49" w14:textId="77777777" w:rsidR="009A34BC" w:rsidRPr="00E460A6" w:rsidRDefault="009A34BC" w:rsidP="002A5332">
      <w:pPr>
        <w:spacing w:after="12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384594AE" w14:textId="77777777" w:rsidR="009A34BC" w:rsidRPr="00E460A6" w:rsidRDefault="009A34BC" w:rsidP="002A5332">
      <w:pPr>
        <w:spacing w:after="12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6065A3C9" w14:textId="77777777" w:rsidR="009A34BC" w:rsidRPr="00E460A6" w:rsidRDefault="009A34BC" w:rsidP="002A5332">
      <w:pPr>
        <w:spacing w:after="12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36494849" w14:textId="77777777" w:rsidR="009A34BC" w:rsidRPr="00E460A6" w:rsidRDefault="009A34BC" w:rsidP="002A5332">
      <w:pPr>
        <w:spacing w:after="12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3466F26F" w14:textId="77777777" w:rsidR="009A34BC" w:rsidRPr="00E460A6" w:rsidRDefault="009A34BC" w:rsidP="002A5332">
      <w:pPr>
        <w:spacing w:after="12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6C6F64F6" w14:textId="77777777" w:rsidR="009A34BC" w:rsidRPr="00E460A6" w:rsidRDefault="009A34BC" w:rsidP="002A5332">
      <w:pPr>
        <w:spacing w:after="12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08812D01" w14:textId="77777777" w:rsidR="009A34BC" w:rsidRPr="00E460A6" w:rsidRDefault="009A34BC" w:rsidP="002A5332">
      <w:pPr>
        <w:spacing w:after="120" w:line="0" w:lineRule="atLeast"/>
        <w:ind w:firstLine="72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5EA827C0" w14:textId="77777777" w:rsidR="009A34BC" w:rsidRPr="00E460A6" w:rsidRDefault="009A34BC" w:rsidP="002A5332">
      <w:pPr>
        <w:spacing w:after="12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7409C6EA" w14:textId="77777777" w:rsidR="009A34BC" w:rsidRPr="00E460A6" w:rsidRDefault="009A34BC" w:rsidP="002A5332">
      <w:pPr>
        <w:spacing w:after="12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3620FADD" w14:textId="77777777" w:rsidR="009A34BC" w:rsidRPr="00E460A6" w:rsidRDefault="009A34BC" w:rsidP="002A5332">
      <w:pPr>
        <w:spacing w:after="12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2A44D3DE" w14:textId="77777777" w:rsidR="009A34BC" w:rsidRPr="00E460A6" w:rsidRDefault="009A34BC" w:rsidP="002A5332">
      <w:pPr>
        <w:spacing w:after="12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0D959EB9" w14:textId="3FF6D109"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7ABE1817" w14:textId="69AF11AE"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7C462CA1" w14:textId="2B2B1653"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2F042F1E" w14:textId="4E9057E2"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1288459B" w14:textId="10E3103F"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71F2F88E" w14:textId="11365E38"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6DC93CEB" w14:textId="5C32F483"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29DB2A38" w14:textId="57EF7E02"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19C20080" w14:textId="4299E5F2"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25175EA4" w14:textId="0C96785F"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0394903C" w14:textId="756DF85A"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16DD9B7F" w14:textId="4EA301EC"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5E8D89B5" w14:textId="76E8CFD3" w:rsidR="009B5956" w:rsidRPr="00E460A6" w:rsidRDefault="009B5956" w:rsidP="004C692F">
      <w:pPr>
        <w:pStyle w:val="ListParagraph"/>
        <w:numPr>
          <w:ilvl w:val="0"/>
          <w:numId w:val="0"/>
        </w:numPr>
        <w:spacing w:before="0" w:after="0" w:line="0" w:lineRule="atLeast"/>
        <w:ind w:left="720"/>
        <w:rPr>
          <w:rFonts w:ascii="Century Gothic" w:eastAsia="Century Gothic" w:hAnsi="Century Gothic"/>
          <w:bCs/>
          <w:color w:val="000000" w:themeColor="text1"/>
          <w:sz w:val="22"/>
          <w:szCs w:val="22"/>
        </w:rPr>
      </w:pPr>
    </w:p>
    <w:p w14:paraId="275020EC" w14:textId="166C663F" w:rsidR="00C855BE" w:rsidRPr="00E460A6" w:rsidRDefault="00C855BE" w:rsidP="00C855BE">
      <w:pPr>
        <w:spacing w:line="0" w:lineRule="atLeast"/>
        <w:rPr>
          <w:rFonts w:ascii="Century Gothic" w:eastAsia="Century Gothic" w:hAnsi="Century Gothic"/>
          <w:b/>
          <w:color w:val="000000" w:themeColor="text1"/>
          <w:sz w:val="26"/>
        </w:rPr>
      </w:pPr>
      <w:r w:rsidRPr="00E460A6">
        <w:rPr>
          <w:rFonts w:ascii="Century Gothic" w:eastAsia="Century Gothic" w:hAnsi="Century Gothic"/>
          <w:b/>
          <w:color w:val="000000" w:themeColor="text1"/>
          <w:sz w:val="26"/>
        </w:rPr>
        <w:t>Build a Prototype</w:t>
      </w:r>
    </w:p>
    <w:p w14:paraId="710F0EEC" w14:textId="0FBC34B1" w:rsidR="004C692F" w:rsidRPr="00D0403A" w:rsidRDefault="00C855BE" w:rsidP="002A5332">
      <w:pPr>
        <w:spacing w:after="0" w:line="0" w:lineRule="atLeast"/>
        <w:rPr>
          <w:rFonts w:ascii="Century Gothic" w:eastAsia="Century Gothic" w:hAnsi="Century Gothic"/>
          <w:bCs/>
          <w:color w:val="000000" w:themeColor="text1"/>
          <w:sz w:val="18"/>
          <w:szCs w:val="20"/>
        </w:rPr>
      </w:pPr>
      <w:r w:rsidRPr="00E460A6">
        <w:rPr>
          <w:rFonts w:ascii="Century Gothic" w:eastAsia="Century Gothic" w:hAnsi="Century Gothic"/>
          <w:bCs/>
          <w:color w:val="000000" w:themeColor="text1"/>
        </w:rPr>
        <w:t xml:space="preserve">Once you have decided on the materials you will use to filter your water, you need to decide the order you want them to go inside the container. Once you have determined your order, </w:t>
      </w:r>
      <w:r w:rsidRPr="00D0403A">
        <w:rPr>
          <w:rFonts w:ascii="Century Gothic" w:eastAsia="Century Gothic" w:hAnsi="Century Gothic"/>
          <w:bCs/>
          <w:color w:val="000000" w:themeColor="text1"/>
        </w:rPr>
        <w:t>draw a diagram with each layer labeled in the container:</w:t>
      </w:r>
    </w:p>
    <w:p w14:paraId="423E20B3" w14:textId="17D7D296" w:rsidR="00C855BE" w:rsidRPr="00D0403A" w:rsidRDefault="00C855BE" w:rsidP="00C855BE">
      <w:pPr>
        <w:spacing w:after="0" w:line="0" w:lineRule="atLeast"/>
        <w:rPr>
          <w:rFonts w:ascii="Century Gothic" w:eastAsia="Century Gothic" w:hAnsi="Century Gothic"/>
          <w:bCs/>
          <w:color w:val="000000" w:themeColor="text1"/>
        </w:rPr>
      </w:pPr>
    </w:p>
    <w:p w14:paraId="4DB67D96" w14:textId="6CFCCD10" w:rsidR="00C855BE" w:rsidRPr="00E460A6" w:rsidRDefault="00C855BE" w:rsidP="00C855BE">
      <w:pPr>
        <w:spacing w:after="0" w:line="0" w:lineRule="atLeast"/>
        <w:rPr>
          <w:rFonts w:ascii="Century Gothic" w:eastAsia="Century Gothic" w:hAnsi="Century Gothic"/>
          <w:bCs/>
          <w:color w:val="000000" w:themeColor="text1"/>
        </w:rPr>
      </w:pPr>
    </w:p>
    <w:p w14:paraId="3953DC65" w14:textId="613AD2A6" w:rsidR="00C855BE" w:rsidRPr="00E460A6" w:rsidRDefault="00C855BE" w:rsidP="00C855BE">
      <w:pPr>
        <w:spacing w:after="0" w:line="0" w:lineRule="atLeast"/>
        <w:rPr>
          <w:rFonts w:ascii="Century Gothic" w:eastAsia="Century Gothic" w:hAnsi="Century Gothic"/>
          <w:bCs/>
          <w:color w:val="000000" w:themeColor="text1"/>
        </w:rPr>
      </w:pPr>
    </w:p>
    <w:p w14:paraId="28B020D8" w14:textId="07E8BF96" w:rsidR="00C855BE" w:rsidRPr="00E460A6" w:rsidRDefault="00C855BE" w:rsidP="00C855BE">
      <w:pPr>
        <w:spacing w:after="0" w:line="0" w:lineRule="atLeast"/>
        <w:rPr>
          <w:rFonts w:ascii="Century Gothic" w:eastAsia="Century Gothic" w:hAnsi="Century Gothic"/>
          <w:bCs/>
          <w:color w:val="000000" w:themeColor="text1"/>
        </w:rPr>
      </w:pPr>
    </w:p>
    <w:p w14:paraId="070A8B0D" w14:textId="3A8535FC" w:rsidR="00C855BE" w:rsidRPr="00E460A6" w:rsidRDefault="00C855BE" w:rsidP="00C855BE">
      <w:pPr>
        <w:spacing w:after="0" w:line="0" w:lineRule="atLeast"/>
        <w:rPr>
          <w:rFonts w:ascii="Century Gothic" w:eastAsia="Century Gothic" w:hAnsi="Century Gothic"/>
          <w:bCs/>
          <w:color w:val="000000" w:themeColor="text1"/>
        </w:rPr>
      </w:pPr>
    </w:p>
    <w:p w14:paraId="2374CA3B" w14:textId="7092B3F1" w:rsidR="00C855BE" w:rsidRPr="00E460A6" w:rsidRDefault="00C855BE" w:rsidP="00C855BE">
      <w:pPr>
        <w:spacing w:after="0" w:line="0" w:lineRule="atLeast"/>
        <w:rPr>
          <w:rFonts w:ascii="Century Gothic" w:eastAsia="Century Gothic" w:hAnsi="Century Gothic"/>
          <w:bCs/>
          <w:color w:val="000000" w:themeColor="text1"/>
        </w:rPr>
      </w:pPr>
    </w:p>
    <w:p w14:paraId="470E1B3D" w14:textId="0337C237" w:rsidR="00C855BE" w:rsidRPr="00E460A6" w:rsidRDefault="00C855BE" w:rsidP="00C855BE">
      <w:pPr>
        <w:spacing w:after="0" w:line="0" w:lineRule="atLeast"/>
        <w:rPr>
          <w:rFonts w:ascii="Century Gothic" w:eastAsia="Century Gothic" w:hAnsi="Century Gothic"/>
          <w:bCs/>
          <w:color w:val="000000" w:themeColor="text1"/>
        </w:rPr>
      </w:pPr>
    </w:p>
    <w:p w14:paraId="0D225D4C" w14:textId="7A61F19E" w:rsidR="00C855BE" w:rsidRPr="00E460A6" w:rsidRDefault="00C855BE" w:rsidP="00C855BE">
      <w:pPr>
        <w:spacing w:after="0" w:line="0" w:lineRule="atLeast"/>
        <w:rPr>
          <w:rFonts w:ascii="Century Gothic" w:eastAsia="Century Gothic" w:hAnsi="Century Gothic"/>
          <w:bCs/>
          <w:color w:val="000000" w:themeColor="text1"/>
        </w:rPr>
      </w:pPr>
    </w:p>
    <w:p w14:paraId="1FB51699" w14:textId="01309D6A" w:rsidR="00C855BE" w:rsidRPr="00E460A6" w:rsidRDefault="00C855BE" w:rsidP="00C855BE">
      <w:pPr>
        <w:spacing w:after="0" w:line="0" w:lineRule="atLeast"/>
        <w:rPr>
          <w:rFonts w:ascii="Century Gothic" w:eastAsia="Century Gothic" w:hAnsi="Century Gothic"/>
          <w:bCs/>
          <w:color w:val="000000" w:themeColor="text1"/>
        </w:rPr>
      </w:pPr>
    </w:p>
    <w:p w14:paraId="411396F7" w14:textId="2793690F" w:rsidR="00C855BE" w:rsidRPr="00E460A6" w:rsidRDefault="00C855BE" w:rsidP="00C855BE">
      <w:pPr>
        <w:spacing w:after="0" w:line="0" w:lineRule="atLeast"/>
        <w:rPr>
          <w:rFonts w:ascii="Century Gothic" w:eastAsia="Century Gothic" w:hAnsi="Century Gothic"/>
          <w:bCs/>
          <w:color w:val="000000" w:themeColor="text1"/>
        </w:rPr>
      </w:pPr>
    </w:p>
    <w:p w14:paraId="5D3235E5" w14:textId="6A4A7D09" w:rsidR="00C855BE" w:rsidRPr="00E460A6" w:rsidRDefault="00C855BE" w:rsidP="00C855BE">
      <w:pPr>
        <w:spacing w:after="0" w:line="0" w:lineRule="atLeast"/>
        <w:rPr>
          <w:rFonts w:ascii="Century Gothic" w:eastAsia="Century Gothic" w:hAnsi="Century Gothic"/>
          <w:bCs/>
          <w:color w:val="000000" w:themeColor="text1"/>
        </w:rPr>
      </w:pPr>
    </w:p>
    <w:p w14:paraId="46ABC339" w14:textId="466D2C56" w:rsidR="00C855BE" w:rsidRPr="00E460A6" w:rsidRDefault="00C855BE" w:rsidP="00C855BE">
      <w:pPr>
        <w:spacing w:after="0" w:line="0" w:lineRule="atLeast"/>
        <w:rPr>
          <w:rFonts w:ascii="Century Gothic" w:eastAsia="Century Gothic" w:hAnsi="Century Gothic"/>
          <w:bCs/>
          <w:color w:val="000000" w:themeColor="text1"/>
        </w:rPr>
      </w:pPr>
    </w:p>
    <w:p w14:paraId="286C782A" w14:textId="0FAAE634" w:rsidR="00C855BE" w:rsidRPr="00E460A6" w:rsidRDefault="006F177C" w:rsidP="00C855BE">
      <w:pPr>
        <w:spacing w:line="0" w:lineRule="atLeast"/>
        <w:rPr>
          <w:rFonts w:ascii="Century Gothic" w:eastAsia="Century Gothic" w:hAnsi="Century Gothic"/>
          <w:b/>
          <w:color w:val="000000" w:themeColor="text1"/>
          <w:sz w:val="26"/>
        </w:rPr>
      </w:pPr>
      <w:r w:rsidRPr="00E460A6">
        <w:rPr>
          <w:rFonts w:ascii="Century Gothic" w:eastAsia="Century Gothic" w:hAnsi="Century Gothic"/>
          <w:b/>
          <w:color w:val="000000" w:themeColor="text1"/>
          <w:sz w:val="26"/>
        </w:rPr>
        <w:lastRenderedPageBreak/>
        <w:t>Test the</w:t>
      </w:r>
      <w:r w:rsidR="00C855BE" w:rsidRPr="00E460A6">
        <w:rPr>
          <w:rFonts w:ascii="Century Gothic" w:eastAsia="Century Gothic" w:hAnsi="Century Gothic"/>
          <w:b/>
          <w:color w:val="000000" w:themeColor="text1"/>
          <w:sz w:val="26"/>
        </w:rPr>
        <w:t xml:space="preserve"> Prototype</w:t>
      </w:r>
    </w:p>
    <w:tbl>
      <w:tblPr>
        <w:tblpPr w:leftFromText="180" w:rightFromText="180" w:vertAnchor="text" w:horzAnchor="margin" w:tblpY="363"/>
        <w:tblW w:w="10800" w:type="dxa"/>
        <w:tblBorders>
          <w:top w:val="single" w:sz="18" w:space="0" w:color="0A3A83"/>
          <w:left w:val="single" w:sz="18" w:space="0" w:color="0A3A83"/>
          <w:bottom w:val="single" w:sz="18" w:space="0" w:color="0A3A83"/>
          <w:right w:val="single" w:sz="18" w:space="0" w:color="0A3A83"/>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80"/>
        <w:gridCol w:w="2260"/>
        <w:gridCol w:w="2160"/>
        <w:gridCol w:w="2160"/>
        <w:gridCol w:w="2140"/>
      </w:tblGrid>
      <w:tr w:rsidR="00E460A6" w:rsidRPr="002A5332" w14:paraId="085E031D" w14:textId="77777777" w:rsidTr="000C6066">
        <w:trPr>
          <w:trHeight w:val="243"/>
        </w:trPr>
        <w:tc>
          <w:tcPr>
            <w:tcW w:w="10800" w:type="dxa"/>
            <w:gridSpan w:val="5"/>
            <w:tcBorders>
              <w:top w:val="nil"/>
              <w:left w:val="nil"/>
              <w:bottom w:val="single" w:sz="8" w:space="0" w:color="auto"/>
              <w:right w:val="nil"/>
            </w:tcBorders>
            <w:shd w:val="clear" w:color="auto" w:fill="auto"/>
            <w:vAlign w:val="bottom"/>
          </w:tcPr>
          <w:p w14:paraId="4F9B000E" w14:textId="77777777" w:rsidR="002A5332" w:rsidRPr="002A5332" w:rsidRDefault="002A5332" w:rsidP="002A5332">
            <w:pPr>
              <w:spacing w:after="0" w:line="0" w:lineRule="atLeast"/>
              <w:jc w:val="center"/>
              <w:rPr>
                <w:rFonts w:ascii="Century Gothic" w:eastAsia="Century Gothic" w:hAnsi="Century Gothic" w:cs="Arial"/>
                <w:b/>
                <w:color w:val="000000" w:themeColor="text1"/>
                <w:sz w:val="26"/>
                <w:szCs w:val="20"/>
              </w:rPr>
            </w:pPr>
            <w:r w:rsidRPr="002A5332">
              <w:rPr>
                <w:rFonts w:ascii="Century Gothic" w:eastAsia="Century Gothic" w:hAnsi="Century Gothic" w:cs="Arial"/>
                <w:b/>
                <w:color w:val="000000" w:themeColor="text1"/>
                <w:sz w:val="26"/>
                <w:szCs w:val="20"/>
              </w:rPr>
              <w:t>Prototype 1: Data Table</w:t>
            </w:r>
          </w:p>
        </w:tc>
      </w:tr>
      <w:tr w:rsidR="00E460A6" w:rsidRPr="002A5332" w14:paraId="66934F90" w14:textId="77777777" w:rsidTr="000C6066">
        <w:trPr>
          <w:trHeight w:val="1143"/>
        </w:trPr>
        <w:tc>
          <w:tcPr>
            <w:tcW w:w="2080" w:type="dxa"/>
            <w:tcBorders>
              <w:top w:val="single" w:sz="8" w:space="0" w:color="auto"/>
              <w:left w:val="single" w:sz="8" w:space="0" w:color="auto"/>
              <w:bottom w:val="single" w:sz="8" w:space="0" w:color="000000"/>
              <w:right w:val="single" w:sz="8" w:space="0" w:color="000000"/>
            </w:tcBorders>
            <w:shd w:val="clear" w:color="auto" w:fill="auto"/>
          </w:tcPr>
          <w:p w14:paraId="19AA23D6"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Filtration: How</w:t>
            </w:r>
          </w:p>
          <w:p w14:paraId="2F2D9A57"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close does your</w:t>
            </w:r>
          </w:p>
          <w:p w14:paraId="0386CE08"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filtered water</w:t>
            </w:r>
          </w:p>
          <w:p w14:paraId="659AB4E3"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look to the clean</w:t>
            </w:r>
          </w:p>
          <w:p w14:paraId="7B1A5A34"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water?</w:t>
            </w:r>
          </w:p>
        </w:tc>
        <w:tc>
          <w:tcPr>
            <w:tcW w:w="2260" w:type="dxa"/>
            <w:tcBorders>
              <w:top w:val="single" w:sz="8" w:space="0" w:color="auto"/>
              <w:left w:val="single" w:sz="8" w:space="0" w:color="000000"/>
              <w:bottom w:val="single" w:sz="8" w:space="0" w:color="000000"/>
              <w:right w:val="single" w:sz="8" w:space="0" w:color="000000"/>
            </w:tcBorders>
            <w:shd w:val="clear" w:color="auto" w:fill="auto"/>
          </w:tcPr>
          <w:p w14:paraId="3D0372C1"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48562550" w14:textId="6CDDE5BF"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looks like cup A.</w:t>
            </w:r>
          </w:p>
          <w:p w14:paraId="2BE247AE"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22E49AFB"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371A4E93"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1 point</w:t>
            </w:r>
          </w:p>
        </w:tc>
        <w:tc>
          <w:tcPr>
            <w:tcW w:w="2160" w:type="dxa"/>
            <w:tcBorders>
              <w:top w:val="single" w:sz="8" w:space="0" w:color="auto"/>
              <w:left w:val="single" w:sz="8" w:space="0" w:color="000000"/>
              <w:bottom w:val="single" w:sz="8" w:space="0" w:color="000000"/>
              <w:right w:val="single" w:sz="8" w:space="0" w:color="000000"/>
            </w:tcBorders>
            <w:shd w:val="clear" w:color="auto" w:fill="auto"/>
          </w:tcPr>
          <w:p w14:paraId="07452A82"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037C6D2F" w14:textId="4D2BEDC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looks like cup B.</w:t>
            </w:r>
          </w:p>
          <w:p w14:paraId="57756124"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4D1C7D57"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59015596"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2 points</w:t>
            </w:r>
          </w:p>
        </w:tc>
        <w:tc>
          <w:tcPr>
            <w:tcW w:w="2160" w:type="dxa"/>
            <w:tcBorders>
              <w:top w:val="single" w:sz="8" w:space="0" w:color="auto"/>
              <w:left w:val="single" w:sz="8" w:space="0" w:color="000000"/>
              <w:bottom w:val="single" w:sz="8" w:space="0" w:color="000000"/>
              <w:right w:val="single" w:sz="8" w:space="0" w:color="000000"/>
            </w:tcBorders>
            <w:shd w:val="clear" w:color="auto" w:fill="auto"/>
          </w:tcPr>
          <w:p w14:paraId="233D334F"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7DE6330A" w14:textId="297C04E9"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looks like cup C.</w:t>
            </w:r>
          </w:p>
          <w:p w14:paraId="03410291"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700C38EF"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1FF114E0"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3 points</w:t>
            </w:r>
          </w:p>
        </w:tc>
        <w:tc>
          <w:tcPr>
            <w:tcW w:w="2140" w:type="dxa"/>
            <w:tcBorders>
              <w:top w:val="single" w:sz="8" w:space="0" w:color="auto"/>
              <w:left w:val="single" w:sz="8" w:space="0" w:color="000000"/>
              <w:bottom w:val="single" w:sz="8" w:space="0" w:color="000000"/>
              <w:right w:val="single" w:sz="8" w:space="0" w:color="auto"/>
            </w:tcBorders>
            <w:shd w:val="clear" w:color="auto" w:fill="auto"/>
          </w:tcPr>
          <w:p w14:paraId="7EBA9D14"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582901F3" w14:textId="2DB437F0"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looks like cup D.</w:t>
            </w:r>
          </w:p>
          <w:p w14:paraId="383CA085"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08E6CE9C"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1990E44E"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4 points</w:t>
            </w:r>
          </w:p>
        </w:tc>
      </w:tr>
      <w:tr w:rsidR="00E460A6" w:rsidRPr="002A5332" w14:paraId="092FD7C3" w14:textId="77777777" w:rsidTr="000C6066">
        <w:trPr>
          <w:trHeight w:val="1240"/>
        </w:trPr>
        <w:tc>
          <w:tcPr>
            <w:tcW w:w="2080" w:type="dxa"/>
            <w:tcBorders>
              <w:top w:val="single" w:sz="8" w:space="0" w:color="000000"/>
              <w:left w:val="single" w:sz="8" w:space="0" w:color="auto"/>
              <w:bottom w:val="single" w:sz="8" w:space="0" w:color="auto"/>
              <w:right w:val="single" w:sz="8" w:space="0" w:color="000000"/>
            </w:tcBorders>
            <w:shd w:val="clear" w:color="auto" w:fill="auto"/>
          </w:tcPr>
          <w:p w14:paraId="3C602F3D"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Recovery: How</w:t>
            </w:r>
          </w:p>
          <w:p w14:paraId="51010E87"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much water did</w:t>
            </w:r>
          </w:p>
          <w:p w14:paraId="309722F1"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your filter let</w:t>
            </w:r>
          </w:p>
          <w:p w14:paraId="31243F7C"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through?</w:t>
            </w:r>
          </w:p>
        </w:tc>
        <w:tc>
          <w:tcPr>
            <w:tcW w:w="2260" w:type="dxa"/>
            <w:tcBorders>
              <w:top w:val="single" w:sz="8" w:space="0" w:color="000000"/>
              <w:left w:val="single" w:sz="8" w:space="0" w:color="000000"/>
              <w:bottom w:val="single" w:sz="8" w:space="0" w:color="auto"/>
              <w:right w:val="single" w:sz="8" w:space="0" w:color="000000"/>
            </w:tcBorders>
            <w:shd w:val="clear" w:color="auto" w:fill="auto"/>
          </w:tcPr>
          <w:p w14:paraId="56A439E8"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none of</w:t>
            </w:r>
          </w:p>
          <w:p w14:paraId="754E6C85"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the water through.</w:t>
            </w:r>
          </w:p>
          <w:p w14:paraId="5CA61217"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6A10EC39"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264327D1"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1 point</w:t>
            </w:r>
          </w:p>
        </w:tc>
        <w:tc>
          <w:tcPr>
            <w:tcW w:w="2160" w:type="dxa"/>
            <w:tcBorders>
              <w:top w:val="single" w:sz="8" w:space="0" w:color="000000"/>
              <w:left w:val="single" w:sz="8" w:space="0" w:color="000000"/>
              <w:bottom w:val="single" w:sz="8" w:space="0" w:color="auto"/>
              <w:right w:val="single" w:sz="8" w:space="0" w:color="000000"/>
            </w:tcBorders>
            <w:shd w:val="clear" w:color="auto" w:fill="auto"/>
          </w:tcPr>
          <w:p w14:paraId="795B3FFC"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less</w:t>
            </w:r>
          </w:p>
          <w:p w14:paraId="3CB29631"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than half of the</w:t>
            </w:r>
          </w:p>
          <w:p w14:paraId="2A38A228"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water through.</w:t>
            </w:r>
          </w:p>
          <w:p w14:paraId="59B18F87"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0BDC1453"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2 points</w:t>
            </w:r>
          </w:p>
        </w:tc>
        <w:tc>
          <w:tcPr>
            <w:tcW w:w="2160" w:type="dxa"/>
            <w:tcBorders>
              <w:top w:val="single" w:sz="8" w:space="0" w:color="000000"/>
              <w:left w:val="single" w:sz="8" w:space="0" w:color="000000"/>
              <w:bottom w:val="single" w:sz="8" w:space="0" w:color="auto"/>
              <w:right w:val="single" w:sz="8" w:space="0" w:color="000000"/>
            </w:tcBorders>
            <w:shd w:val="clear" w:color="auto" w:fill="auto"/>
          </w:tcPr>
          <w:p w14:paraId="1504654F"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more</w:t>
            </w:r>
          </w:p>
          <w:p w14:paraId="64AF412B"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than half of the</w:t>
            </w:r>
          </w:p>
          <w:p w14:paraId="3263F4AD"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water through.</w:t>
            </w:r>
          </w:p>
          <w:p w14:paraId="3FAE5376"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1DC49BB4"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3 points</w:t>
            </w:r>
          </w:p>
        </w:tc>
        <w:tc>
          <w:tcPr>
            <w:tcW w:w="2140" w:type="dxa"/>
            <w:tcBorders>
              <w:top w:val="single" w:sz="8" w:space="0" w:color="000000"/>
              <w:left w:val="single" w:sz="8" w:space="0" w:color="000000"/>
              <w:bottom w:val="single" w:sz="8" w:space="0" w:color="auto"/>
              <w:right w:val="single" w:sz="8" w:space="0" w:color="auto"/>
            </w:tcBorders>
            <w:shd w:val="clear" w:color="auto" w:fill="auto"/>
          </w:tcPr>
          <w:p w14:paraId="1A9606F5"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all the</w:t>
            </w:r>
          </w:p>
          <w:p w14:paraId="0895B22F"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water through.</w:t>
            </w:r>
          </w:p>
          <w:p w14:paraId="71E16BFE"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6FF8F4F1"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3CD9C38D"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4 points</w:t>
            </w:r>
          </w:p>
        </w:tc>
      </w:tr>
      <w:tr w:rsidR="00E460A6" w:rsidRPr="002A5332" w14:paraId="3E10A553" w14:textId="77777777" w:rsidTr="000C6066">
        <w:trPr>
          <w:trHeight w:val="243"/>
        </w:trPr>
        <w:tc>
          <w:tcPr>
            <w:tcW w:w="10800" w:type="dxa"/>
            <w:gridSpan w:val="5"/>
            <w:tcBorders>
              <w:top w:val="single" w:sz="8" w:space="0" w:color="auto"/>
              <w:left w:val="nil"/>
              <w:bottom w:val="single" w:sz="8" w:space="0" w:color="auto"/>
              <w:right w:val="nil"/>
            </w:tcBorders>
            <w:shd w:val="clear" w:color="auto" w:fill="auto"/>
            <w:vAlign w:val="bottom"/>
          </w:tcPr>
          <w:p w14:paraId="23967965" w14:textId="77777777" w:rsidR="002A5332" w:rsidRPr="00E460A6" w:rsidRDefault="002A5332" w:rsidP="002A5332">
            <w:pPr>
              <w:tabs>
                <w:tab w:val="left" w:pos="360"/>
              </w:tabs>
              <w:spacing w:after="120" w:line="240" w:lineRule="auto"/>
              <w:ind w:right="80"/>
              <w:rPr>
                <w:rFonts w:ascii="Century Gothic" w:eastAsia="Century Gothic" w:hAnsi="Century Gothic"/>
                <w:color w:val="000000" w:themeColor="text1"/>
              </w:rPr>
            </w:pPr>
          </w:p>
          <w:p w14:paraId="5CEF3500" w14:textId="14AF4929" w:rsidR="002A5332" w:rsidRPr="00E460A6" w:rsidRDefault="002A5332" w:rsidP="002A5332">
            <w:pPr>
              <w:numPr>
                <w:ilvl w:val="0"/>
                <w:numId w:val="32"/>
              </w:numPr>
              <w:tabs>
                <w:tab w:val="left" w:pos="360"/>
              </w:tabs>
              <w:spacing w:after="120" w:line="240" w:lineRule="auto"/>
              <w:ind w:left="360" w:right="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Add up the point values for your filtered water. A good filter will earn at least 5 points. A better filter will earn at least 6 points. A great filter will earn 7 or more points.</w:t>
            </w:r>
          </w:p>
          <w:p w14:paraId="5FD11B96" w14:textId="77777777" w:rsidR="002A5332" w:rsidRPr="00E460A6" w:rsidRDefault="002A5332" w:rsidP="002A5332">
            <w:pPr>
              <w:numPr>
                <w:ilvl w:val="0"/>
                <w:numId w:val="32"/>
              </w:numPr>
              <w:tabs>
                <w:tab w:val="left" w:pos="360"/>
              </w:tabs>
              <w:spacing w:after="120" w:line="240" w:lineRule="auto"/>
              <w:ind w:left="360" w:right="420" w:hanging="360"/>
              <w:jc w:val="both"/>
              <w:rPr>
                <w:rFonts w:ascii="Century Gothic" w:eastAsia="Century Gothic" w:hAnsi="Century Gothic"/>
                <w:color w:val="000000" w:themeColor="text1"/>
              </w:rPr>
            </w:pPr>
            <w:r w:rsidRPr="00E460A6">
              <w:rPr>
                <w:rFonts w:ascii="Century Gothic" w:eastAsia="Century Gothic" w:hAnsi="Century Gothic"/>
                <w:color w:val="000000" w:themeColor="text1"/>
              </w:rPr>
              <w:t>If your prototype scores a 4 or less, think about improvements that could be made. Run the engineering design process again, this time changing the layers you use to filter. This could involve changing the materials themselves, the order of the materials, or both.</w:t>
            </w:r>
          </w:p>
          <w:p w14:paraId="741C3A7B" w14:textId="77777777" w:rsidR="002A5332" w:rsidRPr="00E460A6" w:rsidRDefault="002A5332" w:rsidP="002A5332">
            <w:pPr>
              <w:numPr>
                <w:ilvl w:val="0"/>
                <w:numId w:val="32"/>
              </w:numPr>
              <w:tabs>
                <w:tab w:val="left" w:pos="360"/>
              </w:tabs>
              <w:spacing w:after="120" w:line="240" w:lineRule="auto"/>
              <w:ind w:left="360" w:right="200" w:hanging="360"/>
              <w:rPr>
                <w:rFonts w:ascii="Century Gothic" w:eastAsia="Century Gothic" w:hAnsi="Century Gothic"/>
                <w:color w:val="000000" w:themeColor="text1"/>
              </w:rPr>
            </w:pPr>
            <w:r w:rsidRPr="00E460A6">
              <w:rPr>
                <w:rFonts w:ascii="Century Gothic" w:eastAsia="Century Gothic" w:hAnsi="Century Gothic"/>
                <w:color w:val="000000" w:themeColor="text1"/>
              </w:rPr>
              <w:t>If your prototype scores well, try to replicate the results by building a second prototype of the same kind. Again, repeat the engineering design process.</w:t>
            </w:r>
          </w:p>
          <w:p w14:paraId="79FC7D96" w14:textId="77777777" w:rsidR="002A5332" w:rsidRPr="00E460A6" w:rsidRDefault="002A5332" w:rsidP="002A5332">
            <w:pPr>
              <w:numPr>
                <w:ilvl w:val="0"/>
                <w:numId w:val="32"/>
              </w:numPr>
              <w:tabs>
                <w:tab w:val="left" w:pos="360"/>
              </w:tabs>
              <w:spacing w:after="120" w:line="240" w:lineRule="auto"/>
              <w:ind w:left="360" w:right="260" w:hanging="360"/>
              <w:rPr>
                <w:rFonts w:ascii="Century Gothic" w:eastAsia="Century Gothic" w:hAnsi="Century Gothic"/>
                <w:color w:val="000000" w:themeColor="text1"/>
              </w:rPr>
            </w:pPr>
            <w:r w:rsidRPr="00E460A6">
              <w:rPr>
                <w:rFonts w:ascii="Century Gothic" w:eastAsia="Century Gothic" w:hAnsi="Century Gothic"/>
                <w:color w:val="000000" w:themeColor="text1"/>
              </w:rPr>
              <w:t>For your third prototype, focus either on recovery or filtration. Repeat the engineering design process.</w:t>
            </w:r>
          </w:p>
          <w:p w14:paraId="666ADBE6" w14:textId="77777777" w:rsidR="002A5332" w:rsidRPr="00E460A6" w:rsidRDefault="002A5332" w:rsidP="002A5332">
            <w:pPr>
              <w:numPr>
                <w:ilvl w:val="0"/>
                <w:numId w:val="32"/>
              </w:numPr>
              <w:tabs>
                <w:tab w:val="left" w:pos="360"/>
              </w:tabs>
              <w:spacing w:after="120" w:line="240" w:lineRule="auto"/>
              <w:ind w:left="360" w:hanging="360"/>
              <w:rPr>
                <w:rFonts w:ascii="Century Gothic" w:eastAsia="Century Gothic" w:hAnsi="Century Gothic"/>
                <w:color w:val="000000" w:themeColor="text1"/>
              </w:rPr>
            </w:pPr>
            <w:r w:rsidRPr="00E460A6">
              <w:rPr>
                <w:rFonts w:ascii="Century Gothic" w:eastAsia="Century Gothic" w:hAnsi="Century Gothic"/>
                <w:color w:val="000000" w:themeColor="text1"/>
              </w:rPr>
              <w:t>Record your results for your second and third prototype by circling them in the tables below:</w:t>
            </w:r>
          </w:p>
          <w:p w14:paraId="38DBA254" w14:textId="77777777" w:rsidR="002A5332" w:rsidRPr="00E460A6" w:rsidRDefault="002A5332" w:rsidP="002A5332">
            <w:pPr>
              <w:spacing w:after="0" w:line="0" w:lineRule="atLeast"/>
              <w:jc w:val="center"/>
              <w:rPr>
                <w:rFonts w:ascii="Century Gothic" w:eastAsia="Century Gothic" w:hAnsi="Century Gothic" w:cs="Arial"/>
                <w:b/>
                <w:color w:val="000000" w:themeColor="text1"/>
                <w:sz w:val="26"/>
                <w:szCs w:val="20"/>
              </w:rPr>
            </w:pPr>
          </w:p>
          <w:p w14:paraId="214DBB21" w14:textId="77777777" w:rsidR="002A5332" w:rsidRPr="002A5332" w:rsidRDefault="002A5332" w:rsidP="002A5332">
            <w:pPr>
              <w:spacing w:after="0" w:line="0" w:lineRule="atLeast"/>
              <w:jc w:val="center"/>
              <w:rPr>
                <w:rFonts w:ascii="Century Gothic" w:eastAsia="Century Gothic" w:hAnsi="Century Gothic" w:cs="Arial"/>
                <w:b/>
                <w:color w:val="000000" w:themeColor="text1"/>
                <w:sz w:val="26"/>
                <w:szCs w:val="20"/>
              </w:rPr>
            </w:pPr>
            <w:r w:rsidRPr="002A5332">
              <w:rPr>
                <w:rFonts w:ascii="Century Gothic" w:eastAsia="Century Gothic" w:hAnsi="Century Gothic" w:cs="Arial"/>
                <w:b/>
                <w:color w:val="000000" w:themeColor="text1"/>
                <w:sz w:val="26"/>
                <w:szCs w:val="20"/>
              </w:rPr>
              <w:t xml:space="preserve">Prototype </w:t>
            </w:r>
            <w:r w:rsidRPr="00E460A6">
              <w:rPr>
                <w:rFonts w:ascii="Century Gothic" w:eastAsia="Century Gothic" w:hAnsi="Century Gothic" w:cs="Arial"/>
                <w:b/>
                <w:color w:val="000000" w:themeColor="text1"/>
                <w:sz w:val="26"/>
                <w:szCs w:val="20"/>
              </w:rPr>
              <w:t>2</w:t>
            </w:r>
            <w:r w:rsidRPr="002A5332">
              <w:rPr>
                <w:rFonts w:ascii="Century Gothic" w:eastAsia="Century Gothic" w:hAnsi="Century Gothic" w:cs="Arial"/>
                <w:b/>
                <w:color w:val="000000" w:themeColor="text1"/>
                <w:sz w:val="26"/>
                <w:szCs w:val="20"/>
              </w:rPr>
              <w:t>: Data Table</w:t>
            </w:r>
          </w:p>
        </w:tc>
      </w:tr>
      <w:tr w:rsidR="00E460A6" w:rsidRPr="002A5332" w14:paraId="39632936" w14:textId="77777777" w:rsidTr="000C6066">
        <w:trPr>
          <w:trHeight w:val="1143"/>
        </w:trPr>
        <w:tc>
          <w:tcPr>
            <w:tcW w:w="2080" w:type="dxa"/>
            <w:tcBorders>
              <w:top w:val="single" w:sz="8" w:space="0" w:color="auto"/>
              <w:left w:val="single" w:sz="8" w:space="0" w:color="auto"/>
              <w:bottom w:val="single" w:sz="8" w:space="0" w:color="000000"/>
              <w:right w:val="single" w:sz="8" w:space="0" w:color="000000"/>
            </w:tcBorders>
            <w:shd w:val="clear" w:color="auto" w:fill="auto"/>
          </w:tcPr>
          <w:p w14:paraId="1FA32DCE"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Filtration: How</w:t>
            </w:r>
          </w:p>
          <w:p w14:paraId="52210AB5"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close does your</w:t>
            </w:r>
          </w:p>
          <w:p w14:paraId="58A4978C"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filtered water</w:t>
            </w:r>
          </w:p>
          <w:p w14:paraId="3D56AEE0"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look to the clean</w:t>
            </w:r>
          </w:p>
          <w:p w14:paraId="417F991F"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water?</w:t>
            </w:r>
          </w:p>
        </w:tc>
        <w:tc>
          <w:tcPr>
            <w:tcW w:w="2260" w:type="dxa"/>
            <w:tcBorders>
              <w:top w:val="single" w:sz="8" w:space="0" w:color="auto"/>
              <w:left w:val="single" w:sz="8" w:space="0" w:color="000000"/>
              <w:bottom w:val="single" w:sz="8" w:space="0" w:color="000000"/>
              <w:right w:val="single" w:sz="8" w:space="0" w:color="000000"/>
            </w:tcBorders>
            <w:shd w:val="clear" w:color="auto" w:fill="auto"/>
          </w:tcPr>
          <w:p w14:paraId="57221A9E"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52640FDD" w14:textId="328B1E7C"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looks like cup A.</w:t>
            </w:r>
          </w:p>
          <w:p w14:paraId="63C183C6"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11E931C0"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3A265F07"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1 point</w:t>
            </w:r>
          </w:p>
        </w:tc>
        <w:tc>
          <w:tcPr>
            <w:tcW w:w="2160" w:type="dxa"/>
            <w:tcBorders>
              <w:top w:val="single" w:sz="8" w:space="0" w:color="auto"/>
              <w:left w:val="single" w:sz="8" w:space="0" w:color="000000"/>
              <w:bottom w:val="single" w:sz="8" w:space="0" w:color="000000"/>
              <w:right w:val="single" w:sz="8" w:space="0" w:color="000000"/>
            </w:tcBorders>
            <w:shd w:val="clear" w:color="auto" w:fill="auto"/>
          </w:tcPr>
          <w:p w14:paraId="6D1865EF"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5C0B6C39" w14:textId="63A238EA"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looks like cup B.</w:t>
            </w:r>
          </w:p>
          <w:p w14:paraId="3D439DD9"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660B712F"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600212BB"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2 points</w:t>
            </w:r>
          </w:p>
        </w:tc>
        <w:tc>
          <w:tcPr>
            <w:tcW w:w="2160" w:type="dxa"/>
            <w:tcBorders>
              <w:top w:val="single" w:sz="8" w:space="0" w:color="auto"/>
              <w:left w:val="single" w:sz="8" w:space="0" w:color="000000"/>
              <w:bottom w:val="single" w:sz="8" w:space="0" w:color="000000"/>
              <w:right w:val="single" w:sz="8" w:space="0" w:color="000000"/>
            </w:tcBorders>
            <w:shd w:val="clear" w:color="auto" w:fill="auto"/>
          </w:tcPr>
          <w:p w14:paraId="4A957709"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63046BB6" w14:textId="4F120B6C"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 xml:space="preserve">looks like cup </w:t>
            </w:r>
            <w:r w:rsidR="00EB4681">
              <w:rPr>
                <w:rFonts w:ascii="Century Gothic" w:eastAsia="Century Gothic" w:hAnsi="Century Gothic" w:cs="Arial"/>
                <w:color w:val="000000" w:themeColor="text1"/>
                <w:sz w:val="20"/>
                <w:szCs w:val="18"/>
              </w:rPr>
              <w:t>C</w:t>
            </w:r>
            <w:r w:rsidRPr="002A5332">
              <w:rPr>
                <w:rFonts w:ascii="Century Gothic" w:eastAsia="Century Gothic" w:hAnsi="Century Gothic" w:cs="Arial"/>
                <w:color w:val="000000" w:themeColor="text1"/>
                <w:sz w:val="20"/>
                <w:szCs w:val="18"/>
              </w:rPr>
              <w:t>.</w:t>
            </w:r>
          </w:p>
          <w:p w14:paraId="3BA4FDFC"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43B0705B"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62D33BA8"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3 points</w:t>
            </w:r>
          </w:p>
        </w:tc>
        <w:tc>
          <w:tcPr>
            <w:tcW w:w="2140" w:type="dxa"/>
            <w:tcBorders>
              <w:top w:val="single" w:sz="8" w:space="0" w:color="auto"/>
              <w:left w:val="single" w:sz="8" w:space="0" w:color="000000"/>
              <w:bottom w:val="single" w:sz="8" w:space="0" w:color="000000"/>
              <w:right w:val="single" w:sz="8" w:space="0" w:color="auto"/>
            </w:tcBorders>
            <w:shd w:val="clear" w:color="auto" w:fill="auto"/>
          </w:tcPr>
          <w:p w14:paraId="5CA48BBF"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2F9217EC" w14:textId="51808D5F"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 xml:space="preserve">looks like cup </w:t>
            </w:r>
            <w:r w:rsidR="00EB4681">
              <w:rPr>
                <w:rFonts w:ascii="Century Gothic" w:eastAsia="Century Gothic" w:hAnsi="Century Gothic" w:cs="Arial"/>
                <w:color w:val="000000" w:themeColor="text1"/>
                <w:sz w:val="20"/>
                <w:szCs w:val="18"/>
              </w:rPr>
              <w:t>D</w:t>
            </w:r>
            <w:r w:rsidRPr="002A5332">
              <w:rPr>
                <w:rFonts w:ascii="Century Gothic" w:eastAsia="Century Gothic" w:hAnsi="Century Gothic" w:cs="Arial"/>
                <w:color w:val="000000" w:themeColor="text1"/>
                <w:sz w:val="20"/>
                <w:szCs w:val="18"/>
              </w:rPr>
              <w:t>.</w:t>
            </w:r>
          </w:p>
          <w:p w14:paraId="12AC840A"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7F523C29"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10DAEA82"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4 points</w:t>
            </w:r>
          </w:p>
        </w:tc>
      </w:tr>
      <w:tr w:rsidR="00E460A6" w:rsidRPr="002A5332" w14:paraId="7BE4EE22" w14:textId="77777777" w:rsidTr="000C6066">
        <w:trPr>
          <w:trHeight w:val="1240"/>
        </w:trPr>
        <w:tc>
          <w:tcPr>
            <w:tcW w:w="2080" w:type="dxa"/>
            <w:tcBorders>
              <w:top w:val="single" w:sz="8" w:space="0" w:color="000000"/>
              <w:left w:val="single" w:sz="8" w:space="0" w:color="auto"/>
              <w:bottom w:val="single" w:sz="8" w:space="0" w:color="auto"/>
              <w:right w:val="single" w:sz="8" w:space="0" w:color="000000"/>
            </w:tcBorders>
            <w:shd w:val="clear" w:color="auto" w:fill="auto"/>
          </w:tcPr>
          <w:p w14:paraId="2C30C7FF"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Recovery: How</w:t>
            </w:r>
          </w:p>
          <w:p w14:paraId="66755122"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much water did</w:t>
            </w:r>
          </w:p>
          <w:p w14:paraId="3DB67AD7"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your filter let</w:t>
            </w:r>
          </w:p>
          <w:p w14:paraId="1C935CC1"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through?</w:t>
            </w:r>
          </w:p>
        </w:tc>
        <w:tc>
          <w:tcPr>
            <w:tcW w:w="2260" w:type="dxa"/>
            <w:tcBorders>
              <w:top w:val="single" w:sz="8" w:space="0" w:color="000000"/>
              <w:left w:val="single" w:sz="8" w:space="0" w:color="000000"/>
              <w:bottom w:val="single" w:sz="8" w:space="0" w:color="auto"/>
              <w:right w:val="single" w:sz="8" w:space="0" w:color="000000"/>
            </w:tcBorders>
            <w:shd w:val="clear" w:color="auto" w:fill="auto"/>
          </w:tcPr>
          <w:p w14:paraId="5C5A1900"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none of</w:t>
            </w:r>
          </w:p>
          <w:p w14:paraId="077DFA62"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the water through.</w:t>
            </w:r>
          </w:p>
          <w:p w14:paraId="06FB2BDD"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6CCE81D8"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49581D06"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1 point</w:t>
            </w:r>
          </w:p>
        </w:tc>
        <w:tc>
          <w:tcPr>
            <w:tcW w:w="2160" w:type="dxa"/>
            <w:tcBorders>
              <w:top w:val="single" w:sz="8" w:space="0" w:color="000000"/>
              <w:left w:val="single" w:sz="8" w:space="0" w:color="000000"/>
              <w:bottom w:val="single" w:sz="8" w:space="0" w:color="auto"/>
              <w:right w:val="single" w:sz="8" w:space="0" w:color="000000"/>
            </w:tcBorders>
            <w:shd w:val="clear" w:color="auto" w:fill="auto"/>
          </w:tcPr>
          <w:p w14:paraId="545E5C33"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less</w:t>
            </w:r>
          </w:p>
          <w:p w14:paraId="4303F562"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than half of the</w:t>
            </w:r>
          </w:p>
          <w:p w14:paraId="09E976D0"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water through.</w:t>
            </w:r>
          </w:p>
          <w:p w14:paraId="5C7FC49B"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2CA64D3F"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2 points</w:t>
            </w:r>
          </w:p>
        </w:tc>
        <w:tc>
          <w:tcPr>
            <w:tcW w:w="2160" w:type="dxa"/>
            <w:tcBorders>
              <w:top w:val="single" w:sz="8" w:space="0" w:color="000000"/>
              <w:left w:val="single" w:sz="8" w:space="0" w:color="000000"/>
              <w:bottom w:val="single" w:sz="8" w:space="0" w:color="auto"/>
              <w:right w:val="single" w:sz="8" w:space="0" w:color="000000"/>
            </w:tcBorders>
            <w:shd w:val="clear" w:color="auto" w:fill="auto"/>
          </w:tcPr>
          <w:p w14:paraId="02EE22B0"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more</w:t>
            </w:r>
          </w:p>
          <w:p w14:paraId="04B56147"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than half of the</w:t>
            </w:r>
          </w:p>
          <w:p w14:paraId="3D61A222"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water through.</w:t>
            </w:r>
          </w:p>
          <w:p w14:paraId="6595CBCE"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3EB88A1C"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3 points</w:t>
            </w:r>
          </w:p>
        </w:tc>
        <w:tc>
          <w:tcPr>
            <w:tcW w:w="2140" w:type="dxa"/>
            <w:tcBorders>
              <w:top w:val="single" w:sz="8" w:space="0" w:color="000000"/>
              <w:left w:val="single" w:sz="8" w:space="0" w:color="000000"/>
              <w:bottom w:val="single" w:sz="8" w:space="0" w:color="auto"/>
              <w:right w:val="single" w:sz="8" w:space="0" w:color="auto"/>
            </w:tcBorders>
            <w:shd w:val="clear" w:color="auto" w:fill="auto"/>
          </w:tcPr>
          <w:p w14:paraId="489719B5"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all the</w:t>
            </w:r>
          </w:p>
          <w:p w14:paraId="67C1FDCF"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water through.</w:t>
            </w:r>
          </w:p>
          <w:p w14:paraId="1832CBDD"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6FC392B5"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3CE01726"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4 points</w:t>
            </w:r>
          </w:p>
        </w:tc>
      </w:tr>
      <w:tr w:rsidR="00E460A6" w:rsidRPr="002A5332" w14:paraId="35AAB8D7" w14:textId="77777777" w:rsidTr="000C6066">
        <w:trPr>
          <w:trHeight w:val="243"/>
        </w:trPr>
        <w:tc>
          <w:tcPr>
            <w:tcW w:w="10800" w:type="dxa"/>
            <w:gridSpan w:val="5"/>
            <w:tcBorders>
              <w:top w:val="single" w:sz="8" w:space="0" w:color="auto"/>
              <w:left w:val="nil"/>
              <w:bottom w:val="single" w:sz="8" w:space="0" w:color="auto"/>
              <w:right w:val="nil"/>
            </w:tcBorders>
            <w:shd w:val="clear" w:color="auto" w:fill="auto"/>
            <w:vAlign w:val="bottom"/>
          </w:tcPr>
          <w:p w14:paraId="18908CAF" w14:textId="77777777" w:rsidR="002A5332" w:rsidRPr="00E460A6" w:rsidRDefault="002A5332" w:rsidP="002A5332">
            <w:pPr>
              <w:spacing w:after="0" w:line="0" w:lineRule="atLeast"/>
              <w:jc w:val="center"/>
              <w:rPr>
                <w:rFonts w:ascii="Century Gothic" w:eastAsia="Century Gothic" w:hAnsi="Century Gothic" w:cs="Arial"/>
                <w:b/>
                <w:color w:val="000000" w:themeColor="text1"/>
                <w:sz w:val="26"/>
                <w:szCs w:val="20"/>
              </w:rPr>
            </w:pPr>
          </w:p>
          <w:p w14:paraId="7C71D2A3" w14:textId="77777777" w:rsidR="002A5332" w:rsidRPr="002A5332" w:rsidRDefault="002A5332" w:rsidP="002A5332">
            <w:pPr>
              <w:spacing w:after="0" w:line="0" w:lineRule="atLeast"/>
              <w:jc w:val="center"/>
              <w:rPr>
                <w:rFonts w:ascii="Century Gothic" w:eastAsia="Century Gothic" w:hAnsi="Century Gothic" w:cs="Arial"/>
                <w:b/>
                <w:color w:val="000000" w:themeColor="text1"/>
                <w:sz w:val="26"/>
                <w:szCs w:val="20"/>
              </w:rPr>
            </w:pPr>
            <w:r w:rsidRPr="002A5332">
              <w:rPr>
                <w:rFonts w:ascii="Century Gothic" w:eastAsia="Century Gothic" w:hAnsi="Century Gothic" w:cs="Arial"/>
                <w:b/>
                <w:color w:val="000000" w:themeColor="text1"/>
                <w:sz w:val="26"/>
                <w:szCs w:val="20"/>
              </w:rPr>
              <w:t xml:space="preserve">Prototype </w:t>
            </w:r>
            <w:r w:rsidRPr="00E460A6">
              <w:rPr>
                <w:rFonts w:ascii="Century Gothic" w:eastAsia="Century Gothic" w:hAnsi="Century Gothic" w:cs="Arial"/>
                <w:b/>
                <w:color w:val="000000" w:themeColor="text1"/>
                <w:sz w:val="26"/>
                <w:szCs w:val="20"/>
              </w:rPr>
              <w:t>3</w:t>
            </w:r>
            <w:r w:rsidRPr="002A5332">
              <w:rPr>
                <w:rFonts w:ascii="Century Gothic" w:eastAsia="Century Gothic" w:hAnsi="Century Gothic" w:cs="Arial"/>
                <w:b/>
                <w:color w:val="000000" w:themeColor="text1"/>
                <w:sz w:val="26"/>
                <w:szCs w:val="20"/>
              </w:rPr>
              <w:t>: Data Table</w:t>
            </w:r>
          </w:p>
        </w:tc>
      </w:tr>
      <w:tr w:rsidR="00E460A6" w:rsidRPr="002A5332" w14:paraId="1C7ADB65" w14:textId="77777777" w:rsidTr="000C6066">
        <w:trPr>
          <w:trHeight w:val="1143"/>
        </w:trPr>
        <w:tc>
          <w:tcPr>
            <w:tcW w:w="2080" w:type="dxa"/>
            <w:tcBorders>
              <w:top w:val="single" w:sz="8" w:space="0" w:color="auto"/>
              <w:left w:val="single" w:sz="8" w:space="0" w:color="auto"/>
              <w:bottom w:val="single" w:sz="8" w:space="0" w:color="000000"/>
              <w:right w:val="single" w:sz="8" w:space="0" w:color="000000"/>
            </w:tcBorders>
            <w:shd w:val="clear" w:color="auto" w:fill="auto"/>
          </w:tcPr>
          <w:p w14:paraId="7181F33C"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Filtration: How</w:t>
            </w:r>
          </w:p>
          <w:p w14:paraId="215D2A8D"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close does your</w:t>
            </w:r>
          </w:p>
          <w:p w14:paraId="0E36307A"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filtered water</w:t>
            </w:r>
          </w:p>
          <w:p w14:paraId="4FEE7636"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look to the clean</w:t>
            </w:r>
          </w:p>
          <w:p w14:paraId="0A39D0CF"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water?</w:t>
            </w:r>
          </w:p>
        </w:tc>
        <w:tc>
          <w:tcPr>
            <w:tcW w:w="2260" w:type="dxa"/>
            <w:tcBorders>
              <w:top w:val="single" w:sz="8" w:space="0" w:color="auto"/>
              <w:left w:val="single" w:sz="8" w:space="0" w:color="000000"/>
              <w:bottom w:val="single" w:sz="8" w:space="0" w:color="000000"/>
              <w:right w:val="single" w:sz="8" w:space="0" w:color="000000"/>
            </w:tcBorders>
            <w:shd w:val="clear" w:color="auto" w:fill="auto"/>
          </w:tcPr>
          <w:p w14:paraId="670C4AD9"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5DA042C4" w14:textId="66264932"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 xml:space="preserve">looks like cup </w:t>
            </w:r>
            <w:r w:rsidR="00EB4681">
              <w:rPr>
                <w:rFonts w:ascii="Century Gothic" w:eastAsia="Century Gothic" w:hAnsi="Century Gothic" w:cs="Arial"/>
                <w:color w:val="000000" w:themeColor="text1"/>
                <w:sz w:val="20"/>
                <w:szCs w:val="18"/>
              </w:rPr>
              <w:t>A</w:t>
            </w:r>
            <w:r w:rsidRPr="002A5332">
              <w:rPr>
                <w:rFonts w:ascii="Century Gothic" w:eastAsia="Century Gothic" w:hAnsi="Century Gothic" w:cs="Arial"/>
                <w:color w:val="000000" w:themeColor="text1"/>
                <w:sz w:val="20"/>
                <w:szCs w:val="18"/>
              </w:rPr>
              <w:t>.</w:t>
            </w:r>
          </w:p>
          <w:p w14:paraId="682E5488"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546DE4DC"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16F1A4A4"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1 point</w:t>
            </w:r>
          </w:p>
        </w:tc>
        <w:tc>
          <w:tcPr>
            <w:tcW w:w="2160" w:type="dxa"/>
            <w:tcBorders>
              <w:top w:val="single" w:sz="8" w:space="0" w:color="auto"/>
              <w:left w:val="single" w:sz="8" w:space="0" w:color="000000"/>
              <w:bottom w:val="single" w:sz="8" w:space="0" w:color="000000"/>
              <w:right w:val="single" w:sz="8" w:space="0" w:color="000000"/>
            </w:tcBorders>
            <w:shd w:val="clear" w:color="auto" w:fill="auto"/>
          </w:tcPr>
          <w:p w14:paraId="4F45DD73"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464D759F" w14:textId="21608A1D"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 xml:space="preserve">looks like cup </w:t>
            </w:r>
            <w:r w:rsidR="00EB4681">
              <w:rPr>
                <w:rFonts w:ascii="Century Gothic" w:eastAsia="Century Gothic" w:hAnsi="Century Gothic" w:cs="Arial"/>
                <w:color w:val="000000" w:themeColor="text1"/>
                <w:sz w:val="20"/>
                <w:szCs w:val="18"/>
              </w:rPr>
              <w:t>B</w:t>
            </w:r>
            <w:r w:rsidRPr="002A5332">
              <w:rPr>
                <w:rFonts w:ascii="Century Gothic" w:eastAsia="Century Gothic" w:hAnsi="Century Gothic" w:cs="Arial"/>
                <w:color w:val="000000" w:themeColor="text1"/>
                <w:sz w:val="20"/>
                <w:szCs w:val="18"/>
              </w:rPr>
              <w:t>.</w:t>
            </w:r>
          </w:p>
          <w:p w14:paraId="24A61D5F"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13C1795D"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0059B2F1"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2 points</w:t>
            </w:r>
          </w:p>
        </w:tc>
        <w:tc>
          <w:tcPr>
            <w:tcW w:w="2160" w:type="dxa"/>
            <w:tcBorders>
              <w:top w:val="single" w:sz="8" w:space="0" w:color="auto"/>
              <w:left w:val="single" w:sz="8" w:space="0" w:color="000000"/>
              <w:bottom w:val="single" w:sz="8" w:space="0" w:color="000000"/>
              <w:right w:val="single" w:sz="8" w:space="0" w:color="000000"/>
            </w:tcBorders>
            <w:shd w:val="clear" w:color="auto" w:fill="auto"/>
          </w:tcPr>
          <w:p w14:paraId="0C3265FA"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047ED190" w14:textId="046D376A"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 xml:space="preserve">looks like cup </w:t>
            </w:r>
            <w:r w:rsidR="00EB4681">
              <w:rPr>
                <w:rFonts w:ascii="Century Gothic" w:eastAsia="Century Gothic" w:hAnsi="Century Gothic" w:cs="Arial"/>
                <w:color w:val="000000" w:themeColor="text1"/>
                <w:sz w:val="20"/>
                <w:szCs w:val="18"/>
              </w:rPr>
              <w:t>C</w:t>
            </w:r>
            <w:r w:rsidRPr="002A5332">
              <w:rPr>
                <w:rFonts w:ascii="Century Gothic" w:eastAsia="Century Gothic" w:hAnsi="Century Gothic" w:cs="Arial"/>
                <w:color w:val="000000" w:themeColor="text1"/>
                <w:sz w:val="20"/>
                <w:szCs w:val="18"/>
              </w:rPr>
              <w:t>.</w:t>
            </w:r>
          </w:p>
          <w:p w14:paraId="103A2379"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216F9CF3"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51E4C781"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3 points</w:t>
            </w:r>
          </w:p>
        </w:tc>
        <w:tc>
          <w:tcPr>
            <w:tcW w:w="2140" w:type="dxa"/>
            <w:tcBorders>
              <w:top w:val="single" w:sz="8" w:space="0" w:color="auto"/>
              <w:left w:val="single" w:sz="8" w:space="0" w:color="000000"/>
              <w:bottom w:val="single" w:sz="8" w:space="0" w:color="000000"/>
              <w:right w:val="single" w:sz="8" w:space="0" w:color="auto"/>
            </w:tcBorders>
            <w:shd w:val="clear" w:color="auto" w:fill="auto"/>
          </w:tcPr>
          <w:p w14:paraId="50C686AA"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filtered water</w:t>
            </w:r>
          </w:p>
          <w:p w14:paraId="6B2909B0" w14:textId="3A9FAA5E"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 xml:space="preserve">looks like cup </w:t>
            </w:r>
            <w:r w:rsidR="00EB4681">
              <w:rPr>
                <w:rFonts w:ascii="Century Gothic" w:eastAsia="Century Gothic" w:hAnsi="Century Gothic" w:cs="Arial"/>
                <w:color w:val="000000" w:themeColor="text1"/>
                <w:sz w:val="20"/>
                <w:szCs w:val="18"/>
              </w:rPr>
              <w:t>D</w:t>
            </w:r>
            <w:r w:rsidRPr="002A5332">
              <w:rPr>
                <w:rFonts w:ascii="Century Gothic" w:eastAsia="Century Gothic" w:hAnsi="Century Gothic" w:cs="Arial"/>
                <w:color w:val="000000" w:themeColor="text1"/>
                <w:sz w:val="20"/>
                <w:szCs w:val="18"/>
              </w:rPr>
              <w:t>.</w:t>
            </w:r>
          </w:p>
          <w:p w14:paraId="20658E4A"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73106F57"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588C613A"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4 points</w:t>
            </w:r>
          </w:p>
        </w:tc>
      </w:tr>
      <w:tr w:rsidR="00E460A6" w:rsidRPr="002A5332" w14:paraId="76B3AE1A" w14:textId="77777777" w:rsidTr="000C6066">
        <w:trPr>
          <w:trHeight w:val="1240"/>
        </w:trPr>
        <w:tc>
          <w:tcPr>
            <w:tcW w:w="2080" w:type="dxa"/>
            <w:tcBorders>
              <w:top w:val="single" w:sz="8" w:space="0" w:color="000000"/>
              <w:left w:val="single" w:sz="8" w:space="0" w:color="auto"/>
              <w:bottom w:val="single" w:sz="8" w:space="0" w:color="auto"/>
              <w:right w:val="single" w:sz="8" w:space="0" w:color="000000"/>
            </w:tcBorders>
            <w:shd w:val="clear" w:color="auto" w:fill="auto"/>
          </w:tcPr>
          <w:p w14:paraId="303F65B1"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Recovery: How</w:t>
            </w:r>
          </w:p>
          <w:p w14:paraId="0B2D1364"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much water did</w:t>
            </w:r>
          </w:p>
          <w:p w14:paraId="5B4D9FDE"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your filter let</w:t>
            </w:r>
          </w:p>
          <w:p w14:paraId="4BFAFEDC" w14:textId="77777777" w:rsidR="002A5332" w:rsidRPr="002A5332" w:rsidRDefault="002A5332" w:rsidP="002A5332">
            <w:pPr>
              <w:spacing w:after="0" w:line="240" w:lineRule="auto"/>
              <w:ind w:left="140"/>
              <w:rPr>
                <w:rFonts w:ascii="Century Gothic" w:eastAsia="Century Gothic" w:hAnsi="Century Gothic" w:cs="Arial"/>
                <w:b/>
                <w:color w:val="000000" w:themeColor="text1"/>
                <w:sz w:val="20"/>
                <w:szCs w:val="18"/>
              </w:rPr>
            </w:pPr>
            <w:r w:rsidRPr="002A5332">
              <w:rPr>
                <w:rFonts w:ascii="Century Gothic" w:eastAsia="Century Gothic" w:hAnsi="Century Gothic" w:cs="Arial"/>
                <w:b/>
                <w:color w:val="000000" w:themeColor="text1"/>
                <w:sz w:val="20"/>
                <w:szCs w:val="18"/>
              </w:rPr>
              <w:t>through?</w:t>
            </w:r>
          </w:p>
        </w:tc>
        <w:tc>
          <w:tcPr>
            <w:tcW w:w="2260" w:type="dxa"/>
            <w:tcBorders>
              <w:top w:val="single" w:sz="8" w:space="0" w:color="000000"/>
              <w:left w:val="single" w:sz="8" w:space="0" w:color="000000"/>
              <w:bottom w:val="single" w:sz="8" w:space="0" w:color="auto"/>
              <w:right w:val="single" w:sz="8" w:space="0" w:color="000000"/>
            </w:tcBorders>
            <w:shd w:val="clear" w:color="auto" w:fill="auto"/>
          </w:tcPr>
          <w:p w14:paraId="77101762"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none of</w:t>
            </w:r>
          </w:p>
          <w:p w14:paraId="3F5E0629"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the water through.</w:t>
            </w:r>
          </w:p>
          <w:p w14:paraId="151F1A9B"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654C5943"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3D095EF1"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1 point</w:t>
            </w:r>
          </w:p>
        </w:tc>
        <w:tc>
          <w:tcPr>
            <w:tcW w:w="2160" w:type="dxa"/>
            <w:tcBorders>
              <w:top w:val="single" w:sz="8" w:space="0" w:color="000000"/>
              <w:left w:val="single" w:sz="8" w:space="0" w:color="000000"/>
              <w:bottom w:val="single" w:sz="8" w:space="0" w:color="auto"/>
              <w:right w:val="single" w:sz="8" w:space="0" w:color="000000"/>
            </w:tcBorders>
            <w:shd w:val="clear" w:color="auto" w:fill="auto"/>
          </w:tcPr>
          <w:p w14:paraId="2B8C2A34"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less</w:t>
            </w:r>
          </w:p>
          <w:p w14:paraId="3B3BE0E3"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than half of the</w:t>
            </w:r>
          </w:p>
          <w:p w14:paraId="032F2FB2"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water through.</w:t>
            </w:r>
          </w:p>
          <w:p w14:paraId="4445813A"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p>
          <w:p w14:paraId="397B6571" w14:textId="77777777" w:rsidR="002A5332" w:rsidRPr="002A5332" w:rsidRDefault="002A5332" w:rsidP="002A5332">
            <w:pPr>
              <w:spacing w:after="0" w:line="240" w:lineRule="auto"/>
              <w:ind w:left="10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2 points</w:t>
            </w:r>
          </w:p>
        </w:tc>
        <w:tc>
          <w:tcPr>
            <w:tcW w:w="2160" w:type="dxa"/>
            <w:tcBorders>
              <w:top w:val="single" w:sz="8" w:space="0" w:color="000000"/>
              <w:left w:val="single" w:sz="8" w:space="0" w:color="000000"/>
              <w:bottom w:val="single" w:sz="8" w:space="0" w:color="auto"/>
              <w:right w:val="single" w:sz="8" w:space="0" w:color="000000"/>
            </w:tcBorders>
            <w:shd w:val="clear" w:color="auto" w:fill="auto"/>
          </w:tcPr>
          <w:p w14:paraId="4DEF6296"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more</w:t>
            </w:r>
          </w:p>
          <w:p w14:paraId="73A5F9B8"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than half of the</w:t>
            </w:r>
          </w:p>
          <w:p w14:paraId="4169F0E5"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water through.</w:t>
            </w:r>
          </w:p>
          <w:p w14:paraId="184B4E25"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1C01A9D3"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3 points</w:t>
            </w:r>
          </w:p>
        </w:tc>
        <w:tc>
          <w:tcPr>
            <w:tcW w:w="2140" w:type="dxa"/>
            <w:tcBorders>
              <w:top w:val="single" w:sz="8" w:space="0" w:color="000000"/>
              <w:left w:val="single" w:sz="8" w:space="0" w:color="000000"/>
              <w:bottom w:val="single" w:sz="8" w:space="0" w:color="auto"/>
              <w:right w:val="single" w:sz="8" w:space="0" w:color="auto"/>
            </w:tcBorders>
            <w:shd w:val="clear" w:color="auto" w:fill="auto"/>
          </w:tcPr>
          <w:p w14:paraId="06DCC8F7"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My filter let all the</w:t>
            </w:r>
          </w:p>
          <w:p w14:paraId="5F165FE1"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water through.</w:t>
            </w:r>
          </w:p>
          <w:p w14:paraId="786924C2"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74B42780"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p>
          <w:p w14:paraId="3E5C519C" w14:textId="77777777" w:rsidR="002A5332" w:rsidRPr="002A5332" w:rsidRDefault="002A5332" w:rsidP="002A5332">
            <w:pPr>
              <w:spacing w:after="0" w:line="240" w:lineRule="auto"/>
              <w:ind w:left="80"/>
              <w:rPr>
                <w:rFonts w:ascii="Century Gothic" w:eastAsia="Century Gothic" w:hAnsi="Century Gothic" w:cs="Arial"/>
                <w:color w:val="000000" w:themeColor="text1"/>
                <w:sz w:val="20"/>
                <w:szCs w:val="18"/>
              </w:rPr>
            </w:pPr>
            <w:r w:rsidRPr="002A5332">
              <w:rPr>
                <w:rFonts w:ascii="Century Gothic" w:eastAsia="Century Gothic" w:hAnsi="Century Gothic" w:cs="Arial"/>
                <w:color w:val="000000" w:themeColor="text1"/>
                <w:sz w:val="20"/>
                <w:szCs w:val="18"/>
              </w:rPr>
              <w:t>4 points</w:t>
            </w:r>
          </w:p>
        </w:tc>
      </w:tr>
    </w:tbl>
    <w:p w14:paraId="4EE72A58" w14:textId="6F063C09" w:rsidR="00AD2ABC" w:rsidRPr="00E460A6" w:rsidRDefault="00C855BE" w:rsidP="002A5332">
      <w:pPr>
        <w:spacing w:after="120" w:line="240" w:lineRule="auto"/>
        <w:rPr>
          <w:rFonts w:ascii="Century Gothic" w:eastAsia="Century Gothic" w:hAnsi="Century Gothic"/>
          <w:bCs/>
          <w:color w:val="000000" w:themeColor="text1"/>
        </w:rPr>
      </w:pPr>
      <w:r w:rsidRPr="00E460A6">
        <w:rPr>
          <w:rFonts w:ascii="Century Gothic" w:eastAsia="Century Gothic" w:hAnsi="Century Gothic"/>
          <w:bCs/>
          <w:color w:val="000000" w:themeColor="text1"/>
        </w:rPr>
        <w:t>Record your results by circling them in the chart below:</w:t>
      </w:r>
      <w:r w:rsidR="002A5332" w:rsidRPr="00E460A6">
        <w:rPr>
          <w:rFonts w:ascii="Century Gothic" w:eastAsia="Century Gothic" w:hAnsi="Century Gothic"/>
          <w:bCs/>
          <w:color w:val="000000" w:themeColor="text1"/>
        </w:rPr>
        <w:br/>
      </w:r>
    </w:p>
    <w:p w14:paraId="1C51EFDA" w14:textId="1A579FB5" w:rsidR="00B47DE2" w:rsidRPr="00E460A6" w:rsidRDefault="002A5332" w:rsidP="00B47DE2">
      <w:pPr>
        <w:spacing w:line="0" w:lineRule="atLeast"/>
        <w:rPr>
          <w:rFonts w:ascii="Century Gothic" w:eastAsia="Century Gothic" w:hAnsi="Century Gothic"/>
          <w:b/>
          <w:color w:val="000000" w:themeColor="text1"/>
          <w:sz w:val="26"/>
        </w:rPr>
      </w:pPr>
      <w:r w:rsidRPr="00E460A6">
        <w:rPr>
          <w:rFonts w:ascii="Century Gothic" w:eastAsia="Century Gothic" w:hAnsi="Century Gothic"/>
          <w:b/>
          <w:noProof/>
          <w:color w:val="000000" w:themeColor="text1"/>
        </w:rPr>
        <w:lastRenderedPageBreak/>
        <w:drawing>
          <wp:anchor distT="0" distB="0" distL="114300" distR="114300" simplePos="0" relativeHeight="251693056" behindDoc="1" locked="0" layoutInCell="1" allowOverlap="1" wp14:anchorId="64815DE6" wp14:editId="63349910">
            <wp:simplePos x="0" y="0"/>
            <wp:positionH relativeFrom="margin">
              <wp:posOffset>-161925</wp:posOffset>
            </wp:positionH>
            <wp:positionV relativeFrom="paragraph">
              <wp:posOffset>0</wp:posOffset>
            </wp:positionV>
            <wp:extent cx="533400" cy="546100"/>
            <wp:effectExtent l="0" t="0" r="0" b="6350"/>
            <wp:wrapTight wrapText="bothSides">
              <wp:wrapPolygon edited="0">
                <wp:start x="0" y="0"/>
                <wp:lineTo x="0" y="21098"/>
                <wp:lineTo x="20829" y="21098"/>
                <wp:lineTo x="20829" y="0"/>
                <wp:lineTo x="0" y="0"/>
              </wp:wrapPolygon>
            </wp:wrapTight>
            <wp:docPr id="89" name="Picture 8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descr="Icon&#10;&#10;Description automatically generated"/>
                    <pic:cNvPicPr/>
                  </pic:nvPicPr>
                  <pic:blipFill rotWithShape="1">
                    <a:blip r:embed="rId20" cstate="print">
                      <a:extLst>
                        <a:ext uri="{28A0092B-C50C-407E-A947-70E740481C1C}">
                          <a14:useLocalDpi xmlns:a14="http://schemas.microsoft.com/office/drawing/2010/main" val="0"/>
                        </a:ext>
                      </a:extLst>
                    </a:blip>
                    <a:srcRect t="2969" b="-1"/>
                    <a:stretch/>
                  </pic:blipFill>
                  <pic:spPr bwMode="auto">
                    <a:xfrm>
                      <a:off x="0" y="0"/>
                      <a:ext cx="533400" cy="546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47DE2" w:rsidRPr="00E460A6">
        <w:rPr>
          <w:rFonts w:ascii="Century Gothic" w:eastAsia="Century Gothic" w:hAnsi="Century Gothic"/>
          <w:b/>
          <w:color w:val="000000" w:themeColor="text1"/>
          <w:sz w:val="26"/>
        </w:rPr>
        <w:t>Design a Safe Water Practice</w:t>
      </w:r>
      <w:r w:rsidR="00EB4681">
        <w:rPr>
          <w:rFonts w:ascii="Century Gothic" w:eastAsia="Century Gothic" w:hAnsi="Century Gothic"/>
          <w:b/>
          <w:color w:val="000000" w:themeColor="text1"/>
          <w:sz w:val="26"/>
        </w:rPr>
        <w:t>s</w:t>
      </w:r>
      <w:r w:rsidR="00B47DE2" w:rsidRPr="00E460A6">
        <w:rPr>
          <w:rFonts w:ascii="Century Gothic" w:eastAsia="Century Gothic" w:hAnsi="Century Gothic"/>
          <w:b/>
          <w:color w:val="000000" w:themeColor="text1"/>
          <w:sz w:val="26"/>
        </w:rPr>
        <w:t xml:space="preserve"> Infographic</w:t>
      </w:r>
    </w:p>
    <w:p w14:paraId="12A55E28" w14:textId="77777777" w:rsidR="002A5332" w:rsidRPr="00E460A6" w:rsidRDefault="002A5332" w:rsidP="00B47DE2">
      <w:pPr>
        <w:spacing w:line="0" w:lineRule="atLeast"/>
        <w:rPr>
          <w:rFonts w:ascii="Century Gothic" w:eastAsia="Century Gothic" w:hAnsi="Century Gothic"/>
          <w:bCs/>
          <w:color w:val="000000" w:themeColor="text1"/>
          <w:sz w:val="26"/>
        </w:rPr>
      </w:pPr>
    </w:p>
    <w:p w14:paraId="59A89DF2" w14:textId="408F5EA8" w:rsidR="00B47DE2" w:rsidRPr="00E460A6" w:rsidRDefault="00B47DE2" w:rsidP="00B47DE2">
      <w:pPr>
        <w:pStyle w:val="ListParagraph"/>
        <w:numPr>
          <w:ilvl w:val="0"/>
          <w:numId w:val="30"/>
        </w:numPr>
        <w:spacing w:before="0" w:after="0" w:line="0" w:lineRule="atLeast"/>
        <w:rPr>
          <w:rFonts w:ascii="Century Gothic" w:eastAsia="Century Gothic" w:hAnsi="Century Gothic"/>
          <w:bCs/>
          <w:color w:val="000000" w:themeColor="text1"/>
          <w:sz w:val="22"/>
          <w:szCs w:val="22"/>
        </w:rPr>
      </w:pPr>
      <w:r w:rsidRPr="00E460A6">
        <w:rPr>
          <w:rFonts w:ascii="Century Gothic" w:eastAsia="Century Gothic" w:hAnsi="Century Gothic"/>
          <w:bCs/>
          <w:color w:val="000000" w:themeColor="text1"/>
          <w:sz w:val="22"/>
          <w:szCs w:val="22"/>
        </w:rPr>
        <w:t>What image did you decide to use? Why? How does your image help to explain each action a person should take?</w:t>
      </w:r>
    </w:p>
    <w:p w14:paraId="34C0403B" w14:textId="77777777" w:rsidR="00B47DE2" w:rsidRPr="00E460A6" w:rsidRDefault="00B47DE2" w:rsidP="00B47DE2">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24A0480F" w14:textId="77777777" w:rsidR="00B47DE2" w:rsidRPr="00E460A6" w:rsidRDefault="00B47DE2" w:rsidP="00B47DE2">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2C97B70B" w14:textId="47BC79FA" w:rsidR="004C692F" w:rsidRPr="00E460A6" w:rsidRDefault="004C692F" w:rsidP="00B47DE2">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5355F211" w14:textId="77777777" w:rsidR="004C692F" w:rsidRPr="00E460A6" w:rsidRDefault="004C692F" w:rsidP="004C692F">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2334648C" w14:textId="77777777" w:rsidR="004C692F" w:rsidRPr="00E460A6" w:rsidRDefault="004C692F" w:rsidP="004C692F">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43B89513" w14:textId="77777777" w:rsidR="004C692F" w:rsidRPr="00E460A6" w:rsidRDefault="004C692F" w:rsidP="004C692F">
      <w:pPr>
        <w:spacing w:after="0" w:line="0" w:lineRule="atLeast"/>
        <w:rPr>
          <w:rStyle w:val="SubtleEmphasis"/>
          <w:rFonts w:ascii="Century Gothic" w:eastAsia="Century Gothic" w:hAnsi="Century Gothic"/>
          <w:bCs/>
          <w:i w:val="0"/>
          <w:iCs w:val="0"/>
          <w:color w:val="000000" w:themeColor="text1"/>
        </w:rPr>
      </w:pPr>
    </w:p>
    <w:p w14:paraId="1B3BC2F6" w14:textId="75C5366E" w:rsidR="004C692F" w:rsidRPr="00E460A6" w:rsidRDefault="00B47DE2" w:rsidP="004C692F">
      <w:pPr>
        <w:pStyle w:val="ListParagraph"/>
        <w:numPr>
          <w:ilvl w:val="0"/>
          <w:numId w:val="30"/>
        </w:numPr>
        <w:spacing w:before="0" w:after="0" w:line="0" w:lineRule="atLeast"/>
        <w:rPr>
          <w:rStyle w:val="SubtleEmphasis"/>
          <w:rFonts w:ascii="Century Gothic" w:eastAsia="Century Gothic" w:hAnsi="Century Gothic"/>
          <w:bCs/>
          <w:i w:val="0"/>
          <w:iCs w:val="0"/>
          <w:color w:val="000000" w:themeColor="text1"/>
          <w:sz w:val="22"/>
          <w:szCs w:val="22"/>
        </w:rPr>
      </w:pPr>
      <w:r w:rsidRPr="00E460A6">
        <w:rPr>
          <w:rStyle w:val="SubtleEmphasis"/>
          <w:rFonts w:ascii="Century Gothic" w:eastAsia="Century Gothic" w:hAnsi="Century Gothic"/>
          <w:bCs/>
          <w:i w:val="0"/>
          <w:iCs w:val="0"/>
          <w:color w:val="000000" w:themeColor="text1"/>
          <w:sz w:val="22"/>
          <w:szCs w:val="22"/>
        </w:rPr>
        <w:t>How did you decide to organize your design? Why?</w:t>
      </w:r>
    </w:p>
    <w:p w14:paraId="0065E4CC" w14:textId="77777777" w:rsidR="004C692F" w:rsidRPr="00E460A6" w:rsidRDefault="004C692F" w:rsidP="004C692F">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60071397" w14:textId="77777777" w:rsidR="004C692F" w:rsidRPr="00E460A6" w:rsidRDefault="004C692F" w:rsidP="004C692F">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0A876B84" w14:textId="77777777" w:rsidR="004C692F" w:rsidRPr="00E460A6" w:rsidRDefault="004C692F" w:rsidP="004C692F">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083458C9" w14:textId="77777777" w:rsidR="004C692F" w:rsidRPr="00E460A6" w:rsidRDefault="004C692F" w:rsidP="004C692F">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5B3EC27A" w14:textId="77777777" w:rsidR="004C692F" w:rsidRPr="00E460A6" w:rsidRDefault="004C692F" w:rsidP="004C692F">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11B7A9A6" w14:textId="77777777" w:rsidR="004C692F" w:rsidRPr="00E460A6" w:rsidRDefault="004C692F" w:rsidP="004C692F">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4DF40B4A" w14:textId="77777777" w:rsidR="004C692F" w:rsidRPr="00E460A6" w:rsidRDefault="004C692F" w:rsidP="004C692F">
      <w:pPr>
        <w:spacing w:after="0" w:line="0" w:lineRule="atLeast"/>
        <w:ind w:left="360" w:firstLine="360"/>
        <w:rPr>
          <w:rFonts w:ascii="Century Gothic" w:eastAsia="Century Gothic" w:hAnsi="Century Gothic"/>
          <w:bCs/>
          <w:color w:val="000000" w:themeColor="text1"/>
        </w:rPr>
      </w:pPr>
      <w:r w:rsidRPr="00E460A6">
        <w:rPr>
          <w:rFonts w:ascii="Century Gothic" w:eastAsia="Century Gothic" w:hAnsi="Century Gothic"/>
          <w:bCs/>
          <w:color w:val="000000" w:themeColor="text1"/>
        </w:rPr>
        <w:t>_____________________________________________________________________________________</w:t>
      </w:r>
    </w:p>
    <w:p w14:paraId="34782202" w14:textId="37192739" w:rsidR="6EB851BB" w:rsidRPr="00E460A6" w:rsidRDefault="6EB851BB" w:rsidP="6EB851BB">
      <w:pPr>
        <w:pStyle w:val="Normal-SpaceAbove"/>
        <w:spacing w:before="0" w:after="0"/>
        <w:rPr>
          <w:color w:val="000000" w:themeColor="text1"/>
        </w:rPr>
      </w:pPr>
    </w:p>
    <w:p w14:paraId="14B172EF" w14:textId="77777777" w:rsidR="00E460A6" w:rsidRPr="00E460A6" w:rsidRDefault="00B47DE2" w:rsidP="00E460A6">
      <w:pPr>
        <w:pStyle w:val="Normal-SpaceAbove"/>
        <w:numPr>
          <w:ilvl w:val="0"/>
          <w:numId w:val="30"/>
        </w:numPr>
        <w:spacing w:before="0" w:after="0"/>
        <w:rPr>
          <w:color w:val="000000" w:themeColor="text1"/>
        </w:rPr>
      </w:pPr>
      <w:r w:rsidRPr="00E460A6">
        <w:rPr>
          <w:color w:val="000000" w:themeColor="text1"/>
        </w:rPr>
        <w:t>Paste your infographic below:</w:t>
      </w:r>
    </w:p>
    <w:p w14:paraId="00453532" w14:textId="77777777" w:rsidR="00E460A6" w:rsidRPr="00E460A6" w:rsidRDefault="00E460A6">
      <w:pPr>
        <w:rPr>
          <w:color w:val="000000" w:themeColor="text1"/>
        </w:rPr>
      </w:pPr>
      <w:r w:rsidRPr="00E460A6">
        <w:rPr>
          <w:color w:val="000000" w:themeColor="text1"/>
        </w:rPr>
        <w:br w:type="page"/>
      </w:r>
    </w:p>
    <w:p w14:paraId="61F4F596" w14:textId="1FA14BA5" w:rsidR="00E460A6" w:rsidRPr="00E460A6" w:rsidRDefault="00E460A6" w:rsidP="00E460A6">
      <w:pPr>
        <w:spacing w:before="240" w:line="228" w:lineRule="exact"/>
        <w:rPr>
          <w:rFonts w:ascii="Century Gothic" w:eastAsia="Century Gothic" w:hAnsi="Century Gothic"/>
          <w:b/>
          <w:color w:val="000000" w:themeColor="text1"/>
          <w:sz w:val="26"/>
        </w:rPr>
      </w:pPr>
      <w:r w:rsidRPr="00E460A6">
        <w:rPr>
          <w:rFonts w:ascii="Century Gothic" w:eastAsia="Century Gothic" w:hAnsi="Century Gothic"/>
          <w:b/>
          <w:noProof/>
          <w:color w:val="000000" w:themeColor="text1"/>
          <w:sz w:val="21"/>
        </w:rPr>
        <w:lastRenderedPageBreak/>
        <mc:AlternateContent>
          <mc:Choice Requires="wps">
            <w:drawing>
              <wp:anchor distT="0" distB="0" distL="114300" distR="114300" simplePos="0" relativeHeight="251696128" behindDoc="1" locked="0" layoutInCell="1" allowOverlap="1" wp14:anchorId="5167AF43" wp14:editId="34D70AD4">
                <wp:simplePos x="0" y="0"/>
                <wp:positionH relativeFrom="margin">
                  <wp:align>center</wp:align>
                </wp:positionH>
                <wp:positionV relativeFrom="paragraph">
                  <wp:posOffset>-125730</wp:posOffset>
                </wp:positionV>
                <wp:extent cx="6858000" cy="9096375"/>
                <wp:effectExtent l="0" t="0" r="19050" b="28575"/>
                <wp:wrapNone/>
                <wp:docPr id="86" name="Rectangle 8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858000" cy="909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CC6A88" id="Rectangle 86" o:spid="_x0000_s1026" alt="&quot;&quot;" style="position:absolute;margin-left:0;margin-top:-9.9pt;width:540pt;height:716.25pt;z-index:-2516203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" filled="f" strokecolor="black [3213]" strokeweight="1pt">
                <w10:wrap anchorx="margin"/>
              </v:rect>
            </w:pict>
          </mc:Fallback>
        </mc:AlternateContent>
      </w:r>
      <w:r w:rsidRPr="00E460A6">
        <w:rPr>
          <w:rFonts w:ascii="Times New Roman" w:eastAsia="Times New Roman" w:hAnsi="Times New Roman"/>
          <w:noProof/>
          <w:color w:val="000000" w:themeColor="text1"/>
        </w:rPr>
        <w:drawing>
          <wp:anchor distT="0" distB="0" distL="114300" distR="114300" simplePos="0" relativeHeight="251695104" behindDoc="1" locked="0" layoutInCell="1" allowOverlap="1" wp14:anchorId="5F50D776" wp14:editId="38C73551">
            <wp:simplePos x="0" y="0"/>
            <wp:positionH relativeFrom="margin">
              <wp:posOffset>76200</wp:posOffset>
            </wp:positionH>
            <wp:positionV relativeFrom="page">
              <wp:posOffset>381000</wp:posOffset>
            </wp:positionV>
            <wp:extent cx="460375" cy="447040"/>
            <wp:effectExtent l="0" t="0" r="0" b="0"/>
            <wp:wrapTight wrapText="bothSides">
              <wp:wrapPolygon edited="0">
                <wp:start x="0" y="0"/>
                <wp:lineTo x="0" y="20250"/>
                <wp:lineTo x="20557" y="20250"/>
                <wp:lineTo x="20557" y="0"/>
                <wp:lineTo x="0" y="0"/>
              </wp:wrapPolygon>
            </wp:wrapTight>
            <wp:docPr id="1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2">
                      <a:extLst>
                        <a:ext uri="{C183D7F6-B498-43B3-948B-1728B52AA6E4}">
                          <adec:decorative xmlns:adec="http://schemas.microsoft.com/office/drawing/2017/decorative" val="1"/>
                        </a:ext>
                      </a:extLst>
                    </pic:cNvPr>
                    <pic:cNvPicPr>
                      <a:picLocks/>
                    </pic:cNvPicPr>
                  </pic:nvPicPr>
                  <pic:blipFill>
                    <a:blip r:embed="rId21">
                      <a:extLst>
                        <a:ext uri="{BEBA8EAE-BF5A-486C-A8C5-ECC9F3942E4B}">
                          <a14:imgProps xmlns:a14="http://schemas.microsoft.com/office/drawing/2010/main">
                            <a14:imgLayer r:embed="rId2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60375" cy="447040"/>
                    </a:xfrm>
                    <a:prstGeom prst="rect">
                      <a:avLst/>
                    </a:prstGeom>
                    <a:noFill/>
                    <a:ln>
                      <a:noFill/>
                    </a:ln>
                  </pic:spPr>
                </pic:pic>
              </a:graphicData>
            </a:graphic>
          </wp:anchor>
        </w:drawing>
      </w:r>
      <w:r w:rsidRPr="00E460A6">
        <w:rPr>
          <w:rFonts w:ascii="Century Gothic" w:eastAsia="Century Gothic" w:hAnsi="Century Gothic"/>
          <w:b/>
          <w:color w:val="000000" w:themeColor="text1"/>
          <w:sz w:val="26"/>
        </w:rPr>
        <w:t>Reflections</w:t>
      </w:r>
    </w:p>
    <w:p w14:paraId="444B9C27" w14:textId="77777777" w:rsidR="00E460A6" w:rsidRPr="00E460A6" w:rsidRDefault="00E460A6" w:rsidP="00E460A6">
      <w:pPr>
        <w:spacing w:line="254" w:lineRule="auto"/>
        <w:ind w:left="990" w:right="620"/>
        <w:rPr>
          <w:rFonts w:ascii="Century Gothic" w:eastAsia="Century Gothic" w:hAnsi="Century Gothic"/>
          <w:b/>
          <w:color w:val="000000" w:themeColor="text1"/>
        </w:rPr>
      </w:pPr>
      <w:r w:rsidRPr="00E460A6">
        <w:rPr>
          <w:rFonts w:ascii="Century Gothic" w:eastAsia="Century Gothic" w:hAnsi="Century Gothic"/>
          <w:b/>
          <w:color w:val="000000" w:themeColor="text1"/>
        </w:rPr>
        <w:t>Now that you have completed this design challenge, think about what you learned from your research and engineering design process. Answer the questions below.</w:t>
      </w:r>
    </w:p>
    <w:p w14:paraId="0C154CAE" w14:textId="77777777" w:rsidR="00E460A6" w:rsidRPr="00E460A6" w:rsidRDefault="00E460A6" w:rsidP="00E460A6">
      <w:pPr>
        <w:numPr>
          <w:ilvl w:val="0"/>
          <w:numId w:val="34"/>
        </w:numPr>
        <w:tabs>
          <w:tab w:val="left" w:pos="720"/>
        </w:tabs>
        <w:spacing w:after="120" w:line="240" w:lineRule="auto"/>
        <w:ind w:left="720" w:hanging="360"/>
        <w:rPr>
          <w:rFonts w:ascii="Century Gothic" w:eastAsia="Century Gothic" w:hAnsi="Century Gothic"/>
          <w:color w:val="000000" w:themeColor="text1"/>
        </w:rPr>
      </w:pPr>
      <w:r w:rsidRPr="00E460A6">
        <w:rPr>
          <w:rFonts w:ascii="Century Gothic" w:eastAsia="Century Gothic" w:hAnsi="Century Gothic"/>
          <w:color w:val="000000" w:themeColor="text1"/>
        </w:rPr>
        <w:t xml:space="preserve">What is the role </w:t>
      </w:r>
      <w:r w:rsidRPr="00E460A6">
        <w:rPr>
          <w:rFonts w:ascii="Century Gothic" w:eastAsia="Century Gothic" w:hAnsi="Century Gothic"/>
          <w:b/>
          <w:bCs/>
          <w:color w:val="000000" w:themeColor="text1"/>
        </w:rPr>
        <w:t>sanitation</w:t>
      </w:r>
      <w:r w:rsidRPr="00E460A6">
        <w:rPr>
          <w:rFonts w:ascii="Century Gothic" w:eastAsia="Century Gothic" w:hAnsi="Century Gothic"/>
          <w:color w:val="000000" w:themeColor="text1"/>
        </w:rPr>
        <w:t xml:space="preserve"> plays in keeping us healthy?</w:t>
      </w:r>
    </w:p>
    <w:p w14:paraId="282B5D72" w14:textId="77777777" w:rsidR="00E460A6" w:rsidRPr="00E460A6" w:rsidRDefault="00E460A6" w:rsidP="00E460A6">
      <w:pPr>
        <w:tabs>
          <w:tab w:val="left" w:pos="720"/>
        </w:tabs>
        <w:spacing w:after="120"/>
        <w:ind w:left="720" w:hanging="360"/>
        <w:rPr>
          <w:rFonts w:ascii="Century Gothic" w:eastAsia="Century Gothic" w:hAnsi="Century Gothic"/>
          <w:color w:val="000000" w:themeColor="text1"/>
        </w:rPr>
      </w:pPr>
      <w:r w:rsidRPr="00E460A6">
        <w:rPr>
          <w:rFonts w:ascii="Century Gothic" w:eastAsia="Century Gothic" w:hAnsi="Century Gothic"/>
          <w:color w:val="000000" w:themeColor="text1"/>
        </w:rPr>
        <w:tab/>
        <w:t>________________________________________________________________________________________</w:t>
      </w:r>
    </w:p>
    <w:p w14:paraId="22AC94AA"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51D004B7" w14:textId="77777777" w:rsidR="00E460A6" w:rsidRPr="00E460A6" w:rsidRDefault="00E460A6" w:rsidP="00E460A6">
      <w:pPr>
        <w:tabs>
          <w:tab w:val="left" w:pos="720"/>
        </w:tabs>
        <w:spacing w:after="120"/>
        <w:ind w:left="720" w:hanging="360"/>
        <w:rPr>
          <w:rFonts w:ascii="Century Gothic" w:eastAsia="Century Gothic" w:hAnsi="Century Gothic"/>
          <w:color w:val="000000" w:themeColor="text1"/>
        </w:rPr>
      </w:pPr>
      <w:r w:rsidRPr="00E460A6">
        <w:rPr>
          <w:rFonts w:ascii="Century Gothic" w:eastAsia="Century Gothic" w:hAnsi="Century Gothic"/>
          <w:color w:val="000000" w:themeColor="text1"/>
        </w:rPr>
        <w:tab/>
        <w:t>________________________________________________________________________________________</w:t>
      </w:r>
    </w:p>
    <w:p w14:paraId="3451BAD8" w14:textId="77777777" w:rsidR="00E460A6" w:rsidRPr="00E460A6" w:rsidRDefault="00E460A6" w:rsidP="00E460A6">
      <w:pPr>
        <w:numPr>
          <w:ilvl w:val="0"/>
          <w:numId w:val="34"/>
        </w:numPr>
        <w:tabs>
          <w:tab w:val="left" w:pos="720"/>
        </w:tabs>
        <w:spacing w:after="120" w:line="240" w:lineRule="auto"/>
        <w:ind w:left="720" w:hanging="360"/>
        <w:rPr>
          <w:rFonts w:ascii="Century Gothic" w:eastAsia="Century Gothic" w:hAnsi="Century Gothic"/>
          <w:color w:val="000000" w:themeColor="text1"/>
        </w:rPr>
      </w:pPr>
      <w:r w:rsidRPr="00E460A6">
        <w:rPr>
          <w:rFonts w:ascii="Century Gothic" w:eastAsia="Century Gothic" w:hAnsi="Century Gothic"/>
          <w:color w:val="000000" w:themeColor="text1"/>
        </w:rPr>
        <w:t xml:space="preserve">What are some challenges communities </w:t>
      </w:r>
      <w:proofErr w:type="gramStart"/>
      <w:r w:rsidRPr="00E460A6">
        <w:rPr>
          <w:rFonts w:ascii="Century Gothic" w:eastAsia="Century Gothic" w:hAnsi="Century Gothic"/>
          <w:color w:val="000000" w:themeColor="text1"/>
        </w:rPr>
        <w:t>experience</w:t>
      </w:r>
      <w:proofErr w:type="gramEnd"/>
      <w:r w:rsidRPr="00E460A6">
        <w:rPr>
          <w:rFonts w:ascii="Century Gothic" w:eastAsia="Century Gothic" w:hAnsi="Century Gothic"/>
          <w:color w:val="000000" w:themeColor="text1"/>
        </w:rPr>
        <w:t xml:space="preserve"> with their </w:t>
      </w:r>
      <w:r w:rsidRPr="00E460A6">
        <w:rPr>
          <w:rFonts w:ascii="Century Gothic" w:eastAsia="Century Gothic" w:hAnsi="Century Gothic"/>
          <w:b/>
          <w:bCs/>
          <w:color w:val="000000" w:themeColor="text1"/>
        </w:rPr>
        <w:t>drinking</w:t>
      </w:r>
      <w:r w:rsidRPr="00E460A6">
        <w:rPr>
          <w:rFonts w:ascii="Century Gothic" w:eastAsia="Century Gothic" w:hAnsi="Century Gothic"/>
          <w:color w:val="000000" w:themeColor="text1"/>
        </w:rPr>
        <w:t xml:space="preserve"> </w:t>
      </w:r>
      <w:r w:rsidRPr="00E460A6">
        <w:rPr>
          <w:rFonts w:ascii="Century Gothic" w:eastAsia="Century Gothic" w:hAnsi="Century Gothic"/>
          <w:b/>
          <w:bCs/>
          <w:color w:val="000000" w:themeColor="text1"/>
        </w:rPr>
        <w:t>water</w:t>
      </w:r>
      <w:r w:rsidRPr="00E460A6">
        <w:rPr>
          <w:rFonts w:ascii="Century Gothic" w:eastAsia="Century Gothic" w:hAnsi="Century Gothic"/>
          <w:color w:val="000000" w:themeColor="text1"/>
        </w:rPr>
        <w:t>?</w:t>
      </w:r>
    </w:p>
    <w:p w14:paraId="3E79CC8E"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61A9467D"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3602209F"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0AAA4D3B" w14:textId="77777777" w:rsidR="00E460A6" w:rsidRPr="00E460A6" w:rsidRDefault="00E460A6" w:rsidP="00E460A6">
      <w:pPr>
        <w:numPr>
          <w:ilvl w:val="0"/>
          <w:numId w:val="34"/>
        </w:numPr>
        <w:tabs>
          <w:tab w:val="left" w:pos="720"/>
        </w:tabs>
        <w:spacing w:after="120" w:line="240" w:lineRule="auto"/>
        <w:ind w:left="720" w:hanging="360"/>
        <w:rPr>
          <w:rFonts w:ascii="Century Gothic" w:eastAsia="Century Gothic" w:hAnsi="Century Gothic"/>
          <w:color w:val="000000" w:themeColor="text1"/>
        </w:rPr>
      </w:pPr>
      <w:r w:rsidRPr="00E460A6">
        <w:rPr>
          <w:rFonts w:ascii="Century Gothic" w:eastAsia="Century Gothic" w:hAnsi="Century Gothic"/>
          <w:color w:val="000000" w:themeColor="text1"/>
        </w:rPr>
        <w:t xml:space="preserve">Why is it important to raise awareness about global </w:t>
      </w:r>
      <w:r w:rsidRPr="00E460A6">
        <w:rPr>
          <w:rFonts w:ascii="Century Gothic" w:eastAsia="Century Gothic" w:hAnsi="Century Gothic"/>
          <w:b/>
          <w:bCs/>
          <w:color w:val="000000" w:themeColor="text1"/>
        </w:rPr>
        <w:t>public</w:t>
      </w:r>
      <w:r w:rsidRPr="00E460A6">
        <w:rPr>
          <w:rFonts w:ascii="Century Gothic" w:eastAsia="Century Gothic" w:hAnsi="Century Gothic"/>
          <w:color w:val="000000" w:themeColor="text1"/>
        </w:rPr>
        <w:t xml:space="preserve"> </w:t>
      </w:r>
      <w:r w:rsidRPr="00E460A6">
        <w:rPr>
          <w:rFonts w:ascii="Century Gothic" w:eastAsia="Century Gothic" w:hAnsi="Century Gothic"/>
          <w:b/>
          <w:bCs/>
          <w:color w:val="000000" w:themeColor="text1"/>
        </w:rPr>
        <w:t>health</w:t>
      </w:r>
      <w:r w:rsidRPr="00E460A6">
        <w:rPr>
          <w:rFonts w:ascii="Century Gothic" w:eastAsia="Century Gothic" w:hAnsi="Century Gothic"/>
          <w:color w:val="000000" w:themeColor="text1"/>
        </w:rPr>
        <w:t>?</w:t>
      </w:r>
    </w:p>
    <w:p w14:paraId="42617F44"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315C1B56"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35917E98"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29B26A95" w14:textId="77777777" w:rsidR="00E460A6" w:rsidRPr="00E460A6" w:rsidRDefault="00E460A6" w:rsidP="00E460A6">
      <w:pPr>
        <w:numPr>
          <w:ilvl w:val="0"/>
          <w:numId w:val="34"/>
        </w:numPr>
        <w:tabs>
          <w:tab w:val="left" w:pos="720"/>
        </w:tabs>
        <w:spacing w:after="120" w:line="240" w:lineRule="auto"/>
        <w:ind w:left="720" w:hanging="360"/>
        <w:rPr>
          <w:rFonts w:ascii="Century Gothic" w:eastAsia="Century Gothic" w:hAnsi="Century Gothic"/>
          <w:color w:val="000000" w:themeColor="text1"/>
        </w:rPr>
      </w:pPr>
      <w:r w:rsidRPr="00E460A6">
        <w:rPr>
          <w:rFonts w:ascii="Century Gothic" w:eastAsia="Century Gothic" w:hAnsi="Century Gothic"/>
          <w:color w:val="000000" w:themeColor="text1"/>
        </w:rPr>
        <w:t>What are the effects of unsafe water in the environment?</w:t>
      </w:r>
    </w:p>
    <w:p w14:paraId="3CAF960B"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371BFB83"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478CB06C"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7B590549"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212CAA7F" w14:textId="77777777" w:rsidR="00E460A6" w:rsidRPr="00E460A6" w:rsidRDefault="00E460A6" w:rsidP="00E460A6">
      <w:pPr>
        <w:numPr>
          <w:ilvl w:val="0"/>
          <w:numId w:val="34"/>
        </w:numPr>
        <w:tabs>
          <w:tab w:val="left" w:pos="720"/>
        </w:tabs>
        <w:spacing w:after="120" w:line="240" w:lineRule="auto"/>
        <w:ind w:left="720" w:right="1000" w:hanging="360"/>
        <w:rPr>
          <w:rFonts w:ascii="Century Gothic" w:eastAsia="Century Gothic" w:hAnsi="Century Gothic"/>
          <w:color w:val="000000" w:themeColor="text1"/>
        </w:rPr>
      </w:pPr>
      <w:r w:rsidRPr="00E460A6">
        <w:rPr>
          <w:rFonts w:ascii="Century Gothic" w:eastAsia="Century Gothic" w:hAnsi="Century Gothic"/>
          <w:color w:val="000000" w:themeColor="text1"/>
        </w:rPr>
        <w:t>Should money from the United States be used to support clean water efforts in other countries? Why or why not?</w:t>
      </w:r>
    </w:p>
    <w:p w14:paraId="4995900B"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09C3E1E5"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3ABDD73F"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1FF7698D"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7198FBA5"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14FAD657" w14:textId="77777777" w:rsidR="00E460A6" w:rsidRPr="00E460A6" w:rsidRDefault="00E460A6" w:rsidP="00E460A6">
      <w:pPr>
        <w:numPr>
          <w:ilvl w:val="0"/>
          <w:numId w:val="34"/>
        </w:numPr>
        <w:tabs>
          <w:tab w:val="left" w:pos="720"/>
        </w:tabs>
        <w:spacing w:after="120" w:line="240" w:lineRule="auto"/>
        <w:ind w:left="720" w:right="220" w:hanging="360"/>
        <w:rPr>
          <w:rFonts w:ascii="Century Gothic" w:eastAsia="Century Gothic" w:hAnsi="Century Gothic"/>
          <w:color w:val="000000" w:themeColor="text1"/>
        </w:rPr>
      </w:pPr>
      <w:r w:rsidRPr="00E460A6">
        <w:rPr>
          <w:rFonts w:ascii="Century Gothic" w:eastAsia="Century Gothic" w:hAnsi="Century Gothic"/>
          <w:color w:val="000000" w:themeColor="text1"/>
        </w:rPr>
        <w:t>Should international health organizations focus only on countries without clean water? Why or why not?</w:t>
      </w:r>
    </w:p>
    <w:p w14:paraId="75FD8292"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1987195F"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162D6B36"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6EE50E93"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646D1F07"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494C32AC" w14:textId="77777777" w:rsidR="00E460A6" w:rsidRPr="00E460A6" w:rsidRDefault="00E460A6" w:rsidP="00E460A6">
      <w:pPr>
        <w:tabs>
          <w:tab w:val="left" w:pos="720"/>
        </w:tabs>
        <w:spacing w:after="120"/>
        <w:ind w:left="1080" w:hanging="360"/>
        <w:rPr>
          <w:rFonts w:ascii="Century Gothic" w:eastAsia="Century Gothic" w:hAnsi="Century Gothic"/>
          <w:color w:val="000000" w:themeColor="text1"/>
        </w:rPr>
      </w:pPr>
      <w:r w:rsidRPr="00E460A6">
        <w:rPr>
          <w:rFonts w:ascii="Century Gothic" w:eastAsia="Century Gothic" w:hAnsi="Century Gothic"/>
          <w:color w:val="000000" w:themeColor="text1"/>
        </w:rPr>
        <w:t>________________________________________________________________________________________</w:t>
      </w:r>
    </w:p>
    <w:p w14:paraId="62FD6CE3" w14:textId="0B40D63E" w:rsidR="0004638A" w:rsidRPr="00E460A6" w:rsidRDefault="0004638A" w:rsidP="00E460A6">
      <w:pPr>
        <w:pStyle w:val="Normal-SpaceAbove"/>
        <w:spacing w:before="0" w:after="0"/>
        <w:rPr>
          <w:color w:val="000000" w:themeColor="text1"/>
        </w:rPr>
      </w:pPr>
    </w:p>
    <w:sectPr w:rsidR="0004638A" w:rsidRPr="00E460A6" w:rsidSect="005D138A">
      <w:headerReference w:type="even" r:id="rId23"/>
      <w:headerReference w:type="default" r:id="rId24"/>
      <w:footerReference w:type="even" r:id="rId25"/>
      <w:footerReference w:type="default" r:id="rId26"/>
      <w:headerReference w:type="first" r:id="rId27"/>
      <w:footerReference w:type="first" r:id="rId28"/>
      <w:pgSz w:w="12240" w:h="15840"/>
      <w:pgMar w:top="720" w:right="720" w:bottom="720" w:left="720" w:header="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60664" w14:textId="77777777" w:rsidR="00BA0469" w:rsidRDefault="00BA0469" w:rsidP="00400CA8">
      <w:pPr>
        <w:spacing w:after="0" w:line="240" w:lineRule="auto"/>
      </w:pPr>
      <w:r>
        <w:separator/>
      </w:r>
    </w:p>
  </w:endnote>
  <w:endnote w:type="continuationSeparator" w:id="0">
    <w:p w14:paraId="14F587CE" w14:textId="77777777" w:rsidR="00BA0469" w:rsidRDefault="00BA0469" w:rsidP="00400CA8">
      <w:pPr>
        <w:spacing w:after="0" w:line="240" w:lineRule="auto"/>
      </w:pPr>
      <w:r>
        <w:continuationSeparator/>
      </w:r>
    </w:p>
  </w:endnote>
  <w:endnote w:type="continuationNotice" w:id="1">
    <w:p w14:paraId="66F915FA" w14:textId="77777777" w:rsidR="00BA0469" w:rsidRDefault="00BA04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96356" w14:textId="77777777" w:rsidR="00720529" w:rsidRDefault="007205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00000" w:themeColor="text1"/>
      </w:rPr>
      <w:id w:val="1697576934"/>
      <w:docPartObj>
        <w:docPartGallery w:val="Page Numbers (Bottom of Page)"/>
        <w:docPartUnique/>
      </w:docPartObj>
    </w:sdtPr>
    <w:sdtEndPr>
      <w:rPr>
        <w:b/>
        <w:bCs/>
        <w:noProof/>
      </w:rPr>
    </w:sdtEndPr>
    <w:sdtContent>
      <w:p w14:paraId="35BE8612" w14:textId="77777777" w:rsidR="00811872" w:rsidRPr="00C37704" w:rsidRDefault="00811872">
        <w:pPr>
          <w:pStyle w:val="Footer"/>
          <w:jc w:val="right"/>
          <w:rPr>
            <w:b/>
            <w:bCs/>
            <w:color w:val="000000" w:themeColor="text1"/>
          </w:rPr>
        </w:pPr>
        <w:r w:rsidRPr="005D138A">
          <w:rPr>
            <w:b/>
            <w:bCs/>
            <w:color w:val="000000" w:themeColor="text1"/>
          </w:rPr>
          <w:fldChar w:fldCharType="begin"/>
        </w:r>
        <w:r w:rsidRPr="005D138A">
          <w:rPr>
            <w:b/>
            <w:bCs/>
            <w:color w:val="000000" w:themeColor="text1"/>
          </w:rPr>
          <w:instrText xml:space="preserve"> PAGE   \* MERGEFORMAT </w:instrText>
        </w:r>
        <w:r w:rsidRPr="005D138A">
          <w:rPr>
            <w:b/>
            <w:bCs/>
            <w:color w:val="000000" w:themeColor="text1"/>
          </w:rPr>
          <w:fldChar w:fldCharType="separate"/>
        </w:r>
        <w:r w:rsidRPr="005D138A">
          <w:rPr>
            <w:b/>
            <w:bCs/>
            <w:noProof/>
            <w:color w:val="000000" w:themeColor="text1"/>
          </w:rPr>
          <w:t>10</w:t>
        </w:r>
        <w:r w:rsidRPr="005D138A">
          <w:rPr>
            <w:b/>
            <w:bCs/>
            <w:noProof/>
            <w:color w:val="000000" w:themeColor="text1"/>
          </w:rPr>
          <w:fldChar w:fldCharType="end"/>
        </w:r>
      </w:p>
    </w:sdtContent>
  </w:sdt>
  <w:p w14:paraId="692A27CB" w14:textId="77777777" w:rsidR="00811872" w:rsidRDefault="008118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B53B2" w14:textId="77777777" w:rsidR="00720529" w:rsidRDefault="007205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9AACE" w14:textId="77777777" w:rsidR="00BA0469" w:rsidRDefault="00BA0469" w:rsidP="00400CA8">
      <w:pPr>
        <w:spacing w:after="0" w:line="240" w:lineRule="auto"/>
      </w:pPr>
      <w:r>
        <w:separator/>
      </w:r>
    </w:p>
  </w:footnote>
  <w:footnote w:type="continuationSeparator" w:id="0">
    <w:p w14:paraId="7329D57D" w14:textId="77777777" w:rsidR="00BA0469" w:rsidRDefault="00BA0469" w:rsidP="00400CA8">
      <w:pPr>
        <w:spacing w:after="0" w:line="240" w:lineRule="auto"/>
      </w:pPr>
      <w:r>
        <w:continuationSeparator/>
      </w:r>
    </w:p>
  </w:footnote>
  <w:footnote w:type="continuationNotice" w:id="1">
    <w:p w14:paraId="61DD4381" w14:textId="77777777" w:rsidR="00BA0469" w:rsidRDefault="00BA04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48D20" w14:textId="77777777" w:rsidR="00720529" w:rsidRDefault="007205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C3B33" w14:textId="77777777" w:rsidR="00720529" w:rsidRDefault="007205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BCAB" w14:textId="77777777" w:rsidR="00720529" w:rsidRDefault="007205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hybridMultilevel"/>
    <w:tmpl w:val="1190CDE6"/>
    <w:lvl w:ilvl="0" w:tplc="AFC0FECE">
      <w:start w:val="1"/>
      <w:numFmt w:val="decimal"/>
      <w:lvlText w:val="%1."/>
      <w:lvlJc w:val="left"/>
    </w:lvl>
    <w:lvl w:ilvl="1" w:tplc="ADFE6116">
      <w:start w:val="1"/>
      <w:numFmt w:val="bullet"/>
      <w:lvlText w:val=""/>
      <w:lvlJc w:val="left"/>
    </w:lvl>
    <w:lvl w:ilvl="2" w:tplc="FEAA492E">
      <w:start w:val="1"/>
      <w:numFmt w:val="bullet"/>
      <w:lvlText w:val=""/>
      <w:lvlJc w:val="left"/>
    </w:lvl>
    <w:lvl w:ilvl="3" w:tplc="FB105690">
      <w:start w:val="1"/>
      <w:numFmt w:val="bullet"/>
      <w:lvlText w:val=""/>
      <w:lvlJc w:val="left"/>
    </w:lvl>
    <w:lvl w:ilvl="4" w:tplc="22F6B842">
      <w:start w:val="1"/>
      <w:numFmt w:val="bullet"/>
      <w:lvlText w:val=""/>
      <w:lvlJc w:val="left"/>
    </w:lvl>
    <w:lvl w:ilvl="5" w:tplc="3EAA60F6">
      <w:start w:val="1"/>
      <w:numFmt w:val="bullet"/>
      <w:lvlText w:val=""/>
      <w:lvlJc w:val="left"/>
    </w:lvl>
    <w:lvl w:ilvl="6" w:tplc="16D8D5C2">
      <w:start w:val="1"/>
      <w:numFmt w:val="bullet"/>
      <w:lvlText w:val=""/>
      <w:lvlJc w:val="left"/>
    </w:lvl>
    <w:lvl w:ilvl="7" w:tplc="0CE4055A">
      <w:start w:val="1"/>
      <w:numFmt w:val="bullet"/>
      <w:lvlText w:val=""/>
      <w:lvlJc w:val="left"/>
    </w:lvl>
    <w:lvl w:ilvl="8" w:tplc="A11050C0">
      <w:start w:val="1"/>
      <w:numFmt w:val="bullet"/>
      <w:lvlText w:val=""/>
      <w:lvlJc w:val="left"/>
    </w:lvl>
  </w:abstractNum>
  <w:abstractNum w:abstractNumId="1" w15:restartNumberingAfterBreak="0">
    <w:nsid w:val="0000000C"/>
    <w:multiLevelType w:val="hybridMultilevel"/>
    <w:tmpl w:val="66EF438C"/>
    <w:lvl w:ilvl="0" w:tplc="680AA3F6">
      <w:start w:val="1"/>
      <w:numFmt w:val="decimal"/>
      <w:lvlText w:val="%1."/>
      <w:lvlJc w:val="left"/>
    </w:lvl>
    <w:lvl w:ilvl="1" w:tplc="92541600">
      <w:start w:val="1"/>
      <w:numFmt w:val="bullet"/>
      <w:lvlText w:val=""/>
      <w:lvlJc w:val="left"/>
    </w:lvl>
    <w:lvl w:ilvl="2" w:tplc="6C42B404">
      <w:start w:val="1"/>
      <w:numFmt w:val="bullet"/>
      <w:lvlText w:val=""/>
      <w:lvlJc w:val="left"/>
    </w:lvl>
    <w:lvl w:ilvl="3" w:tplc="83BE97EC">
      <w:start w:val="1"/>
      <w:numFmt w:val="bullet"/>
      <w:lvlText w:val=""/>
      <w:lvlJc w:val="left"/>
    </w:lvl>
    <w:lvl w:ilvl="4" w:tplc="B4664334">
      <w:start w:val="1"/>
      <w:numFmt w:val="bullet"/>
      <w:lvlText w:val=""/>
      <w:lvlJc w:val="left"/>
    </w:lvl>
    <w:lvl w:ilvl="5" w:tplc="8CEA7C2A">
      <w:start w:val="1"/>
      <w:numFmt w:val="bullet"/>
      <w:lvlText w:val=""/>
      <w:lvlJc w:val="left"/>
    </w:lvl>
    <w:lvl w:ilvl="6" w:tplc="D78EF498">
      <w:start w:val="1"/>
      <w:numFmt w:val="bullet"/>
      <w:lvlText w:val=""/>
      <w:lvlJc w:val="left"/>
    </w:lvl>
    <w:lvl w:ilvl="7" w:tplc="28F0E1AE">
      <w:start w:val="1"/>
      <w:numFmt w:val="bullet"/>
      <w:lvlText w:val=""/>
      <w:lvlJc w:val="left"/>
    </w:lvl>
    <w:lvl w:ilvl="8" w:tplc="7E200608">
      <w:start w:val="1"/>
      <w:numFmt w:val="bullet"/>
      <w:lvlText w:val=""/>
      <w:lvlJc w:val="left"/>
    </w:lvl>
  </w:abstractNum>
  <w:abstractNum w:abstractNumId="2" w15:restartNumberingAfterBreak="0">
    <w:nsid w:val="0741096E"/>
    <w:multiLevelType w:val="hybridMultilevel"/>
    <w:tmpl w:val="430C9ED2"/>
    <w:lvl w:ilvl="0" w:tplc="AB185D4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47B12"/>
    <w:multiLevelType w:val="hybridMultilevel"/>
    <w:tmpl w:val="B2C4C03C"/>
    <w:lvl w:ilvl="0" w:tplc="6E06340E">
      <w:start w:val="1"/>
      <w:numFmt w:val="bullet"/>
      <w:lvlText w:val=""/>
      <w:lvlJc w:val="left"/>
      <w:pPr>
        <w:ind w:left="720" w:hanging="360"/>
      </w:pPr>
      <w:rPr>
        <w:rFonts w:ascii="Wingdings" w:hAnsi="Wingdings"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07A38"/>
    <w:multiLevelType w:val="hybridMultilevel"/>
    <w:tmpl w:val="FEFEDBEA"/>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15:restartNumberingAfterBreak="0">
    <w:nsid w:val="0D483E40"/>
    <w:multiLevelType w:val="hybridMultilevel"/>
    <w:tmpl w:val="F718FC46"/>
    <w:lvl w:ilvl="0" w:tplc="A52AE26C">
      <w:start w:val="4"/>
      <w:numFmt w:val="bullet"/>
      <w:lvlText w:val="-"/>
      <w:lvlJc w:val="left"/>
      <w:pPr>
        <w:ind w:left="720" w:hanging="360"/>
      </w:pPr>
      <w:rPr>
        <w:rFonts w:ascii="Century Gothic" w:eastAsia="Century Gothic"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F436D0"/>
    <w:multiLevelType w:val="hybridMultilevel"/>
    <w:tmpl w:val="F4283DFA"/>
    <w:lvl w:ilvl="0" w:tplc="05AA84F0">
      <w:start w:val="1"/>
      <w:numFmt w:val="bullet"/>
      <w:pStyle w:val="ListParagraph"/>
      <w:lvlText w:val=""/>
      <w:lvlJc w:val="left"/>
      <w:pPr>
        <w:tabs>
          <w:tab w:val="num" w:pos="360"/>
        </w:tabs>
        <w:ind w:left="360" w:firstLine="0"/>
      </w:pPr>
      <w:rPr>
        <w:rFonts w:ascii="Wingdings" w:hAnsi="Wingdings"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A84102"/>
    <w:multiLevelType w:val="hybridMultilevel"/>
    <w:tmpl w:val="62A4C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E31B2B"/>
    <w:multiLevelType w:val="hybridMultilevel"/>
    <w:tmpl w:val="32ECCF98"/>
    <w:lvl w:ilvl="0" w:tplc="C5C00FE6">
      <w:start w:val="1"/>
      <w:numFmt w:val="decimal"/>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9" w15:restartNumberingAfterBreak="0">
    <w:nsid w:val="20980C16"/>
    <w:multiLevelType w:val="hybridMultilevel"/>
    <w:tmpl w:val="B9EE6D6C"/>
    <w:lvl w:ilvl="0" w:tplc="AB185D4A">
      <w:numFmt w:val="bullet"/>
      <w:lvlText w:val=""/>
      <w:lvlJc w:val="left"/>
      <w:pPr>
        <w:ind w:left="3420" w:hanging="360"/>
      </w:pPr>
      <w:rPr>
        <w:rFonts w:ascii="Symbol" w:eastAsiaTheme="minorHAnsi" w:hAnsi="Symbol" w:cstheme="minorBidi"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10" w15:restartNumberingAfterBreak="0">
    <w:nsid w:val="278E2C37"/>
    <w:multiLevelType w:val="hybridMultilevel"/>
    <w:tmpl w:val="D576A8AE"/>
    <w:lvl w:ilvl="0" w:tplc="AB185D4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D26922"/>
    <w:multiLevelType w:val="hybridMultilevel"/>
    <w:tmpl w:val="A3823D22"/>
    <w:lvl w:ilvl="0" w:tplc="4596FFC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5149E2"/>
    <w:multiLevelType w:val="hybridMultilevel"/>
    <w:tmpl w:val="98B4A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D76021"/>
    <w:multiLevelType w:val="hybridMultilevel"/>
    <w:tmpl w:val="3F6EC3E2"/>
    <w:lvl w:ilvl="0" w:tplc="AB185D4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3262AD"/>
    <w:multiLevelType w:val="hybridMultilevel"/>
    <w:tmpl w:val="93D48F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5832D2"/>
    <w:multiLevelType w:val="hybridMultilevel"/>
    <w:tmpl w:val="98F0C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366A25"/>
    <w:multiLevelType w:val="hybridMultilevel"/>
    <w:tmpl w:val="A9CEC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072523"/>
    <w:multiLevelType w:val="hybridMultilevel"/>
    <w:tmpl w:val="F8488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AE261D"/>
    <w:multiLevelType w:val="hybridMultilevel"/>
    <w:tmpl w:val="0CF092D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47F5A75"/>
    <w:multiLevelType w:val="hybridMultilevel"/>
    <w:tmpl w:val="2B6880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FF6B78"/>
    <w:multiLevelType w:val="hybridMultilevel"/>
    <w:tmpl w:val="274042E4"/>
    <w:lvl w:ilvl="0" w:tplc="A4A8402E">
      <w:start w:val="1"/>
      <w:numFmt w:val="bullet"/>
      <w:suff w:val="nothing"/>
      <w:lvlText w:val=""/>
      <w:lvlJc w:val="left"/>
      <w:pPr>
        <w:ind w:left="360" w:firstLine="0"/>
      </w:pPr>
      <w:rPr>
        <w:rFonts w:ascii="Wingdings" w:hAnsi="Wingdings"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E78B4"/>
    <w:multiLevelType w:val="hybridMultilevel"/>
    <w:tmpl w:val="AE9C3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FF2889"/>
    <w:multiLevelType w:val="hybridMultilevel"/>
    <w:tmpl w:val="A2286150"/>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5C835E0F"/>
    <w:multiLevelType w:val="hybridMultilevel"/>
    <w:tmpl w:val="533A7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375819"/>
    <w:multiLevelType w:val="hybridMultilevel"/>
    <w:tmpl w:val="EE502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B560D8"/>
    <w:multiLevelType w:val="hybridMultilevel"/>
    <w:tmpl w:val="5434C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B119F4"/>
    <w:multiLevelType w:val="hybridMultilevel"/>
    <w:tmpl w:val="B5D8A7C2"/>
    <w:lvl w:ilvl="0" w:tplc="AB185D4A">
      <w:numFmt w:val="bullet"/>
      <w:lvlText w:val=""/>
      <w:lvlJc w:val="left"/>
      <w:pPr>
        <w:ind w:left="634" w:hanging="360"/>
      </w:pPr>
      <w:rPr>
        <w:rFonts w:ascii="Symbol" w:eastAsiaTheme="minorHAnsi" w:hAnsi="Symbol" w:cstheme="minorBidi"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7" w15:restartNumberingAfterBreak="0">
    <w:nsid w:val="72976DC5"/>
    <w:multiLevelType w:val="hybridMultilevel"/>
    <w:tmpl w:val="CDDC2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857927"/>
    <w:multiLevelType w:val="hybridMultilevel"/>
    <w:tmpl w:val="203CE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112AB9"/>
    <w:multiLevelType w:val="hybridMultilevel"/>
    <w:tmpl w:val="C53E69EC"/>
    <w:lvl w:ilvl="0" w:tplc="1472BDC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E6027B"/>
    <w:multiLevelType w:val="hybridMultilevel"/>
    <w:tmpl w:val="BBCAED22"/>
    <w:lvl w:ilvl="0" w:tplc="C2385E90">
      <w:start w:val="1"/>
      <w:numFmt w:val="bullet"/>
      <w:lvlText w:val="•"/>
      <w:lvlJc w:val="left"/>
      <w:pPr>
        <w:tabs>
          <w:tab w:val="num" w:pos="720"/>
        </w:tabs>
        <w:ind w:left="720" w:hanging="360"/>
      </w:pPr>
      <w:rPr>
        <w:rFonts w:ascii="Times New Roman" w:hAnsi="Times New Roman" w:hint="default"/>
      </w:rPr>
    </w:lvl>
    <w:lvl w:ilvl="1" w:tplc="4D007CC6" w:tentative="1">
      <w:start w:val="1"/>
      <w:numFmt w:val="bullet"/>
      <w:lvlText w:val="•"/>
      <w:lvlJc w:val="left"/>
      <w:pPr>
        <w:tabs>
          <w:tab w:val="num" w:pos="1440"/>
        </w:tabs>
        <w:ind w:left="1440" w:hanging="360"/>
      </w:pPr>
      <w:rPr>
        <w:rFonts w:ascii="Times New Roman" w:hAnsi="Times New Roman" w:hint="default"/>
      </w:rPr>
    </w:lvl>
    <w:lvl w:ilvl="2" w:tplc="2546399A" w:tentative="1">
      <w:start w:val="1"/>
      <w:numFmt w:val="bullet"/>
      <w:lvlText w:val="•"/>
      <w:lvlJc w:val="left"/>
      <w:pPr>
        <w:tabs>
          <w:tab w:val="num" w:pos="2160"/>
        </w:tabs>
        <w:ind w:left="2160" w:hanging="360"/>
      </w:pPr>
      <w:rPr>
        <w:rFonts w:ascii="Times New Roman" w:hAnsi="Times New Roman" w:hint="default"/>
      </w:rPr>
    </w:lvl>
    <w:lvl w:ilvl="3" w:tplc="4BD6A3B0" w:tentative="1">
      <w:start w:val="1"/>
      <w:numFmt w:val="bullet"/>
      <w:lvlText w:val="•"/>
      <w:lvlJc w:val="left"/>
      <w:pPr>
        <w:tabs>
          <w:tab w:val="num" w:pos="2880"/>
        </w:tabs>
        <w:ind w:left="2880" w:hanging="360"/>
      </w:pPr>
      <w:rPr>
        <w:rFonts w:ascii="Times New Roman" w:hAnsi="Times New Roman" w:hint="default"/>
      </w:rPr>
    </w:lvl>
    <w:lvl w:ilvl="4" w:tplc="2F505B72" w:tentative="1">
      <w:start w:val="1"/>
      <w:numFmt w:val="bullet"/>
      <w:lvlText w:val="•"/>
      <w:lvlJc w:val="left"/>
      <w:pPr>
        <w:tabs>
          <w:tab w:val="num" w:pos="3600"/>
        </w:tabs>
        <w:ind w:left="3600" w:hanging="360"/>
      </w:pPr>
      <w:rPr>
        <w:rFonts w:ascii="Times New Roman" w:hAnsi="Times New Roman" w:hint="default"/>
      </w:rPr>
    </w:lvl>
    <w:lvl w:ilvl="5" w:tplc="914A3502" w:tentative="1">
      <w:start w:val="1"/>
      <w:numFmt w:val="bullet"/>
      <w:lvlText w:val="•"/>
      <w:lvlJc w:val="left"/>
      <w:pPr>
        <w:tabs>
          <w:tab w:val="num" w:pos="4320"/>
        </w:tabs>
        <w:ind w:left="4320" w:hanging="360"/>
      </w:pPr>
      <w:rPr>
        <w:rFonts w:ascii="Times New Roman" w:hAnsi="Times New Roman" w:hint="default"/>
      </w:rPr>
    </w:lvl>
    <w:lvl w:ilvl="6" w:tplc="0D3C2B90" w:tentative="1">
      <w:start w:val="1"/>
      <w:numFmt w:val="bullet"/>
      <w:lvlText w:val="•"/>
      <w:lvlJc w:val="left"/>
      <w:pPr>
        <w:tabs>
          <w:tab w:val="num" w:pos="5040"/>
        </w:tabs>
        <w:ind w:left="5040" w:hanging="360"/>
      </w:pPr>
      <w:rPr>
        <w:rFonts w:ascii="Times New Roman" w:hAnsi="Times New Roman" w:hint="default"/>
      </w:rPr>
    </w:lvl>
    <w:lvl w:ilvl="7" w:tplc="BFCEC1A8" w:tentative="1">
      <w:start w:val="1"/>
      <w:numFmt w:val="bullet"/>
      <w:lvlText w:val="•"/>
      <w:lvlJc w:val="left"/>
      <w:pPr>
        <w:tabs>
          <w:tab w:val="num" w:pos="5760"/>
        </w:tabs>
        <w:ind w:left="5760" w:hanging="360"/>
      </w:pPr>
      <w:rPr>
        <w:rFonts w:ascii="Times New Roman" w:hAnsi="Times New Roman" w:hint="default"/>
      </w:rPr>
    </w:lvl>
    <w:lvl w:ilvl="8" w:tplc="CEA08160"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AA90398"/>
    <w:multiLevelType w:val="hybridMultilevel"/>
    <w:tmpl w:val="0BA896F4"/>
    <w:lvl w:ilvl="0" w:tplc="AB185D4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0D7D36"/>
    <w:multiLevelType w:val="hybridMultilevel"/>
    <w:tmpl w:val="EE502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EC58B1"/>
    <w:multiLevelType w:val="hybridMultilevel"/>
    <w:tmpl w:val="F1448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9256890">
    <w:abstractNumId w:val="3"/>
  </w:num>
  <w:num w:numId="2" w16cid:durableId="1185750519">
    <w:abstractNumId w:val="20"/>
  </w:num>
  <w:num w:numId="3" w16cid:durableId="215624128">
    <w:abstractNumId w:val="6"/>
  </w:num>
  <w:num w:numId="4" w16cid:durableId="16081934">
    <w:abstractNumId w:val="18"/>
  </w:num>
  <w:num w:numId="5" w16cid:durableId="1867593612">
    <w:abstractNumId w:val="2"/>
  </w:num>
  <w:num w:numId="6" w16cid:durableId="609581501">
    <w:abstractNumId w:val="12"/>
  </w:num>
  <w:num w:numId="7" w16cid:durableId="1515532773">
    <w:abstractNumId w:val="15"/>
  </w:num>
  <w:num w:numId="8" w16cid:durableId="865019452">
    <w:abstractNumId w:val="23"/>
  </w:num>
  <w:num w:numId="9" w16cid:durableId="54402232">
    <w:abstractNumId w:val="19"/>
  </w:num>
  <w:num w:numId="10" w16cid:durableId="911964070">
    <w:abstractNumId w:val="21"/>
  </w:num>
  <w:num w:numId="11" w16cid:durableId="1229725643">
    <w:abstractNumId w:val="7"/>
  </w:num>
  <w:num w:numId="12" w16cid:durableId="88695908">
    <w:abstractNumId w:val="32"/>
  </w:num>
  <w:num w:numId="13" w16cid:durableId="1954751485">
    <w:abstractNumId w:val="14"/>
  </w:num>
  <w:num w:numId="14" w16cid:durableId="1206218795">
    <w:abstractNumId w:val="17"/>
  </w:num>
  <w:num w:numId="15" w16cid:durableId="1470125436">
    <w:abstractNumId w:val="22"/>
  </w:num>
  <w:num w:numId="16" w16cid:durableId="221019877">
    <w:abstractNumId w:val="31"/>
  </w:num>
  <w:num w:numId="17" w16cid:durableId="876503996">
    <w:abstractNumId w:val="24"/>
  </w:num>
  <w:num w:numId="18" w16cid:durableId="1726443456">
    <w:abstractNumId w:val="27"/>
  </w:num>
  <w:num w:numId="19" w16cid:durableId="2143496914">
    <w:abstractNumId w:val="16"/>
  </w:num>
  <w:num w:numId="20" w16cid:durableId="2060663694">
    <w:abstractNumId w:val="4"/>
  </w:num>
  <w:num w:numId="21" w16cid:durableId="382562758">
    <w:abstractNumId w:val="28"/>
  </w:num>
  <w:num w:numId="22" w16cid:durableId="841165943">
    <w:abstractNumId w:val="10"/>
  </w:num>
  <w:num w:numId="23" w16cid:durableId="2020572184">
    <w:abstractNumId w:val="30"/>
  </w:num>
  <w:num w:numId="24" w16cid:durableId="2061661242">
    <w:abstractNumId w:val="26"/>
  </w:num>
  <w:num w:numId="25" w16cid:durableId="978460195">
    <w:abstractNumId w:val="13"/>
  </w:num>
  <w:num w:numId="26" w16cid:durableId="348067885">
    <w:abstractNumId w:val="9"/>
  </w:num>
  <w:num w:numId="27" w16cid:durableId="152645501">
    <w:abstractNumId w:val="11"/>
  </w:num>
  <w:num w:numId="28" w16cid:durableId="761531696">
    <w:abstractNumId w:val="8"/>
  </w:num>
  <w:num w:numId="29" w16cid:durableId="266741178">
    <w:abstractNumId w:val="33"/>
  </w:num>
  <w:num w:numId="30" w16cid:durableId="993686029">
    <w:abstractNumId w:val="29"/>
  </w:num>
  <w:num w:numId="31" w16cid:durableId="440807585">
    <w:abstractNumId w:val="25"/>
  </w:num>
  <w:num w:numId="32" w16cid:durableId="883911794">
    <w:abstractNumId w:val="0"/>
  </w:num>
  <w:num w:numId="33" w16cid:durableId="1374425515">
    <w:abstractNumId w:val="5"/>
  </w:num>
  <w:num w:numId="34" w16cid:durableId="640502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275"/>
    <w:rsid w:val="00003443"/>
    <w:rsid w:val="0000638D"/>
    <w:rsid w:val="0000667A"/>
    <w:rsid w:val="00006D1F"/>
    <w:rsid w:val="00013623"/>
    <w:rsid w:val="00013802"/>
    <w:rsid w:val="00022D0F"/>
    <w:rsid w:val="000248DA"/>
    <w:rsid w:val="00027537"/>
    <w:rsid w:val="00027D7F"/>
    <w:rsid w:val="00030F57"/>
    <w:rsid w:val="00032325"/>
    <w:rsid w:val="000358C8"/>
    <w:rsid w:val="00035B5D"/>
    <w:rsid w:val="000361BA"/>
    <w:rsid w:val="000364EE"/>
    <w:rsid w:val="0004035C"/>
    <w:rsid w:val="00040523"/>
    <w:rsid w:val="000409B1"/>
    <w:rsid w:val="0004189E"/>
    <w:rsid w:val="00042479"/>
    <w:rsid w:val="000425F3"/>
    <w:rsid w:val="000445DA"/>
    <w:rsid w:val="000449A3"/>
    <w:rsid w:val="0004638A"/>
    <w:rsid w:val="0004676D"/>
    <w:rsid w:val="00052AFD"/>
    <w:rsid w:val="00053724"/>
    <w:rsid w:val="00057A1C"/>
    <w:rsid w:val="000607C8"/>
    <w:rsid w:val="00061430"/>
    <w:rsid w:val="00063B0E"/>
    <w:rsid w:val="00063B2C"/>
    <w:rsid w:val="000652A3"/>
    <w:rsid w:val="000662B4"/>
    <w:rsid w:val="00071223"/>
    <w:rsid w:val="00073C51"/>
    <w:rsid w:val="00083BB5"/>
    <w:rsid w:val="00083D2C"/>
    <w:rsid w:val="00084954"/>
    <w:rsid w:val="00091E25"/>
    <w:rsid w:val="00093884"/>
    <w:rsid w:val="00096D9F"/>
    <w:rsid w:val="000A0B48"/>
    <w:rsid w:val="000A1357"/>
    <w:rsid w:val="000A3A6C"/>
    <w:rsid w:val="000A3BA0"/>
    <w:rsid w:val="000B1B6F"/>
    <w:rsid w:val="000B254A"/>
    <w:rsid w:val="000B3C3C"/>
    <w:rsid w:val="000B4E29"/>
    <w:rsid w:val="000B6F65"/>
    <w:rsid w:val="000C1168"/>
    <w:rsid w:val="000C18F5"/>
    <w:rsid w:val="000C1B7A"/>
    <w:rsid w:val="000C3684"/>
    <w:rsid w:val="000C6066"/>
    <w:rsid w:val="000D1AC8"/>
    <w:rsid w:val="000D322D"/>
    <w:rsid w:val="000D35C6"/>
    <w:rsid w:val="000D6B1F"/>
    <w:rsid w:val="000D73B0"/>
    <w:rsid w:val="000D7C69"/>
    <w:rsid w:val="000E004E"/>
    <w:rsid w:val="000E1600"/>
    <w:rsid w:val="000E3BA1"/>
    <w:rsid w:val="000E6989"/>
    <w:rsid w:val="000E7479"/>
    <w:rsid w:val="000E78B9"/>
    <w:rsid w:val="000E7D15"/>
    <w:rsid w:val="000F1C15"/>
    <w:rsid w:val="000F2859"/>
    <w:rsid w:val="000F5445"/>
    <w:rsid w:val="00103777"/>
    <w:rsid w:val="0010477E"/>
    <w:rsid w:val="00106CE2"/>
    <w:rsid w:val="00107783"/>
    <w:rsid w:val="00110782"/>
    <w:rsid w:val="00110F2D"/>
    <w:rsid w:val="00111324"/>
    <w:rsid w:val="00125504"/>
    <w:rsid w:val="00127F89"/>
    <w:rsid w:val="0013074C"/>
    <w:rsid w:val="00135F32"/>
    <w:rsid w:val="001404F7"/>
    <w:rsid w:val="00140BAC"/>
    <w:rsid w:val="00140FAF"/>
    <w:rsid w:val="00142E13"/>
    <w:rsid w:val="00143023"/>
    <w:rsid w:val="001432FB"/>
    <w:rsid w:val="0014666C"/>
    <w:rsid w:val="00147AA7"/>
    <w:rsid w:val="00151D5B"/>
    <w:rsid w:val="001601B6"/>
    <w:rsid w:val="0016277F"/>
    <w:rsid w:val="00166F17"/>
    <w:rsid w:val="00167A13"/>
    <w:rsid w:val="00167D8C"/>
    <w:rsid w:val="00171E9F"/>
    <w:rsid w:val="00172CFC"/>
    <w:rsid w:val="00173B4F"/>
    <w:rsid w:val="00173CF0"/>
    <w:rsid w:val="0017551C"/>
    <w:rsid w:val="00177346"/>
    <w:rsid w:val="00177A19"/>
    <w:rsid w:val="00180AB2"/>
    <w:rsid w:val="00182B8C"/>
    <w:rsid w:val="00183C0D"/>
    <w:rsid w:val="001861C9"/>
    <w:rsid w:val="001872A6"/>
    <w:rsid w:val="001875AA"/>
    <w:rsid w:val="00193A25"/>
    <w:rsid w:val="00195DC5"/>
    <w:rsid w:val="00197999"/>
    <w:rsid w:val="001A2E58"/>
    <w:rsid w:val="001A3F42"/>
    <w:rsid w:val="001B1750"/>
    <w:rsid w:val="001B2001"/>
    <w:rsid w:val="001B3048"/>
    <w:rsid w:val="001B6D61"/>
    <w:rsid w:val="001B6F54"/>
    <w:rsid w:val="001B74C3"/>
    <w:rsid w:val="001C02A0"/>
    <w:rsid w:val="001C06F9"/>
    <w:rsid w:val="001C0A90"/>
    <w:rsid w:val="001C38B5"/>
    <w:rsid w:val="001C3A3F"/>
    <w:rsid w:val="001C3DA1"/>
    <w:rsid w:val="001C49FF"/>
    <w:rsid w:val="001C5677"/>
    <w:rsid w:val="001C6514"/>
    <w:rsid w:val="001C6696"/>
    <w:rsid w:val="001C7170"/>
    <w:rsid w:val="001C7831"/>
    <w:rsid w:val="001D4AB3"/>
    <w:rsid w:val="001D6DD6"/>
    <w:rsid w:val="001E20F0"/>
    <w:rsid w:val="001E271B"/>
    <w:rsid w:val="001E703F"/>
    <w:rsid w:val="001F097F"/>
    <w:rsid w:val="001F0C48"/>
    <w:rsid w:val="001F1873"/>
    <w:rsid w:val="001F28F2"/>
    <w:rsid w:val="001F2B60"/>
    <w:rsid w:val="001F41DB"/>
    <w:rsid w:val="001F5D60"/>
    <w:rsid w:val="001F5FE4"/>
    <w:rsid w:val="00206C87"/>
    <w:rsid w:val="002115F0"/>
    <w:rsid w:val="00213604"/>
    <w:rsid w:val="00214F31"/>
    <w:rsid w:val="002152D9"/>
    <w:rsid w:val="00216FE1"/>
    <w:rsid w:val="00217702"/>
    <w:rsid w:val="00217B23"/>
    <w:rsid w:val="002201D2"/>
    <w:rsid w:val="002207D5"/>
    <w:rsid w:val="002223D7"/>
    <w:rsid w:val="002235F2"/>
    <w:rsid w:val="0022631E"/>
    <w:rsid w:val="00227DDF"/>
    <w:rsid w:val="00231A6D"/>
    <w:rsid w:val="00232B5B"/>
    <w:rsid w:val="0023577E"/>
    <w:rsid w:val="00236ACE"/>
    <w:rsid w:val="00240C1F"/>
    <w:rsid w:val="00241C97"/>
    <w:rsid w:val="00241E1B"/>
    <w:rsid w:val="00242804"/>
    <w:rsid w:val="00242B6B"/>
    <w:rsid w:val="00244C57"/>
    <w:rsid w:val="00256636"/>
    <w:rsid w:val="00260BF0"/>
    <w:rsid w:val="0026318E"/>
    <w:rsid w:val="00263E35"/>
    <w:rsid w:val="0026427B"/>
    <w:rsid w:val="00264A4C"/>
    <w:rsid w:val="00264F2C"/>
    <w:rsid w:val="00265932"/>
    <w:rsid w:val="00267A55"/>
    <w:rsid w:val="00270F94"/>
    <w:rsid w:val="00272EEF"/>
    <w:rsid w:val="00272FBC"/>
    <w:rsid w:val="00274A0E"/>
    <w:rsid w:val="00275C46"/>
    <w:rsid w:val="00277723"/>
    <w:rsid w:val="00277813"/>
    <w:rsid w:val="00281EAB"/>
    <w:rsid w:val="00285C35"/>
    <w:rsid w:val="00286269"/>
    <w:rsid w:val="00286611"/>
    <w:rsid w:val="00287281"/>
    <w:rsid w:val="00290F22"/>
    <w:rsid w:val="0029234B"/>
    <w:rsid w:val="00292C3F"/>
    <w:rsid w:val="00293001"/>
    <w:rsid w:val="00295BF5"/>
    <w:rsid w:val="002A26D9"/>
    <w:rsid w:val="002A5332"/>
    <w:rsid w:val="002B021F"/>
    <w:rsid w:val="002B3FB2"/>
    <w:rsid w:val="002B703C"/>
    <w:rsid w:val="002B722A"/>
    <w:rsid w:val="002B7BD8"/>
    <w:rsid w:val="002C235C"/>
    <w:rsid w:val="002C28AB"/>
    <w:rsid w:val="002C2B54"/>
    <w:rsid w:val="002C6563"/>
    <w:rsid w:val="002D1120"/>
    <w:rsid w:val="002D2CC9"/>
    <w:rsid w:val="002D35D2"/>
    <w:rsid w:val="002D6DCA"/>
    <w:rsid w:val="002E07B9"/>
    <w:rsid w:val="002E4763"/>
    <w:rsid w:val="002E6888"/>
    <w:rsid w:val="002E7757"/>
    <w:rsid w:val="002F1FFE"/>
    <w:rsid w:val="002F325B"/>
    <w:rsid w:val="002F5033"/>
    <w:rsid w:val="002F69F3"/>
    <w:rsid w:val="002F7304"/>
    <w:rsid w:val="002F73F9"/>
    <w:rsid w:val="002F78A8"/>
    <w:rsid w:val="002F7A8C"/>
    <w:rsid w:val="003017BB"/>
    <w:rsid w:val="00301914"/>
    <w:rsid w:val="00301E6E"/>
    <w:rsid w:val="00303D30"/>
    <w:rsid w:val="003063FB"/>
    <w:rsid w:val="003110E1"/>
    <w:rsid w:val="003127D5"/>
    <w:rsid w:val="00315582"/>
    <w:rsid w:val="003171FF"/>
    <w:rsid w:val="00317281"/>
    <w:rsid w:val="0031761A"/>
    <w:rsid w:val="00317CD6"/>
    <w:rsid w:val="003201C0"/>
    <w:rsid w:val="003207D0"/>
    <w:rsid w:val="003220E8"/>
    <w:rsid w:val="00322623"/>
    <w:rsid w:val="00322C35"/>
    <w:rsid w:val="0032608C"/>
    <w:rsid w:val="0032693F"/>
    <w:rsid w:val="00330396"/>
    <w:rsid w:val="003316A5"/>
    <w:rsid w:val="00333215"/>
    <w:rsid w:val="00335CED"/>
    <w:rsid w:val="0033708C"/>
    <w:rsid w:val="00337C4E"/>
    <w:rsid w:val="003428BC"/>
    <w:rsid w:val="003439D0"/>
    <w:rsid w:val="00343FC1"/>
    <w:rsid w:val="00345BD5"/>
    <w:rsid w:val="00352CB2"/>
    <w:rsid w:val="00355FE4"/>
    <w:rsid w:val="003569BF"/>
    <w:rsid w:val="00356AB9"/>
    <w:rsid w:val="00357512"/>
    <w:rsid w:val="00357F1E"/>
    <w:rsid w:val="00364334"/>
    <w:rsid w:val="00365E55"/>
    <w:rsid w:val="00370B15"/>
    <w:rsid w:val="00371533"/>
    <w:rsid w:val="00372117"/>
    <w:rsid w:val="003736B7"/>
    <w:rsid w:val="0037538B"/>
    <w:rsid w:val="003758FF"/>
    <w:rsid w:val="00375B25"/>
    <w:rsid w:val="00375CA2"/>
    <w:rsid w:val="00377D17"/>
    <w:rsid w:val="00380D38"/>
    <w:rsid w:val="00383505"/>
    <w:rsid w:val="00384A0F"/>
    <w:rsid w:val="00384F6D"/>
    <w:rsid w:val="00384FED"/>
    <w:rsid w:val="00385008"/>
    <w:rsid w:val="00385726"/>
    <w:rsid w:val="00386323"/>
    <w:rsid w:val="00386E61"/>
    <w:rsid w:val="00391481"/>
    <w:rsid w:val="00392483"/>
    <w:rsid w:val="0039431E"/>
    <w:rsid w:val="00397635"/>
    <w:rsid w:val="00397EA5"/>
    <w:rsid w:val="003A1056"/>
    <w:rsid w:val="003A3240"/>
    <w:rsid w:val="003A5AB8"/>
    <w:rsid w:val="003B0898"/>
    <w:rsid w:val="003B1A0C"/>
    <w:rsid w:val="003B2295"/>
    <w:rsid w:val="003B37BF"/>
    <w:rsid w:val="003B3868"/>
    <w:rsid w:val="003B4487"/>
    <w:rsid w:val="003B5C77"/>
    <w:rsid w:val="003B67E4"/>
    <w:rsid w:val="003C1ED1"/>
    <w:rsid w:val="003C1F5D"/>
    <w:rsid w:val="003C310B"/>
    <w:rsid w:val="003C3A31"/>
    <w:rsid w:val="003C426D"/>
    <w:rsid w:val="003C4CE6"/>
    <w:rsid w:val="003C4E39"/>
    <w:rsid w:val="003D0728"/>
    <w:rsid w:val="003D11E8"/>
    <w:rsid w:val="003D2163"/>
    <w:rsid w:val="003D2BC5"/>
    <w:rsid w:val="003D371C"/>
    <w:rsid w:val="003E3A56"/>
    <w:rsid w:val="003E3FC4"/>
    <w:rsid w:val="003E7AA6"/>
    <w:rsid w:val="003E7AC2"/>
    <w:rsid w:val="003F0F22"/>
    <w:rsid w:val="003F1A41"/>
    <w:rsid w:val="003F20BD"/>
    <w:rsid w:val="003F5674"/>
    <w:rsid w:val="003F7C40"/>
    <w:rsid w:val="00400BD6"/>
    <w:rsid w:val="00400BF9"/>
    <w:rsid w:val="00400CA8"/>
    <w:rsid w:val="00401FBD"/>
    <w:rsid w:val="00404722"/>
    <w:rsid w:val="00406BF4"/>
    <w:rsid w:val="00406F7F"/>
    <w:rsid w:val="004071CE"/>
    <w:rsid w:val="00407BCC"/>
    <w:rsid w:val="00407FAF"/>
    <w:rsid w:val="00410D85"/>
    <w:rsid w:val="0041101D"/>
    <w:rsid w:val="00413B39"/>
    <w:rsid w:val="0041548D"/>
    <w:rsid w:val="00416222"/>
    <w:rsid w:val="00417CAE"/>
    <w:rsid w:val="0042250A"/>
    <w:rsid w:val="00422662"/>
    <w:rsid w:val="00425283"/>
    <w:rsid w:val="00425ADB"/>
    <w:rsid w:val="00426715"/>
    <w:rsid w:val="00427BF4"/>
    <w:rsid w:val="004309CA"/>
    <w:rsid w:val="00432810"/>
    <w:rsid w:val="00436D19"/>
    <w:rsid w:val="004404E3"/>
    <w:rsid w:val="00441168"/>
    <w:rsid w:val="004428A3"/>
    <w:rsid w:val="00446F74"/>
    <w:rsid w:val="00446FB1"/>
    <w:rsid w:val="00447542"/>
    <w:rsid w:val="004510AA"/>
    <w:rsid w:val="004530E7"/>
    <w:rsid w:val="00454385"/>
    <w:rsid w:val="004547FD"/>
    <w:rsid w:val="00454812"/>
    <w:rsid w:val="00454BD5"/>
    <w:rsid w:val="0045517A"/>
    <w:rsid w:val="00455B4A"/>
    <w:rsid w:val="00460B0A"/>
    <w:rsid w:val="004615B0"/>
    <w:rsid w:val="00465183"/>
    <w:rsid w:val="004660E0"/>
    <w:rsid w:val="00466D79"/>
    <w:rsid w:val="00466D7C"/>
    <w:rsid w:val="00473003"/>
    <w:rsid w:val="004733AF"/>
    <w:rsid w:val="00473D86"/>
    <w:rsid w:val="00473FB1"/>
    <w:rsid w:val="00474173"/>
    <w:rsid w:val="00475B96"/>
    <w:rsid w:val="00475FE9"/>
    <w:rsid w:val="004811A7"/>
    <w:rsid w:val="00482729"/>
    <w:rsid w:val="00482886"/>
    <w:rsid w:val="00484E9D"/>
    <w:rsid w:val="00486939"/>
    <w:rsid w:val="0048696F"/>
    <w:rsid w:val="004931CE"/>
    <w:rsid w:val="00493488"/>
    <w:rsid w:val="004934AE"/>
    <w:rsid w:val="004960BF"/>
    <w:rsid w:val="0049742E"/>
    <w:rsid w:val="004974EB"/>
    <w:rsid w:val="00497A5A"/>
    <w:rsid w:val="004A0249"/>
    <w:rsid w:val="004A039F"/>
    <w:rsid w:val="004A2F36"/>
    <w:rsid w:val="004A4219"/>
    <w:rsid w:val="004A59FF"/>
    <w:rsid w:val="004A5C89"/>
    <w:rsid w:val="004B14EF"/>
    <w:rsid w:val="004B2953"/>
    <w:rsid w:val="004B3662"/>
    <w:rsid w:val="004B4FC9"/>
    <w:rsid w:val="004B4FDE"/>
    <w:rsid w:val="004B5E7A"/>
    <w:rsid w:val="004B6028"/>
    <w:rsid w:val="004B62BA"/>
    <w:rsid w:val="004C0304"/>
    <w:rsid w:val="004C05A1"/>
    <w:rsid w:val="004C2271"/>
    <w:rsid w:val="004C2575"/>
    <w:rsid w:val="004C2E20"/>
    <w:rsid w:val="004C4611"/>
    <w:rsid w:val="004C5E3E"/>
    <w:rsid w:val="004C692F"/>
    <w:rsid w:val="004C6C61"/>
    <w:rsid w:val="004C7F19"/>
    <w:rsid w:val="004D0403"/>
    <w:rsid w:val="004D2A98"/>
    <w:rsid w:val="004D2D68"/>
    <w:rsid w:val="004D56E1"/>
    <w:rsid w:val="004D5EF4"/>
    <w:rsid w:val="004D7A9A"/>
    <w:rsid w:val="004E4490"/>
    <w:rsid w:val="004E5460"/>
    <w:rsid w:val="004F319F"/>
    <w:rsid w:val="004F5D97"/>
    <w:rsid w:val="005012B0"/>
    <w:rsid w:val="00505A8C"/>
    <w:rsid w:val="00507273"/>
    <w:rsid w:val="00507915"/>
    <w:rsid w:val="00510D8D"/>
    <w:rsid w:val="00511DC4"/>
    <w:rsid w:val="005171E4"/>
    <w:rsid w:val="00517C56"/>
    <w:rsid w:val="0052020C"/>
    <w:rsid w:val="005222FC"/>
    <w:rsid w:val="005253AC"/>
    <w:rsid w:val="00527E8F"/>
    <w:rsid w:val="005375A7"/>
    <w:rsid w:val="00541497"/>
    <w:rsid w:val="00541EE6"/>
    <w:rsid w:val="00543511"/>
    <w:rsid w:val="00545448"/>
    <w:rsid w:val="00545560"/>
    <w:rsid w:val="0054569A"/>
    <w:rsid w:val="00547CA6"/>
    <w:rsid w:val="00550D62"/>
    <w:rsid w:val="0055430A"/>
    <w:rsid w:val="00555476"/>
    <w:rsid w:val="00560E38"/>
    <w:rsid w:val="00562DBD"/>
    <w:rsid w:val="005632AB"/>
    <w:rsid w:val="005638B0"/>
    <w:rsid w:val="0056491C"/>
    <w:rsid w:val="00564CDA"/>
    <w:rsid w:val="00565969"/>
    <w:rsid w:val="00565E9B"/>
    <w:rsid w:val="005673C2"/>
    <w:rsid w:val="00574E36"/>
    <w:rsid w:val="0057714D"/>
    <w:rsid w:val="00580201"/>
    <w:rsid w:val="0058109B"/>
    <w:rsid w:val="00592C47"/>
    <w:rsid w:val="00594C75"/>
    <w:rsid w:val="00595D01"/>
    <w:rsid w:val="005A1F73"/>
    <w:rsid w:val="005A38EE"/>
    <w:rsid w:val="005A5F5A"/>
    <w:rsid w:val="005A6263"/>
    <w:rsid w:val="005A6D71"/>
    <w:rsid w:val="005B0E52"/>
    <w:rsid w:val="005B5D86"/>
    <w:rsid w:val="005C1AE6"/>
    <w:rsid w:val="005C6742"/>
    <w:rsid w:val="005C77C2"/>
    <w:rsid w:val="005C7AA4"/>
    <w:rsid w:val="005D138A"/>
    <w:rsid w:val="005D1A84"/>
    <w:rsid w:val="005D1AD5"/>
    <w:rsid w:val="005D1C2E"/>
    <w:rsid w:val="005D391E"/>
    <w:rsid w:val="005D4309"/>
    <w:rsid w:val="005D5B5C"/>
    <w:rsid w:val="005E0623"/>
    <w:rsid w:val="005E17F8"/>
    <w:rsid w:val="005E3349"/>
    <w:rsid w:val="005E4AD2"/>
    <w:rsid w:val="005E5BF6"/>
    <w:rsid w:val="005F12E9"/>
    <w:rsid w:val="005F429B"/>
    <w:rsid w:val="005F4D4B"/>
    <w:rsid w:val="005F580A"/>
    <w:rsid w:val="005F5F73"/>
    <w:rsid w:val="005F6B31"/>
    <w:rsid w:val="00601106"/>
    <w:rsid w:val="00606161"/>
    <w:rsid w:val="0061046E"/>
    <w:rsid w:val="00610F38"/>
    <w:rsid w:val="00612017"/>
    <w:rsid w:val="006125A9"/>
    <w:rsid w:val="00614276"/>
    <w:rsid w:val="00614363"/>
    <w:rsid w:val="00614AF8"/>
    <w:rsid w:val="006169E4"/>
    <w:rsid w:val="0062089F"/>
    <w:rsid w:val="006236D9"/>
    <w:rsid w:val="00624F2C"/>
    <w:rsid w:val="00626466"/>
    <w:rsid w:val="00630396"/>
    <w:rsid w:val="0063053C"/>
    <w:rsid w:val="006309F4"/>
    <w:rsid w:val="0063415F"/>
    <w:rsid w:val="0064464A"/>
    <w:rsid w:val="00644775"/>
    <w:rsid w:val="006515A1"/>
    <w:rsid w:val="00651CC8"/>
    <w:rsid w:val="006528EE"/>
    <w:rsid w:val="006529CE"/>
    <w:rsid w:val="00653C23"/>
    <w:rsid w:val="00654A9C"/>
    <w:rsid w:val="00655928"/>
    <w:rsid w:val="0065605D"/>
    <w:rsid w:val="00657BC8"/>
    <w:rsid w:val="00662382"/>
    <w:rsid w:val="00662A63"/>
    <w:rsid w:val="0066467C"/>
    <w:rsid w:val="00664843"/>
    <w:rsid w:val="00665D28"/>
    <w:rsid w:val="00671204"/>
    <w:rsid w:val="00671EC5"/>
    <w:rsid w:val="00673FE6"/>
    <w:rsid w:val="006740AE"/>
    <w:rsid w:val="00675F9E"/>
    <w:rsid w:val="00676DE6"/>
    <w:rsid w:val="00676E8C"/>
    <w:rsid w:val="00677B7E"/>
    <w:rsid w:val="006802F5"/>
    <w:rsid w:val="006810E0"/>
    <w:rsid w:val="006866BD"/>
    <w:rsid w:val="00691470"/>
    <w:rsid w:val="00691A22"/>
    <w:rsid w:val="006921D7"/>
    <w:rsid w:val="0069482F"/>
    <w:rsid w:val="00694A09"/>
    <w:rsid w:val="006959B4"/>
    <w:rsid w:val="00696D12"/>
    <w:rsid w:val="006A00DB"/>
    <w:rsid w:val="006A4037"/>
    <w:rsid w:val="006A4EFF"/>
    <w:rsid w:val="006A6B24"/>
    <w:rsid w:val="006A6EC2"/>
    <w:rsid w:val="006A7592"/>
    <w:rsid w:val="006A7605"/>
    <w:rsid w:val="006B0AA2"/>
    <w:rsid w:val="006B310D"/>
    <w:rsid w:val="006B35CA"/>
    <w:rsid w:val="006B40A3"/>
    <w:rsid w:val="006B46C5"/>
    <w:rsid w:val="006B5A34"/>
    <w:rsid w:val="006C0821"/>
    <w:rsid w:val="006C429C"/>
    <w:rsid w:val="006C4917"/>
    <w:rsid w:val="006C4C73"/>
    <w:rsid w:val="006C6FE9"/>
    <w:rsid w:val="006D12D3"/>
    <w:rsid w:val="006D526A"/>
    <w:rsid w:val="006D5D03"/>
    <w:rsid w:val="006D60AD"/>
    <w:rsid w:val="006D62D3"/>
    <w:rsid w:val="006E4F3C"/>
    <w:rsid w:val="006F0E28"/>
    <w:rsid w:val="006F177C"/>
    <w:rsid w:val="006F1892"/>
    <w:rsid w:val="006F4A25"/>
    <w:rsid w:val="006F6D77"/>
    <w:rsid w:val="00700282"/>
    <w:rsid w:val="00700F38"/>
    <w:rsid w:val="0070593B"/>
    <w:rsid w:val="0070656F"/>
    <w:rsid w:val="00711698"/>
    <w:rsid w:val="007137D2"/>
    <w:rsid w:val="007178D3"/>
    <w:rsid w:val="00720459"/>
    <w:rsid w:val="00720529"/>
    <w:rsid w:val="007207DF"/>
    <w:rsid w:val="00721569"/>
    <w:rsid w:val="0072296A"/>
    <w:rsid w:val="0072341B"/>
    <w:rsid w:val="00726B6F"/>
    <w:rsid w:val="0072727C"/>
    <w:rsid w:val="007276DB"/>
    <w:rsid w:val="007314D8"/>
    <w:rsid w:val="00732B6D"/>
    <w:rsid w:val="00733689"/>
    <w:rsid w:val="00733E02"/>
    <w:rsid w:val="00736E15"/>
    <w:rsid w:val="0073767D"/>
    <w:rsid w:val="00743BB7"/>
    <w:rsid w:val="00746F4B"/>
    <w:rsid w:val="00750FED"/>
    <w:rsid w:val="00752256"/>
    <w:rsid w:val="00753395"/>
    <w:rsid w:val="007535EA"/>
    <w:rsid w:val="007548C4"/>
    <w:rsid w:val="0075521E"/>
    <w:rsid w:val="00757959"/>
    <w:rsid w:val="0076220B"/>
    <w:rsid w:val="00764250"/>
    <w:rsid w:val="00764711"/>
    <w:rsid w:val="00767B66"/>
    <w:rsid w:val="00767EFC"/>
    <w:rsid w:val="00771B65"/>
    <w:rsid w:val="00774E39"/>
    <w:rsid w:val="00784058"/>
    <w:rsid w:val="0078582A"/>
    <w:rsid w:val="007871FF"/>
    <w:rsid w:val="00793340"/>
    <w:rsid w:val="007A07E3"/>
    <w:rsid w:val="007A2E6E"/>
    <w:rsid w:val="007A2F84"/>
    <w:rsid w:val="007A4E24"/>
    <w:rsid w:val="007A5083"/>
    <w:rsid w:val="007A55C7"/>
    <w:rsid w:val="007A5730"/>
    <w:rsid w:val="007A6A03"/>
    <w:rsid w:val="007B03D3"/>
    <w:rsid w:val="007B1303"/>
    <w:rsid w:val="007B219E"/>
    <w:rsid w:val="007B35A9"/>
    <w:rsid w:val="007B59E8"/>
    <w:rsid w:val="007B7C32"/>
    <w:rsid w:val="007C03F5"/>
    <w:rsid w:val="007C1E94"/>
    <w:rsid w:val="007C25D6"/>
    <w:rsid w:val="007C4ED6"/>
    <w:rsid w:val="007C7CA9"/>
    <w:rsid w:val="007C7DA3"/>
    <w:rsid w:val="007D19CD"/>
    <w:rsid w:val="007D1A45"/>
    <w:rsid w:val="007D375A"/>
    <w:rsid w:val="007D4E98"/>
    <w:rsid w:val="007D53F3"/>
    <w:rsid w:val="007D63BA"/>
    <w:rsid w:val="007D7F2B"/>
    <w:rsid w:val="007E03E2"/>
    <w:rsid w:val="007E13EA"/>
    <w:rsid w:val="007E4469"/>
    <w:rsid w:val="007E490F"/>
    <w:rsid w:val="007E5495"/>
    <w:rsid w:val="007E6173"/>
    <w:rsid w:val="007E70BA"/>
    <w:rsid w:val="007F0D93"/>
    <w:rsid w:val="007F647B"/>
    <w:rsid w:val="007F7BC4"/>
    <w:rsid w:val="00803E2B"/>
    <w:rsid w:val="008060C2"/>
    <w:rsid w:val="00807631"/>
    <w:rsid w:val="008105D0"/>
    <w:rsid w:val="00811872"/>
    <w:rsid w:val="00811EA9"/>
    <w:rsid w:val="008147B9"/>
    <w:rsid w:val="00815B0E"/>
    <w:rsid w:val="00817124"/>
    <w:rsid w:val="00820729"/>
    <w:rsid w:val="0082224B"/>
    <w:rsid w:val="0082381F"/>
    <w:rsid w:val="00826A84"/>
    <w:rsid w:val="00831BE2"/>
    <w:rsid w:val="008332FD"/>
    <w:rsid w:val="00834B27"/>
    <w:rsid w:val="008419B8"/>
    <w:rsid w:val="00842046"/>
    <w:rsid w:val="00844FD0"/>
    <w:rsid w:val="00846B53"/>
    <w:rsid w:val="0085053F"/>
    <w:rsid w:val="00853C86"/>
    <w:rsid w:val="00855BBE"/>
    <w:rsid w:val="008574A8"/>
    <w:rsid w:val="008578BF"/>
    <w:rsid w:val="00861086"/>
    <w:rsid w:val="00866EE6"/>
    <w:rsid w:val="00870EF2"/>
    <w:rsid w:val="00871F2E"/>
    <w:rsid w:val="008734B8"/>
    <w:rsid w:val="00874544"/>
    <w:rsid w:val="00874819"/>
    <w:rsid w:val="00874EDB"/>
    <w:rsid w:val="0087621A"/>
    <w:rsid w:val="0088033B"/>
    <w:rsid w:val="00880CF9"/>
    <w:rsid w:val="008858DC"/>
    <w:rsid w:val="0088634D"/>
    <w:rsid w:val="00892C0E"/>
    <w:rsid w:val="00894E70"/>
    <w:rsid w:val="00895F7E"/>
    <w:rsid w:val="00896BF9"/>
    <w:rsid w:val="00897520"/>
    <w:rsid w:val="008A0E5C"/>
    <w:rsid w:val="008A3391"/>
    <w:rsid w:val="008A42AF"/>
    <w:rsid w:val="008A5D1C"/>
    <w:rsid w:val="008B0748"/>
    <w:rsid w:val="008B21D9"/>
    <w:rsid w:val="008B2557"/>
    <w:rsid w:val="008B32FB"/>
    <w:rsid w:val="008B455E"/>
    <w:rsid w:val="008C172A"/>
    <w:rsid w:val="008C3E19"/>
    <w:rsid w:val="008C46BF"/>
    <w:rsid w:val="008D26F2"/>
    <w:rsid w:val="008D3252"/>
    <w:rsid w:val="008E107C"/>
    <w:rsid w:val="008E1FBC"/>
    <w:rsid w:val="008F2F86"/>
    <w:rsid w:val="008F7275"/>
    <w:rsid w:val="00901551"/>
    <w:rsid w:val="009020F3"/>
    <w:rsid w:val="009101AA"/>
    <w:rsid w:val="009125D0"/>
    <w:rsid w:val="00912B84"/>
    <w:rsid w:val="00914742"/>
    <w:rsid w:val="00921353"/>
    <w:rsid w:val="00926EF7"/>
    <w:rsid w:val="00927EAC"/>
    <w:rsid w:val="00931834"/>
    <w:rsid w:val="0093306B"/>
    <w:rsid w:val="00935F4D"/>
    <w:rsid w:val="00937EF7"/>
    <w:rsid w:val="00941995"/>
    <w:rsid w:val="0094261F"/>
    <w:rsid w:val="00942978"/>
    <w:rsid w:val="0094337C"/>
    <w:rsid w:val="00944AB7"/>
    <w:rsid w:val="009473AE"/>
    <w:rsid w:val="00950455"/>
    <w:rsid w:val="00950AA1"/>
    <w:rsid w:val="00951274"/>
    <w:rsid w:val="009552F7"/>
    <w:rsid w:val="00957705"/>
    <w:rsid w:val="009604B7"/>
    <w:rsid w:val="009711C9"/>
    <w:rsid w:val="00972EC3"/>
    <w:rsid w:val="00973F7B"/>
    <w:rsid w:val="00980365"/>
    <w:rsid w:val="00981856"/>
    <w:rsid w:val="00983900"/>
    <w:rsid w:val="00983B77"/>
    <w:rsid w:val="009854BF"/>
    <w:rsid w:val="00986653"/>
    <w:rsid w:val="00986DD1"/>
    <w:rsid w:val="00993A8D"/>
    <w:rsid w:val="00993B11"/>
    <w:rsid w:val="00995E38"/>
    <w:rsid w:val="009963CF"/>
    <w:rsid w:val="00997AD0"/>
    <w:rsid w:val="009A097F"/>
    <w:rsid w:val="009A20EB"/>
    <w:rsid w:val="009A34BC"/>
    <w:rsid w:val="009A36A7"/>
    <w:rsid w:val="009A56B4"/>
    <w:rsid w:val="009A7CB6"/>
    <w:rsid w:val="009B1EC5"/>
    <w:rsid w:val="009B1F33"/>
    <w:rsid w:val="009B3A0E"/>
    <w:rsid w:val="009B4F2E"/>
    <w:rsid w:val="009B5956"/>
    <w:rsid w:val="009B596E"/>
    <w:rsid w:val="009B6CF4"/>
    <w:rsid w:val="009C0337"/>
    <w:rsid w:val="009C139C"/>
    <w:rsid w:val="009C1AD2"/>
    <w:rsid w:val="009C3045"/>
    <w:rsid w:val="009C50C9"/>
    <w:rsid w:val="009D2213"/>
    <w:rsid w:val="009D32F9"/>
    <w:rsid w:val="009D5F39"/>
    <w:rsid w:val="009E0FE2"/>
    <w:rsid w:val="009E1DAE"/>
    <w:rsid w:val="009E52C5"/>
    <w:rsid w:val="009E74B3"/>
    <w:rsid w:val="009F0230"/>
    <w:rsid w:val="009F13E3"/>
    <w:rsid w:val="009F1613"/>
    <w:rsid w:val="009F2061"/>
    <w:rsid w:val="009F519B"/>
    <w:rsid w:val="009F6E1E"/>
    <w:rsid w:val="00A0003F"/>
    <w:rsid w:val="00A00955"/>
    <w:rsid w:val="00A01702"/>
    <w:rsid w:val="00A02300"/>
    <w:rsid w:val="00A03F92"/>
    <w:rsid w:val="00A101FB"/>
    <w:rsid w:val="00A1073F"/>
    <w:rsid w:val="00A26CED"/>
    <w:rsid w:val="00A34A8E"/>
    <w:rsid w:val="00A34B6F"/>
    <w:rsid w:val="00A41089"/>
    <w:rsid w:val="00A42C1F"/>
    <w:rsid w:val="00A42D5E"/>
    <w:rsid w:val="00A434F0"/>
    <w:rsid w:val="00A443DE"/>
    <w:rsid w:val="00A444E4"/>
    <w:rsid w:val="00A459E7"/>
    <w:rsid w:val="00A45D07"/>
    <w:rsid w:val="00A46D5A"/>
    <w:rsid w:val="00A51123"/>
    <w:rsid w:val="00A51830"/>
    <w:rsid w:val="00A52418"/>
    <w:rsid w:val="00A5247A"/>
    <w:rsid w:val="00A53207"/>
    <w:rsid w:val="00A53322"/>
    <w:rsid w:val="00A5345F"/>
    <w:rsid w:val="00A539BE"/>
    <w:rsid w:val="00A541AD"/>
    <w:rsid w:val="00A543B1"/>
    <w:rsid w:val="00A54E1D"/>
    <w:rsid w:val="00A555ED"/>
    <w:rsid w:val="00A65B7E"/>
    <w:rsid w:val="00A661AB"/>
    <w:rsid w:val="00A675C4"/>
    <w:rsid w:val="00A725B9"/>
    <w:rsid w:val="00A73333"/>
    <w:rsid w:val="00A734ED"/>
    <w:rsid w:val="00A74EE3"/>
    <w:rsid w:val="00A74FEE"/>
    <w:rsid w:val="00A75014"/>
    <w:rsid w:val="00A759D4"/>
    <w:rsid w:val="00A76437"/>
    <w:rsid w:val="00A7674D"/>
    <w:rsid w:val="00A8403A"/>
    <w:rsid w:val="00A858DC"/>
    <w:rsid w:val="00A85BBA"/>
    <w:rsid w:val="00A9010F"/>
    <w:rsid w:val="00A91BE1"/>
    <w:rsid w:val="00A9281D"/>
    <w:rsid w:val="00A935F8"/>
    <w:rsid w:val="00A94CBD"/>
    <w:rsid w:val="00A963B6"/>
    <w:rsid w:val="00A969C6"/>
    <w:rsid w:val="00AA1D56"/>
    <w:rsid w:val="00AA29A1"/>
    <w:rsid w:val="00AA2E3D"/>
    <w:rsid w:val="00AA764C"/>
    <w:rsid w:val="00AC4F0A"/>
    <w:rsid w:val="00AC63E6"/>
    <w:rsid w:val="00AD29FA"/>
    <w:rsid w:val="00AD2ABC"/>
    <w:rsid w:val="00AD3C5C"/>
    <w:rsid w:val="00AD41AC"/>
    <w:rsid w:val="00AD7679"/>
    <w:rsid w:val="00AE6DBB"/>
    <w:rsid w:val="00AF6B55"/>
    <w:rsid w:val="00B0108B"/>
    <w:rsid w:val="00B02B43"/>
    <w:rsid w:val="00B03CE1"/>
    <w:rsid w:val="00B065DC"/>
    <w:rsid w:val="00B07C73"/>
    <w:rsid w:val="00B24810"/>
    <w:rsid w:val="00B248CF"/>
    <w:rsid w:val="00B27D35"/>
    <w:rsid w:val="00B310AB"/>
    <w:rsid w:val="00B3201C"/>
    <w:rsid w:val="00B32212"/>
    <w:rsid w:val="00B3255E"/>
    <w:rsid w:val="00B32840"/>
    <w:rsid w:val="00B33471"/>
    <w:rsid w:val="00B34034"/>
    <w:rsid w:val="00B3411F"/>
    <w:rsid w:val="00B34595"/>
    <w:rsid w:val="00B35144"/>
    <w:rsid w:val="00B35A1B"/>
    <w:rsid w:val="00B36C26"/>
    <w:rsid w:val="00B41D3B"/>
    <w:rsid w:val="00B43CE5"/>
    <w:rsid w:val="00B44A43"/>
    <w:rsid w:val="00B454CE"/>
    <w:rsid w:val="00B45F20"/>
    <w:rsid w:val="00B465B5"/>
    <w:rsid w:val="00B47767"/>
    <w:rsid w:val="00B47DE2"/>
    <w:rsid w:val="00B545E6"/>
    <w:rsid w:val="00B55A94"/>
    <w:rsid w:val="00B57F79"/>
    <w:rsid w:val="00B608CE"/>
    <w:rsid w:val="00B61AB2"/>
    <w:rsid w:val="00B6316F"/>
    <w:rsid w:val="00B6755A"/>
    <w:rsid w:val="00B676F3"/>
    <w:rsid w:val="00B70B54"/>
    <w:rsid w:val="00B72803"/>
    <w:rsid w:val="00B75BC9"/>
    <w:rsid w:val="00B8152A"/>
    <w:rsid w:val="00B84E40"/>
    <w:rsid w:val="00B86E43"/>
    <w:rsid w:val="00B87349"/>
    <w:rsid w:val="00B912BD"/>
    <w:rsid w:val="00B92FF8"/>
    <w:rsid w:val="00B934BA"/>
    <w:rsid w:val="00B93678"/>
    <w:rsid w:val="00B93E13"/>
    <w:rsid w:val="00B94752"/>
    <w:rsid w:val="00B97278"/>
    <w:rsid w:val="00BA0469"/>
    <w:rsid w:val="00BA0D17"/>
    <w:rsid w:val="00BA0E35"/>
    <w:rsid w:val="00BA4B93"/>
    <w:rsid w:val="00BB109D"/>
    <w:rsid w:val="00BB29A0"/>
    <w:rsid w:val="00BB3A01"/>
    <w:rsid w:val="00BB4551"/>
    <w:rsid w:val="00BB70EA"/>
    <w:rsid w:val="00BB7AD0"/>
    <w:rsid w:val="00BC1CA1"/>
    <w:rsid w:val="00BC24D6"/>
    <w:rsid w:val="00BD140A"/>
    <w:rsid w:val="00BD1DE4"/>
    <w:rsid w:val="00BD3AC0"/>
    <w:rsid w:val="00BD51E5"/>
    <w:rsid w:val="00BD74DD"/>
    <w:rsid w:val="00BD7C79"/>
    <w:rsid w:val="00BD7DD5"/>
    <w:rsid w:val="00BE1B9A"/>
    <w:rsid w:val="00BE463F"/>
    <w:rsid w:val="00BF21F0"/>
    <w:rsid w:val="00BF25FE"/>
    <w:rsid w:val="00BF2775"/>
    <w:rsid w:val="00BF5360"/>
    <w:rsid w:val="00BF6075"/>
    <w:rsid w:val="00C04976"/>
    <w:rsid w:val="00C04DD5"/>
    <w:rsid w:val="00C0568D"/>
    <w:rsid w:val="00C056FA"/>
    <w:rsid w:val="00C057D1"/>
    <w:rsid w:val="00C065CB"/>
    <w:rsid w:val="00C07004"/>
    <w:rsid w:val="00C129BD"/>
    <w:rsid w:val="00C13E6A"/>
    <w:rsid w:val="00C157DD"/>
    <w:rsid w:val="00C1750B"/>
    <w:rsid w:val="00C22A43"/>
    <w:rsid w:val="00C2541A"/>
    <w:rsid w:val="00C27573"/>
    <w:rsid w:val="00C34D1B"/>
    <w:rsid w:val="00C35DF5"/>
    <w:rsid w:val="00C36202"/>
    <w:rsid w:val="00C36282"/>
    <w:rsid w:val="00C365F8"/>
    <w:rsid w:val="00C37469"/>
    <w:rsid w:val="00C37704"/>
    <w:rsid w:val="00C426CE"/>
    <w:rsid w:val="00C44550"/>
    <w:rsid w:val="00C470A1"/>
    <w:rsid w:val="00C5036D"/>
    <w:rsid w:val="00C51424"/>
    <w:rsid w:val="00C54ABB"/>
    <w:rsid w:val="00C55548"/>
    <w:rsid w:val="00C55FB7"/>
    <w:rsid w:val="00C5702F"/>
    <w:rsid w:val="00C62274"/>
    <w:rsid w:val="00C62C9D"/>
    <w:rsid w:val="00C62D38"/>
    <w:rsid w:val="00C630B5"/>
    <w:rsid w:val="00C6488C"/>
    <w:rsid w:val="00C66F33"/>
    <w:rsid w:val="00C6706B"/>
    <w:rsid w:val="00C80B69"/>
    <w:rsid w:val="00C80F8F"/>
    <w:rsid w:val="00C81479"/>
    <w:rsid w:val="00C82000"/>
    <w:rsid w:val="00C85046"/>
    <w:rsid w:val="00C855BE"/>
    <w:rsid w:val="00C855DA"/>
    <w:rsid w:val="00C858AF"/>
    <w:rsid w:val="00C866B9"/>
    <w:rsid w:val="00C86A46"/>
    <w:rsid w:val="00C90A4A"/>
    <w:rsid w:val="00C94C8F"/>
    <w:rsid w:val="00C9548F"/>
    <w:rsid w:val="00C95EEC"/>
    <w:rsid w:val="00CA09A1"/>
    <w:rsid w:val="00CA39CC"/>
    <w:rsid w:val="00CB0115"/>
    <w:rsid w:val="00CB3771"/>
    <w:rsid w:val="00CB4F5C"/>
    <w:rsid w:val="00CB6FF7"/>
    <w:rsid w:val="00CC2947"/>
    <w:rsid w:val="00CC2A78"/>
    <w:rsid w:val="00CC460D"/>
    <w:rsid w:val="00CC5E96"/>
    <w:rsid w:val="00CC685C"/>
    <w:rsid w:val="00CC6DFB"/>
    <w:rsid w:val="00CC76FF"/>
    <w:rsid w:val="00CD0947"/>
    <w:rsid w:val="00CD145F"/>
    <w:rsid w:val="00CD35E1"/>
    <w:rsid w:val="00CD41D5"/>
    <w:rsid w:val="00CD7B6C"/>
    <w:rsid w:val="00CE047F"/>
    <w:rsid w:val="00CE1670"/>
    <w:rsid w:val="00CE169A"/>
    <w:rsid w:val="00CE2D23"/>
    <w:rsid w:val="00CE3788"/>
    <w:rsid w:val="00CE575B"/>
    <w:rsid w:val="00CE5C45"/>
    <w:rsid w:val="00CF46EC"/>
    <w:rsid w:val="00D00658"/>
    <w:rsid w:val="00D006E7"/>
    <w:rsid w:val="00D0232A"/>
    <w:rsid w:val="00D0403A"/>
    <w:rsid w:val="00D07838"/>
    <w:rsid w:val="00D110E5"/>
    <w:rsid w:val="00D11595"/>
    <w:rsid w:val="00D1237D"/>
    <w:rsid w:val="00D144AE"/>
    <w:rsid w:val="00D20D48"/>
    <w:rsid w:val="00D220EC"/>
    <w:rsid w:val="00D24348"/>
    <w:rsid w:val="00D25B29"/>
    <w:rsid w:val="00D25E66"/>
    <w:rsid w:val="00D265C9"/>
    <w:rsid w:val="00D31A43"/>
    <w:rsid w:val="00D33E22"/>
    <w:rsid w:val="00D3514E"/>
    <w:rsid w:val="00D35F62"/>
    <w:rsid w:val="00D36CB4"/>
    <w:rsid w:val="00D37150"/>
    <w:rsid w:val="00D37F66"/>
    <w:rsid w:val="00D37FA0"/>
    <w:rsid w:val="00D4104D"/>
    <w:rsid w:val="00D41E14"/>
    <w:rsid w:val="00D52535"/>
    <w:rsid w:val="00D53CD2"/>
    <w:rsid w:val="00D557D5"/>
    <w:rsid w:val="00D55FD5"/>
    <w:rsid w:val="00D56823"/>
    <w:rsid w:val="00D60A0F"/>
    <w:rsid w:val="00D629BA"/>
    <w:rsid w:val="00D65E17"/>
    <w:rsid w:val="00D66193"/>
    <w:rsid w:val="00D707B2"/>
    <w:rsid w:val="00D713D8"/>
    <w:rsid w:val="00D743AC"/>
    <w:rsid w:val="00D76834"/>
    <w:rsid w:val="00D77716"/>
    <w:rsid w:val="00D82725"/>
    <w:rsid w:val="00D82B25"/>
    <w:rsid w:val="00D83252"/>
    <w:rsid w:val="00D83AA0"/>
    <w:rsid w:val="00D87430"/>
    <w:rsid w:val="00D90FCC"/>
    <w:rsid w:val="00D91061"/>
    <w:rsid w:val="00D93840"/>
    <w:rsid w:val="00D93B13"/>
    <w:rsid w:val="00D95181"/>
    <w:rsid w:val="00D97C84"/>
    <w:rsid w:val="00DA3C9E"/>
    <w:rsid w:val="00DA41DE"/>
    <w:rsid w:val="00DA4319"/>
    <w:rsid w:val="00DA6ACB"/>
    <w:rsid w:val="00DA6EBE"/>
    <w:rsid w:val="00DB0D3C"/>
    <w:rsid w:val="00DB0FAD"/>
    <w:rsid w:val="00DB4FB3"/>
    <w:rsid w:val="00DB5DBD"/>
    <w:rsid w:val="00DB6451"/>
    <w:rsid w:val="00DB72B3"/>
    <w:rsid w:val="00DC627D"/>
    <w:rsid w:val="00DD0463"/>
    <w:rsid w:val="00DD133D"/>
    <w:rsid w:val="00DE00A7"/>
    <w:rsid w:val="00DE7DA8"/>
    <w:rsid w:val="00DF087A"/>
    <w:rsid w:val="00DF0E45"/>
    <w:rsid w:val="00DF184B"/>
    <w:rsid w:val="00DF1ED1"/>
    <w:rsid w:val="00DF39BF"/>
    <w:rsid w:val="00DF3C75"/>
    <w:rsid w:val="00DF6C79"/>
    <w:rsid w:val="00DF7CFD"/>
    <w:rsid w:val="00E0000D"/>
    <w:rsid w:val="00E006F9"/>
    <w:rsid w:val="00E00F1C"/>
    <w:rsid w:val="00E02482"/>
    <w:rsid w:val="00E05708"/>
    <w:rsid w:val="00E05891"/>
    <w:rsid w:val="00E07C9F"/>
    <w:rsid w:val="00E149B5"/>
    <w:rsid w:val="00E15190"/>
    <w:rsid w:val="00E274D1"/>
    <w:rsid w:val="00E318B8"/>
    <w:rsid w:val="00E34B79"/>
    <w:rsid w:val="00E35C6D"/>
    <w:rsid w:val="00E379D2"/>
    <w:rsid w:val="00E41D8F"/>
    <w:rsid w:val="00E446F8"/>
    <w:rsid w:val="00E45CC9"/>
    <w:rsid w:val="00E460A6"/>
    <w:rsid w:val="00E465F9"/>
    <w:rsid w:val="00E54BF7"/>
    <w:rsid w:val="00E57F19"/>
    <w:rsid w:val="00E6594C"/>
    <w:rsid w:val="00E66242"/>
    <w:rsid w:val="00E66651"/>
    <w:rsid w:val="00E71C88"/>
    <w:rsid w:val="00E735BC"/>
    <w:rsid w:val="00E75962"/>
    <w:rsid w:val="00E76D93"/>
    <w:rsid w:val="00E77161"/>
    <w:rsid w:val="00E81C88"/>
    <w:rsid w:val="00E83CAF"/>
    <w:rsid w:val="00E8448C"/>
    <w:rsid w:val="00E857CC"/>
    <w:rsid w:val="00E864E9"/>
    <w:rsid w:val="00E91A2D"/>
    <w:rsid w:val="00E95417"/>
    <w:rsid w:val="00E96913"/>
    <w:rsid w:val="00E96AFE"/>
    <w:rsid w:val="00EA011B"/>
    <w:rsid w:val="00EA019B"/>
    <w:rsid w:val="00EA0268"/>
    <w:rsid w:val="00EA580F"/>
    <w:rsid w:val="00EB0152"/>
    <w:rsid w:val="00EB1175"/>
    <w:rsid w:val="00EB176A"/>
    <w:rsid w:val="00EB3959"/>
    <w:rsid w:val="00EB4681"/>
    <w:rsid w:val="00EB74AF"/>
    <w:rsid w:val="00EC1F9E"/>
    <w:rsid w:val="00EC3715"/>
    <w:rsid w:val="00EC3A9D"/>
    <w:rsid w:val="00EC3ED9"/>
    <w:rsid w:val="00EC4889"/>
    <w:rsid w:val="00EC75AF"/>
    <w:rsid w:val="00ED0C17"/>
    <w:rsid w:val="00ED4916"/>
    <w:rsid w:val="00ED6953"/>
    <w:rsid w:val="00EE14EF"/>
    <w:rsid w:val="00EE352C"/>
    <w:rsid w:val="00EE60C0"/>
    <w:rsid w:val="00EE7964"/>
    <w:rsid w:val="00EF11AE"/>
    <w:rsid w:val="00EF1916"/>
    <w:rsid w:val="00EF54EA"/>
    <w:rsid w:val="00F01749"/>
    <w:rsid w:val="00F02A2E"/>
    <w:rsid w:val="00F03032"/>
    <w:rsid w:val="00F0351C"/>
    <w:rsid w:val="00F1112E"/>
    <w:rsid w:val="00F14CE7"/>
    <w:rsid w:val="00F15363"/>
    <w:rsid w:val="00F16DD3"/>
    <w:rsid w:val="00F20161"/>
    <w:rsid w:val="00F23687"/>
    <w:rsid w:val="00F260DE"/>
    <w:rsid w:val="00F27010"/>
    <w:rsid w:val="00F35E55"/>
    <w:rsid w:val="00F360E1"/>
    <w:rsid w:val="00F36F02"/>
    <w:rsid w:val="00F3716B"/>
    <w:rsid w:val="00F3782A"/>
    <w:rsid w:val="00F4319A"/>
    <w:rsid w:val="00F45676"/>
    <w:rsid w:val="00F46708"/>
    <w:rsid w:val="00F47BEB"/>
    <w:rsid w:val="00F50AFE"/>
    <w:rsid w:val="00F52DDA"/>
    <w:rsid w:val="00F54E47"/>
    <w:rsid w:val="00F55B65"/>
    <w:rsid w:val="00F55BC7"/>
    <w:rsid w:val="00F61A34"/>
    <w:rsid w:val="00F62C04"/>
    <w:rsid w:val="00F71AC2"/>
    <w:rsid w:val="00F72A15"/>
    <w:rsid w:val="00F72B9E"/>
    <w:rsid w:val="00F76F7A"/>
    <w:rsid w:val="00F82A69"/>
    <w:rsid w:val="00F83015"/>
    <w:rsid w:val="00F85326"/>
    <w:rsid w:val="00F85B66"/>
    <w:rsid w:val="00F909BF"/>
    <w:rsid w:val="00F94083"/>
    <w:rsid w:val="00F966DF"/>
    <w:rsid w:val="00F9771B"/>
    <w:rsid w:val="00F97F3E"/>
    <w:rsid w:val="00FB1518"/>
    <w:rsid w:val="00FB1644"/>
    <w:rsid w:val="00FB2E2E"/>
    <w:rsid w:val="00FC476B"/>
    <w:rsid w:val="00FC5AA1"/>
    <w:rsid w:val="00FC662F"/>
    <w:rsid w:val="00FC686B"/>
    <w:rsid w:val="00FC769F"/>
    <w:rsid w:val="00FD048B"/>
    <w:rsid w:val="00FD0832"/>
    <w:rsid w:val="00FD0A2C"/>
    <w:rsid w:val="00FD0D30"/>
    <w:rsid w:val="00FD6E5E"/>
    <w:rsid w:val="00FE158C"/>
    <w:rsid w:val="00FE1808"/>
    <w:rsid w:val="00FE4A50"/>
    <w:rsid w:val="00FE65C5"/>
    <w:rsid w:val="00FF00C1"/>
    <w:rsid w:val="00FF17EB"/>
    <w:rsid w:val="00FF41DC"/>
    <w:rsid w:val="00FF62F2"/>
    <w:rsid w:val="00FF7944"/>
    <w:rsid w:val="00FF7F80"/>
    <w:rsid w:val="03319103"/>
    <w:rsid w:val="086B6FD9"/>
    <w:rsid w:val="08D9C2D0"/>
    <w:rsid w:val="0919BAA1"/>
    <w:rsid w:val="0AA18286"/>
    <w:rsid w:val="0DBD2794"/>
    <w:rsid w:val="0FD97221"/>
    <w:rsid w:val="1087CE2E"/>
    <w:rsid w:val="1372F578"/>
    <w:rsid w:val="1BAE6692"/>
    <w:rsid w:val="23B122F9"/>
    <w:rsid w:val="268D63CC"/>
    <w:rsid w:val="26AEC8B1"/>
    <w:rsid w:val="26F8355C"/>
    <w:rsid w:val="30FA1FC7"/>
    <w:rsid w:val="32231D8D"/>
    <w:rsid w:val="34E6AD84"/>
    <w:rsid w:val="3C2A3605"/>
    <w:rsid w:val="490BB00E"/>
    <w:rsid w:val="490C53B0"/>
    <w:rsid w:val="4BF18A58"/>
    <w:rsid w:val="4C295782"/>
    <w:rsid w:val="4E616742"/>
    <w:rsid w:val="5593A69F"/>
    <w:rsid w:val="5841DB45"/>
    <w:rsid w:val="5AA34FA6"/>
    <w:rsid w:val="5DFF7AB4"/>
    <w:rsid w:val="5EBE3870"/>
    <w:rsid w:val="631E86FE"/>
    <w:rsid w:val="6434C42E"/>
    <w:rsid w:val="6437AAB3"/>
    <w:rsid w:val="64B51691"/>
    <w:rsid w:val="6CFF3AC5"/>
    <w:rsid w:val="6EB851BB"/>
    <w:rsid w:val="75D09826"/>
    <w:rsid w:val="78CDE471"/>
    <w:rsid w:val="7E7032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07A4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752"/>
  </w:style>
  <w:style w:type="paragraph" w:styleId="Heading1">
    <w:name w:val="heading 1"/>
    <w:basedOn w:val="Normal"/>
    <w:next w:val="Normal"/>
    <w:link w:val="Heading1Char"/>
    <w:uiPriority w:val="9"/>
    <w:qFormat/>
    <w:rsid w:val="00400CA8"/>
    <w:pPr>
      <w:spacing w:after="0"/>
      <w:jc w:val="center"/>
      <w:outlineLvl w:val="0"/>
    </w:pPr>
    <w:rPr>
      <w:rFonts w:asciiTheme="majorHAnsi" w:hAnsiTheme="majorHAnsi"/>
      <w:b/>
      <w:color w:val="FFFFFF" w:themeColor="background1"/>
      <w:sz w:val="56"/>
      <w:szCs w:val="56"/>
    </w:rPr>
  </w:style>
  <w:style w:type="paragraph" w:styleId="Heading2">
    <w:name w:val="heading 2"/>
    <w:basedOn w:val="Normal"/>
    <w:next w:val="Normal"/>
    <w:link w:val="Heading2Char"/>
    <w:uiPriority w:val="9"/>
    <w:qFormat/>
    <w:rsid w:val="00B93E13"/>
    <w:pPr>
      <w:spacing w:after="0"/>
      <w:jc w:val="center"/>
      <w:outlineLvl w:val="1"/>
    </w:pPr>
    <w:rPr>
      <w:rFonts w:asciiTheme="majorHAnsi" w:hAnsiTheme="majorHAnsi" w:cs="Segoe UI"/>
      <w:b/>
    </w:rPr>
  </w:style>
  <w:style w:type="paragraph" w:styleId="Heading3">
    <w:name w:val="heading 3"/>
    <w:basedOn w:val="Normal"/>
    <w:next w:val="Normal"/>
    <w:link w:val="Heading3Char"/>
    <w:uiPriority w:val="9"/>
    <w:unhideWhenUsed/>
    <w:qFormat/>
    <w:rsid w:val="003127D5"/>
    <w:pPr>
      <w:keepNext/>
      <w:keepLines/>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unhideWhenUsed/>
    <w:qFormat/>
    <w:rsid w:val="003127D5"/>
    <w:pPr>
      <w:numPr>
        <w:numId w:val="3"/>
      </w:numPr>
      <w:spacing w:before="40" w:after="360" w:line="312" w:lineRule="auto"/>
      <w:ind w:left="720" w:hanging="360"/>
      <w:contextualSpacing/>
    </w:pPr>
    <w:rPr>
      <w:rFonts w:asciiTheme="majorHAnsi" w:hAnsiTheme="majorHAnsi" w:cs="Segoe UI"/>
      <w:sz w:val="18"/>
      <w:szCs w:val="20"/>
    </w:rPr>
  </w:style>
  <w:style w:type="character" w:customStyle="1" w:styleId="Heading1Char">
    <w:name w:val="Heading 1 Char"/>
    <w:basedOn w:val="DefaultParagraphFont"/>
    <w:link w:val="Heading1"/>
    <w:uiPriority w:val="9"/>
    <w:rsid w:val="00400CA8"/>
    <w:rPr>
      <w:rFonts w:asciiTheme="majorHAnsi" w:hAnsiTheme="majorHAnsi"/>
      <w:b/>
      <w:color w:val="FFFFFF" w:themeColor="background1"/>
      <w:sz w:val="56"/>
      <w:szCs w:val="56"/>
    </w:rPr>
  </w:style>
  <w:style w:type="character" w:customStyle="1" w:styleId="Heading2Char">
    <w:name w:val="Heading 2 Char"/>
    <w:basedOn w:val="DefaultParagraphFont"/>
    <w:link w:val="Heading2"/>
    <w:uiPriority w:val="9"/>
    <w:rsid w:val="00B93E13"/>
    <w:rPr>
      <w:rFonts w:asciiTheme="majorHAnsi" w:hAnsiTheme="majorHAnsi" w:cs="Segoe UI"/>
      <w:b/>
    </w:rPr>
  </w:style>
  <w:style w:type="paragraph" w:styleId="Header">
    <w:name w:val="header"/>
    <w:basedOn w:val="Normal"/>
    <w:link w:val="HeaderChar"/>
    <w:uiPriority w:val="99"/>
    <w:unhideWhenUsed/>
    <w:rsid w:val="00400C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CA8"/>
  </w:style>
  <w:style w:type="paragraph" w:styleId="Footer">
    <w:name w:val="footer"/>
    <w:basedOn w:val="Normal"/>
    <w:link w:val="FooterChar"/>
    <w:uiPriority w:val="99"/>
    <w:unhideWhenUsed/>
    <w:rsid w:val="00400C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CA8"/>
  </w:style>
  <w:style w:type="table" w:styleId="TableGrid">
    <w:name w:val="Table Grid"/>
    <w:basedOn w:val="TableNormal"/>
    <w:uiPriority w:val="39"/>
    <w:rsid w:val="00400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
    <w:qFormat/>
    <w:rsid w:val="00172CFC"/>
    <w:pPr>
      <w:spacing w:after="0"/>
      <w:contextualSpacing/>
      <w:jc w:val="center"/>
    </w:pPr>
    <w:rPr>
      <w:rFonts w:asciiTheme="majorHAnsi" w:eastAsiaTheme="majorEastAsia" w:hAnsiTheme="majorHAnsi" w:cstheme="majorBidi"/>
      <w:b/>
      <w:color w:val="FFFFFF" w:themeColor="background1"/>
      <w:kern w:val="28"/>
      <w:sz w:val="56"/>
      <w:szCs w:val="56"/>
    </w:rPr>
  </w:style>
  <w:style w:type="paragraph" w:customStyle="1" w:styleId="Normal-SpaceAbove">
    <w:name w:val="Normal - Space Above"/>
    <w:basedOn w:val="Normal"/>
    <w:qFormat/>
    <w:rsid w:val="00B934BA"/>
    <w:pPr>
      <w:spacing w:before="360"/>
    </w:pPr>
  </w:style>
  <w:style w:type="paragraph" w:customStyle="1" w:styleId="Normal-SpaceBelow">
    <w:name w:val="Normal - Space Below"/>
    <w:basedOn w:val="Normal"/>
    <w:qFormat/>
    <w:rsid w:val="00B934BA"/>
    <w:pPr>
      <w:spacing w:after="480"/>
    </w:pPr>
  </w:style>
  <w:style w:type="character" w:customStyle="1" w:styleId="TitleChar">
    <w:name w:val="Title Char"/>
    <w:basedOn w:val="DefaultParagraphFont"/>
    <w:link w:val="Title"/>
    <w:uiPriority w:val="1"/>
    <w:rsid w:val="00A52418"/>
    <w:rPr>
      <w:rFonts w:asciiTheme="majorHAnsi" w:eastAsiaTheme="majorEastAsia" w:hAnsiTheme="majorHAnsi" w:cstheme="majorBidi"/>
      <w:b/>
      <w:color w:val="FFFFFF" w:themeColor="background1"/>
      <w:kern w:val="28"/>
      <w:sz w:val="56"/>
      <w:szCs w:val="56"/>
    </w:rPr>
  </w:style>
  <w:style w:type="character" w:styleId="Strong">
    <w:name w:val="Strong"/>
    <w:basedOn w:val="DefaultParagraphFont"/>
    <w:uiPriority w:val="22"/>
    <w:qFormat/>
    <w:rsid w:val="00172CFC"/>
    <w:rPr>
      <w:b/>
      <w:bCs/>
    </w:rPr>
  </w:style>
  <w:style w:type="paragraph" w:customStyle="1" w:styleId="Normal-Centered">
    <w:name w:val="Normal - Centered"/>
    <w:basedOn w:val="Normal"/>
    <w:qFormat/>
    <w:rsid w:val="00172CFC"/>
    <w:pPr>
      <w:spacing w:after="0" w:line="240" w:lineRule="auto"/>
      <w:jc w:val="center"/>
    </w:pPr>
    <w:rPr>
      <w:sz w:val="16"/>
    </w:rPr>
  </w:style>
  <w:style w:type="character" w:customStyle="1" w:styleId="Heading3Char">
    <w:name w:val="Heading 3 Char"/>
    <w:basedOn w:val="DefaultParagraphFont"/>
    <w:link w:val="Heading3"/>
    <w:uiPriority w:val="9"/>
    <w:rsid w:val="003127D5"/>
    <w:rPr>
      <w:rFonts w:eastAsiaTheme="majorEastAsia" w:cstheme="majorBidi"/>
      <w:b/>
      <w:szCs w:val="24"/>
    </w:rPr>
  </w:style>
  <w:style w:type="paragraph" w:customStyle="1" w:styleId="Normal-Small">
    <w:name w:val="Normal - Small"/>
    <w:basedOn w:val="Normal"/>
    <w:qFormat/>
    <w:rsid w:val="003127D5"/>
    <w:pPr>
      <w:tabs>
        <w:tab w:val="left" w:pos="4320"/>
        <w:tab w:val="left" w:pos="7200"/>
      </w:tabs>
      <w:spacing w:before="240" w:after="0"/>
    </w:pPr>
    <w:rPr>
      <w:sz w:val="18"/>
    </w:rPr>
  </w:style>
  <w:style w:type="paragraph" w:customStyle="1" w:styleId="Normal-Indent">
    <w:name w:val="Normal - Indent"/>
    <w:basedOn w:val="Normal"/>
    <w:qFormat/>
    <w:rsid w:val="003127D5"/>
    <w:pPr>
      <w:spacing w:after="360"/>
      <w:ind w:left="360"/>
      <w:contextualSpacing/>
    </w:pPr>
  </w:style>
  <w:style w:type="character" w:styleId="PlaceholderText">
    <w:name w:val="Placeholder Text"/>
    <w:basedOn w:val="DefaultParagraphFont"/>
    <w:uiPriority w:val="99"/>
    <w:semiHidden/>
    <w:rsid w:val="00A52418"/>
    <w:rPr>
      <w:color w:val="808080"/>
    </w:rPr>
  </w:style>
  <w:style w:type="character" w:styleId="Hyperlink">
    <w:name w:val="Hyperlink"/>
    <w:basedOn w:val="DefaultParagraphFont"/>
    <w:uiPriority w:val="99"/>
    <w:unhideWhenUsed/>
    <w:qFormat/>
    <w:rsid w:val="004D56E1"/>
    <w:rPr>
      <w:color w:val="0B3B8E"/>
      <w:u w:val="single"/>
    </w:rPr>
  </w:style>
  <w:style w:type="character" w:customStyle="1" w:styleId="UnresolvedMention1">
    <w:name w:val="Unresolved Mention1"/>
    <w:basedOn w:val="DefaultParagraphFont"/>
    <w:uiPriority w:val="99"/>
    <w:semiHidden/>
    <w:unhideWhenUsed/>
    <w:rsid w:val="00951274"/>
    <w:rPr>
      <w:color w:val="605E5C"/>
      <w:shd w:val="clear" w:color="auto" w:fill="E1DFDD"/>
    </w:rPr>
  </w:style>
  <w:style w:type="character" w:styleId="FollowedHyperlink">
    <w:name w:val="FollowedHyperlink"/>
    <w:basedOn w:val="DefaultParagraphFont"/>
    <w:uiPriority w:val="99"/>
    <w:semiHidden/>
    <w:unhideWhenUsed/>
    <w:rsid w:val="007B03D3"/>
    <w:rPr>
      <w:color w:val="8C8C8C" w:themeColor="followedHyperlink"/>
      <w:u w:val="single"/>
    </w:rPr>
  </w:style>
  <w:style w:type="paragraph" w:styleId="BalloonText">
    <w:name w:val="Balloon Text"/>
    <w:basedOn w:val="Normal"/>
    <w:link w:val="BalloonTextChar"/>
    <w:uiPriority w:val="99"/>
    <w:semiHidden/>
    <w:unhideWhenUsed/>
    <w:rsid w:val="000B4E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E29"/>
    <w:rPr>
      <w:rFonts w:ascii="Segoe UI" w:hAnsi="Segoe UI" w:cs="Segoe UI"/>
      <w:sz w:val="18"/>
      <w:szCs w:val="18"/>
    </w:rPr>
  </w:style>
  <w:style w:type="character" w:styleId="CommentReference">
    <w:name w:val="annotation reference"/>
    <w:basedOn w:val="DefaultParagraphFont"/>
    <w:uiPriority w:val="99"/>
    <w:semiHidden/>
    <w:unhideWhenUsed/>
    <w:rsid w:val="007A5083"/>
    <w:rPr>
      <w:sz w:val="16"/>
      <w:szCs w:val="16"/>
    </w:rPr>
  </w:style>
  <w:style w:type="paragraph" w:styleId="CommentText">
    <w:name w:val="annotation text"/>
    <w:basedOn w:val="Normal"/>
    <w:link w:val="CommentTextChar"/>
    <w:uiPriority w:val="99"/>
    <w:semiHidden/>
    <w:unhideWhenUsed/>
    <w:rsid w:val="007A5083"/>
    <w:pPr>
      <w:spacing w:line="240" w:lineRule="auto"/>
    </w:pPr>
    <w:rPr>
      <w:sz w:val="20"/>
      <w:szCs w:val="20"/>
    </w:rPr>
  </w:style>
  <w:style w:type="character" w:customStyle="1" w:styleId="CommentTextChar">
    <w:name w:val="Comment Text Char"/>
    <w:basedOn w:val="DefaultParagraphFont"/>
    <w:link w:val="CommentText"/>
    <w:uiPriority w:val="99"/>
    <w:semiHidden/>
    <w:rsid w:val="007A5083"/>
    <w:rPr>
      <w:sz w:val="20"/>
      <w:szCs w:val="20"/>
    </w:rPr>
  </w:style>
  <w:style w:type="paragraph" w:styleId="CommentSubject">
    <w:name w:val="annotation subject"/>
    <w:basedOn w:val="CommentText"/>
    <w:next w:val="CommentText"/>
    <w:link w:val="CommentSubjectChar"/>
    <w:uiPriority w:val="99"/>
    <w:semiHidden/>
    <w:unhideWhenUsed/>
    <w:rsid w:val="007A5083"/>
    <w:rPr>
      <w:b/>
      <w:bCs/>
    </w:rPr>
  </w:style>
  <w:style w:type="character" w:customStyle="1" w:styleId="CommentSubjectChar">
    <w:name w:val="Comment Subject Char"/>
    <w:basedOn w:val="CommentTextChar"/>
    <w:link w:val="CommentSubject"/>
    <w:uiPriority w:val="99"/>
    <w:semiHidden/>
    <w:rsid w:val="007A5083"/>
    <w:rPr>
      <w:b/>
      <w:bCs/>
      <w:sz w:val="20"/>
      <w:szCs w:val="20"/>
    </w:rPr>
  </w:style>
  <w:style w:type="character" w:styleId="SubtleEmphasis">
    <w:name w:val="Subtle Emphasis"/>
    <w:basedOn w:val="DefaultParagraphFont"/>
    <w:uiPriority w:val="19"/>
    <w:qFormat/>
    <w:rsid w:val="009A34BC"/>
    <w:rPr>
      <w:i/>
      <w:iCs/>
      <w:color w:val="404040" w:themeColor="text1" w:themeTint="BF"/>
    </w:rPr>
  </w:style>
  <w:style w:type="paragraph" w:styleId="Revision">
    <w:name w:val="Revision"/>
    <w:hidden/>
    <w:uiPriority w:val="99"/>
    <w:semiHidden/>
    <w:rsid w:val="00EB46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93275">
      <w:bodyDiv w:val="1"/>
      <w:marLeft w:val="0"/>
      <w:marRight w:val="0"/>
      <w:marTop w:val="0"/>
      <w:marBottom w:val="0"/>
      <w:divBdr>
        <w:top w:val="none" w:sz="0" w:space="0" w:color="auto"/>
        <w:left w:val="none" w:sz="0" w:space="0" w:color="auto"/>
        <w:bottom w:val="none" w:sz="0" w:space="0" w:color="auto"/>
        <w:right w:val="none" w:sz="0" w:space="0" w:color="auto"/>
      </w:divBdr>
    </w:div>
    <w:div w:id="321348293">
      <w:bodyDiv w:val="1"/>
      <w:marLeft w:val="0"/>
      <w:marRight w:val="0"/>
      <w:marTop w:val="0"/>
      <w:marBottom w:val="0"/>
      <w:divBdr>
        <w:top w:val="none" w:sz="0" w:space="0" w:color="auto"/>
        <w:left w:val="none" w:sz="0" w:space="0" w:color="auto"/>
        <w:bottom w:val="none" w:sz="0" w:space="0" w:color="auto"/>
        <w:right w:val="none" w:sz="0" w:space="0" w:color="auto"/>
      </w:divBdr>
      <w:divsChild>
        <w:div w:id="12266337">
          <w:marLeft w:val="547"/>
          <w:marRight w:val="0"/>
          <w:marTop w:val="0"/>
          <w:marBottom w:val="0"/>
          <w:divBdr>
            <w:top w:val="none" w:sz="0" w:space="0" w:color="auto"/>
            <w:left w:val="none" w:sz="0" w:space="0" w:color="auto"/>
            <w:bottom w:val="none" w:sz="0" w:space="0" w:color="auto"/>
            <w:right w:val="none" w:sz="0" w:space="0" w:color="auto"/>
          </w:divBdr>
        </w:div>
        <w:div w:id="37511927">
          <w:marLeft w:val="547"/>
          <w:marRight w:val="0"/>
          <w:marTop w:val="0"/>
          <w:marBottom w:val="0"/>
          <w:divBdr>
            <w:top w:val="none" w:sz="0" w:space="0" w:color="auto"/>
            <w:left w:val="none" w:sz="0" w:space="0" w:color="auto"/>
            <w:bottom w:val="none" w:sz="0" w:space="0" w:color="auto"/>
            <w:right w:val="none" w:sz="0" w:space="0" w:color="auto"/>
          </w:divBdr>
        </w:div>
        <w:div w:id="846097686">
          <w:marLeft w:val="547"/>
          <w:marRight w:val="0"/>
          <w:marTop w:val="0"/>
          <w:marBottom w:val="0"/>
          <w:divBdr>
            <w:top w:val="none" w:sz="0" w:space="0" w:color="auto"/>
            <w:left w:val="none" w:sz="0" w:space="0" w:color="auto"/>
            <w:bottom w:val="none" w:sz="0" w:space="0" w:color="auto"/>
            <w:right w:val="none" w:sz="0" w:space="0" w:color="auto"/>
          </w:divBdr>
        </w:div>
      </w:divsChild>
    </w:div>
    <w:div w:id="430709984">
      <w:bodyDiv w:val="1"/>
      <w:marLeft w:val="0"/>
      <w:marRight w:val="0"/>
      <w:marTop w:val="0"/>
      <w:marBottom w:val="0"/>
      <w:divBdr>
        <w:top w:val="none" w:sz="0" w:space="0" w:color="auto"/>
        <w:left w:val="none" w:sz="0" w:space="0" w:color="auto"/>
        <w:bottom w:val="none" w:sz="0" w:space="0" w:color="auto"/>
        <w:right w:val="none" w:sz="0" w:space="0" w:color="auto"/>
      </w:divBdr>
    </w:div>
    <w:div w:id="899175567">
      <w:bodyDiv w:val="1"/>
      <w:marLeft w:val="0"/>
      <w:marRight w:val="0"/>
      <w:marTop w:val="0"/>
      <w:marBottom w:val="0"/>
      <w:divBdr>
        <w:top w:val="none" w:sz="0" w:space="0" w:color="auto"/>
        <w:left w:val="none" w:sz="0" w:space="0" w:color="auto"/>
        <w:bottom w:val="none" w:sz="0" w:space="0" w:color="auto"/>
        <w:right w:val="none" w:sz="0" w:space="0" w:color="auto"/>
      </w:divBdr>
      <w:divsChild>
        <w:div w:id="1191913858">
          <w:marLeft w:val="0"/>
          <w:marRight w:val="0"/>
          <w:marTop w:val="0"/>
          <w:marBottom w:val="240"/>
          <w:divBdr>
            <w:top w:val="none" w:sz="0" w:space="0" w:color="auto"/>
            <w:left w:val="none" w:sz="0" w:space="0" w:color="auto"/>
            <w:bottom w:val="none" w:sz="0" w:space="0" w:color="auto"/>
            <w:right w:val="none" w:sz="0" w:space="0" w:color="auto"/>
          </w:divBdr>
          <w:divsChild>
            <w:div w:id="710034772">
              <w:marLeft w:val="0"/>
              <w:marRight w:val="0"/>
              <w:marTop w:val="90"/>
              <w:marBottom w:val="0"/>
              <w:divBdr>
                <w:top w:val="none" w:sz="0" w:space="0" w:color="auto"/>
                <w:left w:val="none" w:sz="0" w:space="0" w:color="auto"/>
                <w:bottom w:val="none" w:sz="0" w:space="0" w:color="auto"/>
                <w:right w:val="none" w:sz="0" w:space="0" w:color="auto"/>
              </w:divBdr>
              <w:divsChild>
                <w:div w:id="1642151094">
                  <w:marLeft w:val="0"/>
                  <w:marRight w:val="0"/>
                  <w:marTop w:val="0"/>
                  <w:marBottom w:val="0"/>
                  <w:divBdr>
                    <w:top w:val="none" w:sz="0" w:space="0" w:color="auto"/>
                    <w:left w:val="none" w:sz="0" w:space="0" w:color="auto"/>
                    <w:bottom w:val="none" w:sz="0" w:space="0" w:color="auto"/>
                    <w:right w:val="none" w:sz="0" w:space="0" w:color="auto"/>
                  </w:divBdr>
                  <w:divsChild>
                    <w:div w:id="289093865">
                      <w:marLeft w:val="0"/>
                      <w:marRight w:val="0"/>
                      <w:marTop w:val="0"/>
                      <w:marBottom w:val="0"/>
                      <w:divBdr>
                        <w:top w:val="none" w:sz="0" w:space="0" w:color="auto"/>
                        <w:left w:val="none" w:sz="0" w:space="0" w:color="auto"/>
                        <w:bottom w:val="none" w:sz="0" w:space="0" w:color="auto"/>
                        <w:right w:val="none" w:sz="0" w:space="0" w:color="auto"/>
                      </w:divBdr>
                      <w:divsChild>
                        <w:div w:id="75020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0238279">
      <w:bodyDiv w:val="1"/>
      <w:marLeft w:val="0"/>
      <w:marRight w:val="0"/>
      <w:marTop w:val="0"/>
      <w:marBottom w:val="0"/>
      <w:divBdr>
        <w:top w:val="none" w:sz="0" w:space="0" w:color="auto"/>
        <w:left w:val="none" w:sz="0" w:space="0" w:color="auto"/>
        <w:bottom w:val="none" w:sz="0" w:space="0" w:color="auto"/>
        <w:right w:val="none" w:sz="0" w:space="0" w:color="auto"/>
      </w:divBdr>
    </w:div>
    <w:div w:id="1442341561">
      <w:bodyDiv w:val="1"/>
      <w:marLeft w:val="0"/>
      <w:marRight w:val="0"/>
      <w:marTop w:val="0"/>
      <w:marBottom w:val="0"/>
      <w:divBdr>
        <w:top w:val="none" w:sz="0" w:space="0" w:color="auto"/>
        <w:left w:val="none" w:sz="0" w:space="0" w:color="auto"/>
        <w:bottom w:val="none" w:sz="0" w:space="0" w:color="auto"/>
        <w:right w:val="none" w:sz="0" w:space="0" w:color="auto"/>
      </w:divBdr>
    </w:div>
    <w:div w:id="1518152490">
      <w:bodyDiv w:val="1"/>
      <w:marLeft w:val="0"/>
      <w:marRight w:val="0"/>
      <w:marTop w:val="0"/>
      <w:marBottom w:val="0"/>
      <w:divBdr>
        <w:top w:val="none" w:sz="0" w:space="0" w:color="auto"/>
        <w:left w:val="none" w:sz="0" w:space="0" w:color="auto"/>
        <w:bottom w:val="none" w:sz="0" w:space="0" w:color="auto"/>
        <w:right w:val="none" w:sz="0" w:space="0" w:color="auto"/>
      </w:divBdr>
      <w:divsChild>
        <w:div w:id="899634948">
          <w:marLeft w:val="547"/>
          <w:marRight w:val="0"/>
          <w:marTop w:val="0"/>
          <w:marBottom w:val="0"/>
          <w:divBdr>
            <w:top w:val="none" w:sz="0" w:space="0" w:color="auto"/>
            <w:left w:val="none" w:sz="0" w:space="0" w:color="auto"/>
            <w:bottom w:val="none" w:sz="0" w:space="0" w:color="auto"/>
            <w:right w:val="none" w:sz="0" w:space="0" w:color="auto"/>
          </w:divBdr>
        </w:div>
        <w:div w:id="1139375099">
          <w:marLeft w:val="547"/>
          <w:marRight w:val="0"/>
          <w:marTop w:val="0"/>
          <w:marBottom w:val="0"/>
          <w:divBdr>
            <w:top w:val="none" w:sz="0" w:space="0" w:color="auto"/>
            <w:left w:val="none" w:sz="0" w:space="0" w:color="auto"/>
            <w:bottom w:val="none" w:sz="0" w:space="0" w:color="auto"/>
            <w:right w:val="none" w:sz="0" w:space="0" w:color="auto"/>
          </w:divBdr>
        </w:div>
        <w:div w:id="1946889002">
          <w:marLeft w:val="547"/>
          <w:marRight w:val="0"/>
          <w:marTop w:val="0"/>
          <w:marBottom w:val="0"/>
          <w:divBdr>
            <w:top w:val="none" w:sz="0" w:space="0" w:color="auto"/>
            <w:left w:val="none" w:sz="0" w:space="0" w:color="auto"/>
            <w:bottom w:val="none" w:sz="0" w:space="0" w:color="auto"/>
            <w:right w:val="none" w:sz="0" w:space="0" w:color="auto"/>
          </w:divBdr>
        </w:div>
      </w:divsChild>
    </w:div>
    <w:div w:id="1620212538">
      <w:bodyDiv w:val="1"/>
      <w:marLeft w:val="0"/>
      <w:marRight w:val="0"/>
      <w:marTop w:val="0"/>
      <w:marBottom w:val="0"/>
      <w:divBdr>
        <w:top w:val="none" w:sz="0" w:space="0" w:color="auto"/>
        <w:left w:val="none" w:sz="0" w:space="0" w:color="auto"/>
        <w:bottom w:val="none" w:sz="0" w:space="0" w:color="auto"/>
        <w:right w:val="none" w:sz="0" w:space="0" w:color="auto"/>
      </w:divBdr>
      <w:divsChild>
        <w:div w:id="868418282">
          <w:marLeft w:val="0"/>
          <w:marRight w:val="0"/>
          <w:marTop w:val="0"/>
          <w:marBottom w:val="0"/>
          <w:divBdr>
            <w:top w:val="none" w:sz="0" w:space="0" w:color="auto"/>
            <w:left w:val="none" w:sz="0" w:space="0" w:color="auto"/>
            <w:bottom w:val="none" w:sz="0" w:space="0" w:color="auto"/>
            <w:right w:val="none" w:sz="0" w:space="0" w:color="auto"/>
          </w:divBdr>
          <w:divsChild>
            <w:div w:id="1630822018">
              <w:marLeft w:val="0"/>
              <w:marRight w:val="0"/>
              <w:marTop w:val="0"/>
              <w:marBottom w:val="0"/>
              <w:divBdr>
                <w:top w:val="none" w:sz="0" w:space="0" w:color="auto"/>
                <w:left w:val="none" w:sz="0" w:space="0" w:color="auto"/>
                <w:bottom w:val="none" w:sz="0" w:space="0" w:color="auto"/>
                <w:right w:val="none" w:sz="0" w:space="0" w:color="auto"/>
              </w:divBdr>
              <w:divsChild>
                <w:div w:id="122384952">
                  <w:marLeft w:val="75"/>
                  <w:marRight w:val="75"/>
                  <w:marTop w:val="75"/>
                  <w:marBottom w:val="75"/>
                  <w:divBdr>
                    <w:top w:val="single" w:sz="6" w:space="0" w:color="E0E0E0"/>
                    <w:left w:val="single" w:sz="6" w:space="0" w:color="E0E0E0"/>
                    <w:bottom w:val="single" w:sz="6" w:space="0" w:color="E0E0E0"/>
                    <w:right w:val="single" w:sz="6" w:space="0" w:color="E0E0E0"/>
                  </w:divBdr>
                  <w:divsChild>
                    <w:div w:id="469122">
                      <w:marLeft w:val="0"/>
                      <w:marRight w:val="0"/>
                      <w:marTop w:val="0"/>
                      <w:marBottom w:val="0"/>
                      <w:divBdr>
                        <w:top w:val="none" w:sz="0" w:space="0" w:color="auto"/>
                        <w:left w:val="none" w:sz="0" w:space="0" w:color="auto"/>
                        <w:bottom w:val="none" w:sz="0" w:space="0" w:color="auto"/>
                        <w:right w:val="none" w:sz="0" w:space="0" w:color="auto"/>
                      </w:divBdr>
                    </w:div>
                  </w:divsChild>
                </w:div>
                <w:div w:id="271089498">
                  <w:marLeft w:val="75"/>
                  <w:marRight w:val="75"/>
                  <w:marTop w:val="75"/>
                  <w:marBottom w:val="75"/>
                  <w:divBdr>
                    <w:top w:val="single" w:sz="6" w:space="0" w:color="E0E0E0"/>
                    <w:left w:val="single" w:sz="6" w:space="0" w:color="E0E0E0"/>
                    <w:bottom w:val="single" w:sz="6" w:space="0" w:color="E0E0E0"/>
                    <w:right w:val="single" w:sz="6" w:space="0" w:color="E0E0E0"/>
                  </w:divBdr>
                  <w:divsChild>
                    <w:div w:id="1315526712">
                      <w:marLeft w:val="0"/>
                      <w:marRight w:val="0"/>
                      <w:marTop w:val="0"/>
                      <w:marBottom w:val="0"/>
                      <w:divBdr>
                        <w:top w:val="none" w:sz="0" w:space="0" w:color="auto"/>
                        <w:left w:val="none" w:sz="0" w:space="0" w:color="auto"/>
                        <w:bottom w:val="none" w:sz="0" w:space="0" w:color="auto"/>
                        <w:right w:val="none" w:sz="0" w:space="0" w:color="auto"/>
                      </w:divBdr>
                    </w:div>
                  </w:divsChild>
                </w:div>
                <w:div w:id="886650960">
                  <w:marLeft w:val="75"/>
                  <w:marRight w:val="75"/>
                  <w:marTop w:val="75"/>
                  <w:marBottom w:val="75"/>
                  <w:divBdr>
                    <w:top w:val="single" w:sz="6" w:space="0" w:color="E0E0E0"/>
                    <w:left w:val="single" w:sz="6" w:space="0" w:color="E0E0E0"/>
                    <w:bottom w:val="single" w:sz="6" w:space="0" w:color="E0E0E0"/>
                    <w:right w:val="single" w:sz="6" w:space="0" w:color="E0E0E0"/>
                  </w:divBdr>
                  <w:divsChild>
                    <w:div w:id="1147358742">
                      <w:marLeft w:val="0"/>
                      <w:marRight w:val="0"/>
                      <w:marTop w:val="0"/>
                      <w:marBottom w:val="0"/>
                      <w:divBdr>
                        <w:top w:val="none" w:sz="0" w:space="0" w:color="auto"/>
                        <w:left w:val="none" w:sz="0" w:space="0" w:color="auto"/>
                        <w:bottom w:val="none" w:sz="0" w:space="0" w:color="auto"/>
                        <w:right w:val="none" w:sz="0" w:space="0" w:color="auto"/>
                      </w:divBdr>
                    </w:div>
                  </w:divsChild>
                </w:div>
                <w:div w:id="989089845">
                  <w:marLeft w:val="75"/>
                  <w:marRight w:val="75"/>
                  <w:marTop w:val="75"/>
                  <w:marBottom w:val="75"/>
                  <w:divBdr>
                    <w:top w:val="single" w:sz="6" w:space="0" w:color="E0E0E0"/>
                    <w:left w:val="single" w:sz="6" w:space="0" w:color="E0E0E0"/>
                    <w:bottom w:val="single" w:sz="6" w:space="0" w:color="E0E0E0"/>
                    <w:right w:val="single" w:sz="6" w:space="0" w:color="E0E0E0"/>
                  </w:divBdr>
                  <w:divsChild>
                    <w:div w:id="2090761606">
                      <w:marLeft w:val="0"/>
                      <w:marRight w:val="0"/>
                      <w:marTop w:val="0"/>
                      <w:marBottom w:val="0"/>
                      <w:divBdr>
                        <w:top w:val="none" w:sz="0" w:space="0" w:color="auto"/>
                        <w:left w:val="none" w:sz="0" w:space="0" w:color="auto"/>
                        <w:bottom w:val="none" w:sz="0" w:space="0" w:color="auto"/>
                        <w:right w:val="none" w:sz="0" w:space="0" w:color="auto"/>
                      </w:divBdr>
                    </w:div>
                  </w:divsChild>
                </w:div>
                <w:div w:id="1117528535">
                  <w:marLeft w:val="75"/>
                  <w:marRight w:val="75"/>
                  <w:marTop w:val="75"/>
                  <w:marBottom w:val="75"/>
                  <w:divBdr>
                    <w:top w:val="single" w:sz="6" w:space="0" w:color="E0E0E0"/>
                    <w:left w:val="single" w:sz="6" w:space="0" w:color="E0E0E0"/>
                    <w:bottom w:val="single" w:sz="6" w:space="0" w:color="E0E0E0"/>
                    <w:right w:val="single" w:sz="6" w:space="0" w:color="E0E0E0"/>
                  </w:divBdr>
                  <w:divsChild>
                    <w:div w:id="1814907377">
                      <w:marLeft w:val="0"/>
                      <w:marRight w:val="0"/>
                      <w:marTop w:val="0"/>
                      <w:marBottom w:val="0"/>
                      <w:divBdr>
                        <w:top w:val="none" w:sz="0" w:space="0" w:color="auto"/>
                        <w:left w:val="none" w:sz="0" w:space="0" w:color="auto"/>
                        <w:bottom w:val="none" w:sz="0" w:space="0" w:color="auto"/>
                        <w:right w:val="none" w:sz="0" w:space="0" w:color="auto"/>
                      </w:divBdr>
                    </w:div>
                  </w:divsChild>
                </w:div>
                <w:div w:id="1245064527">
                  <w:marLeft w:val="75"/>
                  <w:marRight w:val="75"/>
                  <w:marTop w:val="75"/>
                  <w:marBottom w:val="75"/>
                  <w:divBdr>
                    <w:top w:val="single" w:sz="6" w:space="0" w:color="E0E0E0"/>
                    <w:left w:val="single" w:sz="6" w:space="0" w:color="E0E0E0"/>
                    <w:bottom w:val="single" w:sz="6" w:space="0" w:color="E0E0E0"/>
                    <w:right w:val="single" w:sz="6" w:space="0" w:color="E0E0E0"/>
                  </w:divBdr>
                  <w:divsChild>
                    <w:div w:id="1103502650">
                      <w:marLeft w:val="0"/>
                      <w:marRight w:val="0"/>
                      <w:marTop w:val="0"/>
                      <w:marBottom w:val="0"/>
                      <w:divBdr>
                        <w:top w:val="none" w:sz="0" w:space="0" w:color="auto"/>
                        <w:left w:val="none" w:sz="0" w:space="0" w:color="auto"/>
                        <w:bottom w:val="none" w:sz="0" w:space="0" w:color="auto"/>
                        <w:right w:val="none" w:sz="0" w:space="0" w:color="auto"/>
                      </w:divBdr>
                    </w:div>
                  </w:divsChild>
                </w:div>
                <w:div w:id="1266155555">
                  <w:marLeft w:val="75"/>
                  <w:marRight w:val="75"/>
                  <w:marTop w:val="75"/>
                  <w:marBottom w:val="75"/>
                  <w:divBdr>
                    <w:top w:val="single" w:sz="6" w:space="0" w:color="E0E0E0"/>
                    <w:left w:val="single" w:sz="6" w:space="0" w:color="E0E0E0"/>
                    <w:bottom w:val="single" w:sz="6" w:space="0" w:color="E0E0E0"/>
                    <w:right w:val="single" w:sz="6" w:space="0" w:color="E0E0E0"/>
                  </w:divBdr>
                  <w:divsChild>
                    <w:div w:id="1375539066">
                      <w:marLeft w:val="0"/>
                      <w:marRight w:val="0"/>
                      <w:marTop w:val="0"/>
                      <w:marBottom w:val="0"/>
                      <w:divBdr>
                        <w:top w:val="none" w:sz="0" w:space="0" w:color="auto"/>
                        <w:left w:val="none" w:sz="0" w:space="0" w:color="auto"/>
                        <w:bottom w:val="none" w:sz="0" w:space="0" w:color="auto"/>
                        <w:right w:val="none" w:sz="0" w:space="0" w:color="auto"/>
                      </w:divBdr>
                    </w:div>
                  </w:divsChild>
                </w:div>
                <w:div w:id="1459033945">
                  <w:marLeft w:val="75"/>
                  <w:marRight w:val="75"/>
                  <w:marTop w:val="75"/>
                  <w:marBottom w:val="75"/>
                  <w:divBdr>
                    <w:top w:val="single" w:sz="6" w:space="0" w:color="E0E0E0"/>
                    <w:left w:val="single" w:sz="6" w:space="0" w:color="E0E0E0"/>
                    <w:bottom w:val="single" w:sz="6" w:space="0" w:color="E0E0E0"/>
                    <w:right w:val="single" w:sz="6" w:space="0" w:color="E0E0E0"/>
                  </w:divBdr>
                  <w:divsChild>
                    <w:div w:id="1499807324">
                      <w:marLeft w:val="0"/>
                      <w:marRight w:val="0"/>
                      <w:marTop w:val="0"/>
                      <w:marBottom w:val="0"/>
                      <w:divBdr>
                        <w:top w:val="none" w:sz="0" w:space="0" w:color="auto"/>
                        <w:left w:val="none" w:sz="0" w:space="0" w:color="auto"/>
                        <w:bottom w:val="none" w:sz="0" w:space="0" w:color="auto"/>
                        <w:right w:val="none" w:sz="0" w:space="0" w:color="auto"/>
                      </w:divBdr>
                    </w:div>
                  </w:divsChild>
                </w:div>
                <w:div w:id="1460681558">
                  <w:marLeft w:val="75"/>
                  <w:marRight w:val="75"/>
                  <w:marTop w:val="75"/>
                  <w:marBottom w:val="75"/>
                  <w:divBdr>
                    <w:top w:val="single" w:sz="6" w:space="0" w:color="E0E0E0"/>
                    <w:left w:val="single" w:sz="6" w:space="0" w:color="E0E0E0"/>
                    <w:bottom w:val="single" w:sz="6" w:space="0" w:color="E0E0E0"/>
                    <w:right w:val="single" w:sz="6" w:space="0" w:color="E0E0E0"/>
                  </w:divBdr>
                  <w:divsChild>
                    <w:div w:id="541869063">
                      <w:marLeft w:val="0"/>
                      <w:marRight w:val="0"/>
                      <w:marTop w:val="0"/>
                      <w:marBottom w:val="0"/>
                      <w:divBdr>
                        <w:top w:val="none" w:sz="0" w:space="0" w:color="auto"/>
                        <w:left w:val="none" w:sz="0" w:space="0" w:color="auto"/>
                        <w:bottom w:val="none" w:sz="0" w:space="0" w:color="auto"/>
                        <w:right w:val="none" w:sz="0" w:space="0" w:color="auto"/>
                      </w:divBdr>
                    </w:div>
                  </w:divsChild>
                </w:div>
                <w:div w:id="1805541307">
                  <w:marLeft w:val="75"/>
                  <w:marRight w:val="75"/>
                  <w:marTop w:val="75"/>
                  <w:marBottom w:val="75"/>
                  <w:divBdr>
                    <w:top w:val="single" w:sz="6" w:space="0" w:color="E0E0E0"/>
                    <w:left w:val="single" w:sz="6" w:space="0" w:color="E0E0E0"/>
                    <w:bottom w:val="single" w:sz="6" w:space="0" w:color="E0E0E0"/>
                    <w:right w:val="single" w:sz="6" w:space="0" w:color="E0E0E0"/>
                  </w:divBdr>
                  <w:divsChild>
                    <w:div w:id="1304776822">
                      <w:marLeft w:val="0"/>
                      <w:marRight w:val="0"/>
                      <w:marTop w:val="0"/>
                      <w:marBottom w:val="0"/>
                      <w:divBdr>
                        <w:top w:val="none" w:sz="0" w:space="0" w:color="auto"/>
                        <w:left w:val="none" w:sz="0" w:space="0" w:color="auto"/>
                        <w:bottom w:val="none" w:sz="0" w:space="0" w:color="auto"/>
                        <w:right w:val="none" w:sz="0" w:space="0" w:color="auto"/>
                      </w:divBdr>
                    </w:div>
                  </w:divsChild>
                </w:div>
                <w:div w:id="1895194360">
                  <w:marLeft w:val="75"/>
                  <w:marRight w:val="75"/>
                  <w:marTop w:val="75"/>
                  <w:marBottom w:val="75"/>
                  <w:divBdr>
                    <w:top w:val="single" w:sz="6" w:space="0" w:color="E0E0E0"/>
                    <w:left w:val="single" w:sz="6" w:space="0" w:color="E0E0E0"/>
                    <w:bottom w:val="single" w:sz="6" w:space="0" w:color="E0E0E0"/>
                    <w:right w:val="single" w:sz="6" w:space="0" w:color="E0E0E0"/>
                  </w:divBdr>
                  <w:divsChild>
                    <w:div w:id="826289989">
                      <w:marLeft w:val="0"/>
                      <w:marRight w:val="0"/>
                      <w:marTop w:val="0"/>
                      <w:marBottom w:val="0"/>
                      <w:divBdr>
                        <w:top w:val="none" w:sz="0" w:space="0" w:color="auto"/>
                        <w:left w:val="none" w:sz="0" w:space="0" w:color="auto"/>
                        <w:bottom w:val="none" w:sz="0" w:space="0" w:color="auto"/>
                        <w:right w:val="none" w:sz="0" w:space="0" w:color="auto"/>
                      </w:divBdr>
                    </w:div>
                  </w:divsChild>
                </w:div>
                <w:div w:id="1943997213">
                  <w:marLeft w:val="75"/>
                  <w:marRight w:val="75"/>
                  <w:marTop w:val="75"/>
                  <w:marBottom w:val="75"/>
                  <w:divBdr>
                    <w:top w:val="single" w:sz="6" w:space="0" w:color="E0E0E0"/>
                    <w:left w:val="single" w:sz="6" w:space="0" w:color="E0E0E0"/>
                    <w:bottom w:val="single" w:sz="6" w:space="0" w:color="E0E0E0"/>
                    <w:right w:val="single" w:sz="6" w:space="0" w:color="E0E0E0"/>
                  </w:divBdr>
                  <w:divsChild>
                    <w:div w:id="2059740159">
                      <w:marLeft w:val="0"/>
                      <w:marRight w:val="0"/>
                      <w:marTop w:val="0"/>
                      <w:marBottom w:val="0"/>
                      <w:divBdr>
                        <w:top w:val="none" w:sz="0" w:space="0" w:color="auto"/>
                        <w:left w:val="none" w:sz="0" w:space="0" w:color="auto"/>
                        <w:bottom w:val="none" w:sz="0" w:space="0" w:color="auto"/>
                        <w:right w:val="none" w:sz="0" w:space="0" w:color="auto"/>
                      </w:divBdr>
                    </w:div>
                  </w:divsChild>
                </w:div>
                <w:div w:id="2089184059">
                  <w:marLeft w:val="75"/>
                  <w:marRight w:val="75"/>
                  <w:marTop w:val="75"/>
                  <w:marBottom w:val="75"/>
                  <w:divBdr>
                    <w:top w:val="single" w:sz="6" w:space="0" w:color="E0E0E0"/>
                    <w:left w:val="single" w:sz="6" w:space="0" w:color="E0E0E0"/>
                    <w:bottom w:val="single" w:sz="6" w:space="0" w:color="E0E0E0"/>
                    <w:right w:val="single" w:sz="6" w:space="0" w:color="E0E0E0"/>
                  </w:divBdr>
                  <w:divsChild>
                    <w:div w:id="1570191901">
                      <w:marLeft w:val="0"/>
                      <w:marRight w:val="0"/>
                      <w:marTop w:val="0"/>
                      <w:marBottom w:val="0"/>
                      <w:divBdr>
                        <w:top w:val="none" w:sz="0" w:space="0" w:color="auto"/>
                        <w:left w:val="none" w:sz="0" w:space="0" w:color="auto"/>
                        <w:bottom w:val="none" w:sz="0" w:space="0" w:color="auto"/>
                        <w:right w:val="none" w:sz="0" w:space="0" w:color="auto"/>
                      </w:divBdr>
                    </w:div>
                  </w:divsChild>
                </w:div>
                <w:div w:id="2108379467">
                  <w:marLeft w:val="75"/>
                  <w:marRight w:val="75"/>
                  <w:marTop w:val="75"/>
                  <w:marBottom w:val="75"/>
                  <w:divBdr>
                    <w:top w:val="single" w:sz="6" w:space="0" w:color="E0E0E0"/>
                    <w:left w:val="single" w:sz="6" w:space="0" w:color="E0E0E0"/>
                    <w:bottom w:val="single" w:sz="6" w:space="0" w:color="E0E0E0"/>
                    <w:right w:val="single" w:sz="6" w:space="0" w:color="E0E0E0"/>
                  </w:divBdr>
                  <w:divsChild>
                    <w:div w:id="1281687735">
                      <w:marLeft w:val="0"/>
                      <w:marRight w:val="0"/>
                      <w:marTop w:val="0"/>
                      <w:marBottom w:val="0"/>
                      <w:divBdr>
                        <w:top w:val="none" w:sz="0" w:space="0" w:color="auto"/>
                        <w:left w:val="none" w:sz="0" w:space="0" w:color="auto"/>
                        <w:bottom w:val="none" w:sz="0" w:space="0" w:color="auto"/>
                        <w:right w:val="none" w:sz="0" w:space="0" w:color="auto"/>
                      </w:divBdr>
                    </w:div>
                  </w:divsChild>
                </w:div>
                <w:div w:id="2112508217">
                  <w:marLeft w:val="75"/>
                  <w:marRight w:val="75"/>
                  <w:marTop w:val="75"/>
                  <w:marBottom w:val="75"/>
                  <w:divBdr>
                    <w:top w:val="single" w:sz="6" w:space="0" w:color="E0E0E0"/>
                    <w:left w:val="single" w:sz="6" w:space="0" w:color="E0E0E0"/>
                    <w:bottom w:val="single" w:sz="6" w:space="0" w:color="E0E0E0"/>
                    <w:right w:val="single" w:sz="6" w:space="0" w:color="E0E0E0"/>
                  </w:divBdr>
                  <w:divsChild>
                    <w:div w:id="52968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589585">
          <w:marLeft w:val="0"/>
          <w:marRight w:val="0"/>
          <w:marTop w:val="0"/>
          <w:marBottom w:val="0"/>
          <w:divBdr>
            <w:top w:val="none" w:sz="0" w:space="0" w:color="E0E0E0"/>
            <w:left w:val="none" w:sz="0" w:space="0" w:color="E0E0E0"/>
            <w:bottom w:val="none" w:sz="0" w:space="0" w:color="E0E0E0"/>
            <w:right w:val="none" w:sz="0" w:space="0" w:color="E0E0E0"/>
          </w:divBdr>
          <w:divsChild>
            <w:div w:id="9842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18" Type="http://schemas.openxmlformats.org/officeDocument/2006/relationships/hyperlink" Target="http://www.citizenscience.us/imp/collectionform.ph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observer.globe.gov/do-globe-observer/mosquito-habitat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itizenscience.us/imp/collectionform.php" TargetMode="External"/><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observer.globe.gov/do-globe-observer/mosquito-habitats"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microsoft.com/office/2007/relationships/hdphoto" Target="media/hdphoto1.wdp"/><Relationship Id="rId27" Type="http://schemas.openxmlformats.org/officeDocument/2006/relationships/header" Target="header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che\AppData\Roaming\Microsoft\Templates\Parent%20conference%20form.dotx" TargetMode="External"/></Relationships>
</file>

<file path=word/theme/theme1.xml><?xml version="1.0" encoding="utf-8"?>
<a:theme xmlns:a="http://schemas.openxmlformats.org/drawingml/2006/main" name="Office Theme">
  <a:themeElements>
    <a:clrScheme name="Violet">
      <a:dk1>
        <a:sysClr val="windowText" lastClr="000000"/>
      </a:dk1>
      <a:lt1>
        <a:sysClr val="window" lastClr="FFFFFF"/>
      </a:lt1>
      <a:dk2>
        <a:srgbClr val="373545"/>
      </a:dk2>
      <a:lt2>
        <a:srgbClr val="DCD8DC"/>
      </a:lt2>
      <a:accent1>
        <a:srgbClr val="AD84C6"/>
      </a:accent1>
      <a:accent2>
        <a:srgbClr val="8784C7"/>
      </a:accent2>
      <a:accent3>
        <a:srgbClr val="5D739A"/>
      </a:accent3>
      <a:accent4>
        <a:srgbClr val="6997AF"/>
      </a:accent4>
      <a:accent5>
        <a:srgbClr val="84ACB6"/>
      </a:accent5>
      <a:accent6>
        <a:srgbClr val="6F8183"/>
      </a:accent6>
      <a:hlink>
        <a:srgbClr val="69A020"/>
      </a:hlink>
      <a:folHlink>
        <a:srgbClr val="8C8C8C"/>
      </a:folHlink>
    </a:clrScheme>
    <a:fontScheme name="Custom 6">
      <a:majorFont>
        <a:latin typeface="Century Gothic"/>
        <a:ea typeface=""/>
        <a:cs typeface=""/>
      </a:majorFont>
      <a:minorFont>
        <a:latin typeface="Century Gothic"/>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A64135D8799C4495605AAD7D4F5E3E" ma:contentTypeVersion="12" ma:contentTypeDescription="Create a new document." ma:contentTypeScope="" ma:versionID="6ae7093313756db6ac343987fc8648bf">
  <xsd:schema xmlns:xsd="http://www.w3.org/2001/XMLSchema" xmlns:xs="http://www.w3.org/2001/XMLSchema" xmlns:p="http://schemas.microsoft.com/office/2006/metadata/properties" xmlns:ns1="http://schemas.microsoft.com/sharepoint/v3" xmlns:ns3="34fbc4ba-9df9-4fff-be50-e22ab11d9c20" xmlns:ns4="a0ae234f-2b0a-47a2-a28b-051841f0701c" targetNamespace="http://schemas.microsoft.com/office/2006/metadata/properties" ma:root="true" ma:fieldsID="80171cb70126dd42e792442e78c8aaaf" ns1:_="" ns3:_="" ns4:_="">
    <xsd:import namespace="http://schemas.microsoft.com/sharepoint/v3"/>
    <xsd:import namespace="34fbc4ba-9df9-4fff-be50-e22ab11d9c20"/>
    <xsd:import namespace="a0ae234f-2b0a-47a2-a28b-051841f070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1:_ip_UnifiedCompliancePolicyProperties" minOccurs="0"/>
                <xsd:element ref="ns1:_ip_UnifiedCompliancePolicyUIAc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bc4ba-9df9-4fff-be50-e22ab11d9c2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ae234f-2b0a-47a2-a28b-051841f0701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11D4F0-9592-460F-8C3E-29722B38F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fbc4ba-9df9-4fff-be50-e22ab11d9c20"/>
    <ds:schemaRef ds:uri="a0ae234f-2b0a-47a2-a28b-051841f070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9A853A-FBE0-463A-A6B2-DAD398D758F6}">
  <ds:schemaRefs>
    <ds:schemaRef ds:uri="http://schemas.openxmlformats.org/officeDocument/2006/bibliography"/>
  </ds:schemaRefs>
</ds:datastoreItem>
</file>

<file path=customXml/itemProps3.xml><?xml version="1.0" encoding="utf-8"?>
<ds:datastoreItem xmlns:ds="http://schemas.openxmlformats.org/officeDocument/2006/customXml" ds:itemID="{B62CF0D4-1780-47BE-8AC8-0042E25D49F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2A3210A-9D55-4FF4-978D-3221ADC244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Parent conference form</Template>
  <TotalTime>0</TotalTime>
  <Pages>5</Pages>
  <Words>1324</Words>
  <Characters>7551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8858</CharactersWithSpaces>
  <SharedDoc>false</SharedDoc>
  <HLinks>
    <vt:vector size="18" baseType="variant">
      <vt:variant>
        <vt:i4>3080241</vt:i4>
      </vt:variant>
      <vt:variant>
        <vt:i4>3</vt:i4>
      </vt:variant>
      <vt:variant>
        <vt:i4>0</vt:i4>
      </vt:variant>
      <vt:variant>
        <vt:i4>5</vt:i4>
      </vt:variant>
      <vt:variant>
        <vt:lpwstr>https://observer.globe.gov/do-globe-observer/mosquito-habitats</vt:lpwstr>
      </vt:variant>
      <vt:variant>
        <vt:lpwstr/>
      </vt:variant>
      <vt:variant>
        <vt:i4>8126577</vt:i4>
      </vt:variant>
      <vt:variant>
        <vt:i4>0</vt:i4>
      </vt:variant>
      <vt:variant>
        <vt:i4>0</vt:i4>
      </vt:variant>
      <vt:variant>
        <vt:i4>5</vt:i4>
      </vt:variant>
      <vt:variant>
        <vt:lpwstr>http://www.citizenscience.us/imp/index.php</vt:lpwstr>
      </vt:variant>
      <vt:variant>
        <vt:lpwstr/>
      </vt:variant>
      <vt:variant>
        <vt:i4>262188</vt:i4>
      </vt:variant>
      <vt:variant>
        <vt:i4>0</vt:i4>
      </vt:variant>
      <vt:variant>
        <vt:i4>0</vt:i4>
      </vt:variant>
      <vt:variant>
        <vt:i4>5</vt:i4>
      </vt:variant>
      <vt:variant>
        <vt:lpwstr>https://youtu.be/E_fPJ4Yt67c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2024-11-21T16:53:00Z</dcterms:created>
  <dcterms:modified xsi:type="dcterms:W3CDTF">2024-11-21T16:53:00Z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0x0101002CA64135D8799C4495605AAD7D4F5E3E</vt:lpwstr>
  </property>
  <property fmtid="{D5CDD505-2E9C-101B-9397-08002B2CF9AE}" pid="3" name="MSIP_Label_8af03ff0-41c5-4c41-b55e-fabb8fae94be_Enabled">
    <vt:lpwstr>true</vt:lpwstr>
  </property>
  <property fmtid="{D5CDD505-2E9C-101B-9397-08002B2CF9AE}" pid="4" name="MSIP_Label_8af03ff0-41c5-4c41-b55e-fabb8fae94be_SetDate">
    <vt:lpwstr>2020-11-05T16:49:52Z</vt:lpwstr>
  </property>
  <property fmtid="{D5CDD505-2E9C-101B-9397-08002B2CF9AE}" pid="5" name="MSIP_Label_8af03ff0-41c5-4c41-b55e-fabb8fae94be_Method">
    <vt:lpwstr>Privileged</vt:lpwstr>
  </property>
  <property fmtid="{D5CDD505-2E9C-101B-9397-08002B2CF9AE}" pid="6" name="MSIP_Label_8af03ff0-41c5-4c41-b55e-fabb8fae94be_Name">
    <vt:lpwstr>8af03ff0-41c5-4c41-b55e-fabb8fae94be</vt:lpwstr>
  </property>
  <property fmtid="{D5CDD505-2E9C-101B-9397-08002B2CF9AE}" pid="7" name="MSIP_Label_8af03ff0-41c5-4c41-b55e-fabb8fae94be_SiteId">
    <vt:lpwstr>9ce70869-60db-44fd-abe8-d2767077fc8f</vt:lpwstr>
  </property>
  <property fmtid="{D5CDD505-2E9C-101B-9397-08002B2CF9AE}" pid="8" name="MSIP_Label_8af03ff0-41c5-4c41-b55e-fabb8fae94be_ActionId">
    <vt:lpwstr>f8d8a184-23e7-4f30-b903-5c1d0fa00ed8</vt:lpwstr>
  </property>
  <property fmtid="{D5CDD505-2E9C-101B-9397-08002B2CF9AE}" pid="9" name="MSIP_Label_8af03ff0-41c5-4c41-b55e-fabb8fae94be_ContentBits">
    <vt:lpwstr>0</vt:lpwstr>
  </property>
</Properties>
</file>